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4B75F" w14:textId="6BAA07FB" w:rsidR="001539A1" w:rsidRPr="00787635" w:rsidRDefault="001F30F0" w:rsidP="00BB00CF">
      <w:pPr>
        <w:pStyle w:val="CHAPNUM"/>
        <w:rPr>
          <w:lang w:val="en-CA"/>
        </w:rPr>
      </w:pPr>
      <w:r>
        <w:rPr>
          <w:noProof/>
        </w:rPr>
        <mc:AlternateContent>
          <mc:Choice Requires="wps">
            <w:drawing>
              <wp:anchor distT="0" distB="0" distL="114300" distR="114300" simplePos="0" relativeHeight="251658752" behindDoc="1" locked="0" layoutInCell="1" allowOverlap="1" wp14:anchorId="5BA533C4" wp14:editId="27BC83E7">
                <wp:simplePos x="0" y="0"/>
                <wp:positionH relativeFrom="column">
                  <wp:posOffset>-323850</wp:posOffset>
                </wp:positionH>
                <wp:positionV relativeFrom="paragraph">
                  <wp:posOffset>740410</wp:posOffset>
                </wp:positionV>
                <wp:extent cx="6743700" cy="19431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94310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560B2" id="Rectangle 1" o:spid="_x0000_s1026" style="position:absolute;margin-left:-25.5pt;margin-top:58.3pt;width:531pt;height:1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" fillcolor="gray" stroked="f"/>
            </w:pict>
          </mc:Fallback>
        </mc:AlternateContent>
      </w:r>
    </w:p>
    <w:p w14:paraId="15DB8AE9" w14:textId="35DCF525" w:rsidR="001539A1" w:rsidRDefault="00EF1260" w:rsidP="00BB00CF">
      <w:pPr>
        <w:pStyle w:val="CHAPTTL"/>
        <w:rPr>
          <w:lang w:val="en-CA"/>
        </w:rPr>
      </w:pPr>
      <w:r w:rsidRPr="00EF1260">
        <w:rPr>
          <w:lang w:val="en-CA"/>
        </w:rPr>
        <w:t>CCNP Enterprise Core ENCOR 350-401 Complete Video Course</w:t>
      </w:r>
      <w:r>
        <w:rPr>
          <w:lang w:val="en-CA"/>
        </w:rPr>
        <w:t xml:space="preserve"> CML^2 Topology Files</w:t>
      </w:r>
    </w:p>
    <w:p w14:paraId="5E78CD11" w14:textId="77777777" w:rsidR="00646082" w:rsidRDefault="00646082" w:rsidP="00646082">
      <w:pPr>
        <w:pStyle w:val="CFFIRST"/>
        <w:rPr>
          <w:lang w:val="en-CA"/>
        </w:rPr>
      </w:pPr>
      <w:r>
        <w:rPr>
          <w:lang w:val="en-CA"/>
        </w:rPr>
        <w:t xml:space="preserve">Any successful deployment of a new technology includes a solid understanding of its features and concepts. </w:t>
      </w:r>
    </w:p>
    <w:p w14:paraId="4AD68747" w14:textId="79BD558F" w:rsidR="007E2D2D" w:rsidRDefault="00646082" w:rsidP="00646082">
      <w:pPr>
        <w:pStyle w:val="CFFIRST"/>
        <w:rPr>
          <w:lang w:val="en-CA"/>
        </w:rPr>
      </w:pPr>
      <w:r>
        <w:rPr>
          <w:lang w:val="en-CA"/>
        </w:rPr>
        <w:t xml:space="preserve">The </w:t>
      </w:r>
      <w:r w:rsidR="001F2FBD">
        <w:rPr>
          <w:lang w:val="en-CA"/>
        </w:rPr>
        <w:t>instructors</w:t>
      </w:r>
      <w:r w:rsidR="000B0B4B">
        <w:rPr>
          <w:lang w:val="en-CA"/>
        </w:rPr>
        <w:t xml:space="preserve"> have provided sample topology files that are built upon </w:t>
      </w:r>
      <w:r w:rsidR="008520BF">
        <w:rPr>
          <w:lang w:val="en-CA"/>
        </w:rPr>
        <w:t>the Cisco Modeling Labs (CML</w:t>
      </w:r>
      <w:r w:rsidR="001F2FBD">
        <w:rPr>
          <w:lang w:val="en-CA"/>
        </w:rPr>
        <w:t>^2</w:t>
      </w:r>
      <w:r w:rsidR="008520BF">
        <w:rPr>
          <w:lang w:val="en-CA"/>
        </w:rPr>
        <w:t>)</w:t>
      </w:r>
      <w:r w:rsidR="00CC472B">
        <w:rPr>
          <w:lang w:val="en-CA"/>
        </w:rPr>
        <w:t>.  CML^2</w:t>
      </w:r>
      <w:r w:rsidR="00E57E33">
        <w:rPr>
          <w:lang w:val="en-CA"/>
        </w:rPr>
        <w:t xml:space="preserve"> </w:t>
      </w:r>
      <w:r>
        <w:rPr>
          <w:lang w:val="en-CA"/>
        </w:rPr>
        <w:t>provides a scalable, extensible network design and simulation environment</w:t>
      </w:r>
      <w:r w:rsidR="00CC472B">
        <w:rPr>
          <w:lang w:val="en-CA"/>
        </w:rPr>
        <w:t xml:space="preserve"> and </w:t>
      </w:r>
      <w:r w:rsidR="00435E69">
        <w:rPr>
          <w:lang w:val="en-CA"/>
        </w:rPr>
        <w:t xml:space="preserve">can be </w:t>
      </w:r>
      <w:r>
        <w:rPr>
          <w:lang w:val="en-CA"/>
        </w:rPr>
        <w:t>used for a variety of test</w:t>
      </w:r>
      <w:r w:rsidR="00D73923">
        <w:rPr>
          <w:lang w:val="en-CA"/>
        </w:rPr>
        <w:t xml:space="preserve"> scenarios and changes </w:t>
      </w:r>
      <w:r>
        <w:rPr>
          <w:lang w:val="en-CA"/>
        </w:rPr>
        <w:t xml:space="preserve">prior to deployment in a production network. It includes several Cisco Network Operating System virtual machines and has the ability to integrate with third-party-vendor virtual machines. </w:t>
      </w:r>
    </w:p>
    <w:p w14:paraId="6F8845B5" w14:textId="59E72D35" w:rsidR="001F2FBD" w:rsidRDefault="001F2FBD" w:rsidP="00646082">
      <w:pPr>
        <w:pStyle w:val="CFFIRST"/>
        <w:rPr>
          <w:lang w:val="en-CA"/>
        </w:rPr>
      </w:pPr>
    </w:p>
    <w:p w14:paraId="34D0DBC3" w14:textId="77777777" w:rsidR="001F2FBD" w:rsidRDefault="001F2FBD" w:rsidP="00646082">
      <w:pPr>
        <w:pStyle w:val="CFFIRST"/>
        <w:rPr>
          <w:lang w:val="en-CA"/>
        </w:rPr>
      </w:pPr>
      <w:r>
        <w:rPr>
          <w:lang w:val="en-CA"/>
        </w:rPr>
        <w:t>The topology files are provided so that you can test the concepts that were explained, and most topology files replicate the environment used during the recording of these videos.  The topologies re imported via the CML^2 Lab Manager using the “IMPORT” functionality.</w:t>
      </w:r>
    </w:p>
    <w:p w14:paraId="45481315" w14:textId="7DA9D651" w:rsidR="001F2FBD" w:rsidRDefault="001F2FBD" w:rsidP="00646082">
      <w:pPr>
        <w:pStyle w:val="CFFIRST"/>
        <w:rPr>
          <w:lang w:val="en-CA"/>
        </w:rPr>
      </w:pPr>
    </w:p>
    <w:p w14:paraId="778FE42C" w14:textId="66316AD6" w:rsidR="001F2FBD" w:rsidRDefault="001F2FBD" w:rsidP="00646082">
      <w:pPr>
        <w:pStyle w:val="CFFIRST"/>
        <w:rPr>
          <w:lang w:val="en-CA"/>
        </w:rPr>
      </w:pPr>
    </w:p>
    <w:p w14:paraId="10DC8184" w14:textId="070A3B6E" w:rsidR="001F2FBD" w:rsidRDefault="001F2FBD" w:rsidP="00646082">
      <w:pPr>
        <w:pStyle w:val="CFFIRST"/>
        <w:rPr>
          <w:lang w:val="en-CA"/>
        </w:rPr>
      </w:pPr>
      <w:r>
        <w:rPr>
          <w:lang w:val="en-CA"/>
        </w:rPr>
        <w:t>Happy Labbing!</w:t>
      </w:r>
    </w:p>
    <w:p w14:paraId="2E96984B" w14:textId="625D4AF6" w:rsidR="001F2FBD" w:rsidRDefault="001F2FBD" w:rsidP="00646082">
      <w:pPr>
        <w:pStyle w:val="CFFIRST"/>
        <w:rPr>
          <w:lang w:val="en-CA"/>
        </w:rPr>
      </w:pPr>
    </w:p>
    <w:p w14:paraId="3011B7C7" w14:textId="5A58E51B" w:rsidR="001F2FBD" w:rsidRDefault="001F2FBD" w:rsidP="00646082">
      <w:pPr>
        <w:pStyle w:val="CFFIRST"/>
        <w:rPr>
          <w:lang w:val="en-CA"/>
        </w:rPr>
      </w:pPr>
      <w:r>
        <w:rPr>
          <w:lang w:val="en-CA"/>
        </w:rPr>
        <w:t>Brad, Brad, and Vinit</w:t>
      </w:r>
    </w:p>
    <w:sectPr w:rsidR="001F2FBD" w:rsidSect="00A220FA">
      <w:pgSz w:w="12240" w:h="15840"/>
      <w:pgMar w:top="1440" w:right="1800" w:bottom="1440" w:left="1800" w:header="720" w:footer="720" w:gutter="0"/>
      <w:pgBorders w:offsetFrom="page">
        <w:top w:val="single" w:sz="4" w:space="24" w:color="auto"/>
        <w:bottom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3A621" w14:textId="77777777" w:rsidR="00D37442" w:rsidRDefault="00D37442" w:rsidP="00236956">
      <w:r>
        <w:separator/>
      </w:r>
    </w:p>
  </w:endnote>
  <w:endnote w:type="continuationSeparator" w:id="0">
    <w:p w14:paraId="061FC37D" w14:textId="77777777" w:rsidR="00D37442" w:rsidRDefault="00D37442" w:rsidP="0023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oRegular">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40BB6" w14:textId="77777777" w:rsidR="00D37442" w:rsidRDefault="00D37442" w:rsidP="00236956">
      <w:r>
        <w:separator/>
      </w:r>
    </w:p>
  </w:footnote>
  <w:footnote w:type="continuationSeparator" w:id="0">
    <w:p w14:paraId="04DDD555" w14:textId="77777777" w:rsidR="00D37442" w:rsidRDefault="00D37442" w:rsidP="00236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B2ECA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C2FA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F000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D9681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74D2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A611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4ADD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2CE3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9AAD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E6AF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E5E54"/>
    <w:multiLevelType w:val="hybridMultilevel"/>
    <w:tmpl w:val="06AEA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FB6DDE"/>
    <w:multiLevelType w:val="multilevel"/>
    <w:tmpl w:val="FF6EA71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DB021B"/>
    <w:multiLevelType w:val="multilevel"/>
    <w:tmpl w:val="089A7E36"/>
    <w:lvl w:ilvl="0">
      <w:start w:val="1"/>
      <w:numFmt w:val="bullet"/>
      <w:lvlText w:val="■"/>
      <w:lvlJc w:val="left"/>
      <w:pPr>
        <w:tabs>
          <w:tab w:val="num" w:pos="360"/>
        </w:tabs>
        <w:ind w:left="1598" w:hanging="331"/>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5B131F"/>
    <w:multiLevelType w:val="multilevel"/>
    <w:tmpl w:val="E66C58C8"/>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5E13A1"/>
    <w:multiLevelType w:val="multilevel"/>
    <w:tmpl w:val="FF6EA71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6900BC"/>
    <w:multiLevelType w:val="multilevel"/>
    <w:tmpl w:val="2DC8984E"/>
    <w:lvl w:ilvl="0">
      <w:start w:val="1"/>
      <w:numFmt w:val="bullet"/>
      <w:lvlText w:val="■"/>
      <w:lvlJc w:val="left"/>
      <w:pPr>
        <w:tabs>
          <w:tab w:val="num" w:pos="360"/>
        </w:tabs>
        <w:ind w:left="163" w:firstLine="110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C5ACC"/>
    <w:multiLevelType w:val="multilevel"/>
    <w:tmpl w:val="00204842"/>
    <w:lvl w:ilvl="0">
      <w:start w:val="1"/>
      <w:numFmt w:val="bullet"/>
      <w:lvlText w:val="■"/>
      <w:lvlJc w:val="left"/>
      <w:pPr>
        <w:tabs>
          <w:tab w:val="num" w:pos="720"/>
        </w:tabs>
        <w:ind w:left="108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1A5251"/>
    <w:multiLevelType w:val="hybridMultilevel"/>
    <w:tmpl w:val="BAF86BF8"/>
    <w:lvl w:ilvl="0" w:tplc="05607C8E">
      <w:start w:val="1"/>
      <w:numFmt w:val="bullet"/>
      <w:pStyle w:val="NLBLFIRST"/>
      <w:lvlText w:val="■"/>
      <w:lvlJc w:val="left"/>
      <w:pPr>
        <w:tabs>
          <w:tab w:val="num" w:pos="360"/>
        </w:tabs>
        <w:ind w:left="108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84B29"/>
    <w:multiLevelType w:val="hybridMultilevel"/>
    <w:tmpl w:val="5A92F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940D56"/>
    <w:multiLevelType w:val="multilevel"/>
    <w:tmpl w:val="833401CA"/>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070A88"/>
    <w:multiLevelType w:val="hybridMultilevel"/>
    <w:tmpl w:val="877876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646C25"/>
    <w:multiLevelType w:val="multilevel"/>
    <w:tmpl w:val="FF6EA71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226F8"/>
    <w:multiLevelType w:val="hybridMultilevel"/>
    <w:tmpl w:val="FF6EA71E"/>
    <w:lvl w:ilvl="0" w:tplc="68B419F4">
      <w:start w:val="1"/>
      <w:numFmt w:val="bullet"/>
      <w:pStyle w:val="BLFIRS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DA07FA"/>
    <w:multiLevelType w:val="hybridMultilevel"/>
    <w:tmpl w:val="7C068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AC7786"/>
    <w:multiLevelType w:val="multilevel"/>
    <w:tmpl w:val="596E4D9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270643"/>
    <w:multiLevelType w:val="hybridMultilevel"/>
    <w:tmpl w:val="AF7832B0"/>
    <w:lvl w:ilvl="0" w:tplc="600620E0">
      <w:start w:val="1"/>
      <w:numFmt w:val="bullet"/>
      <w:pStyle w:val="NLBLMID"/>
      <w:lvlText w:val="■"/>
      <w:lvlJc w:val="left"/>
      <w:pPr>
        <w:tabs>
          <w:tab w:val="num" w:pos="1080"/>
        </w:tabs>
        <w:ind w:left="1800" w:hanging="360"/>
      </w:pPr>
      <w:rPr>
        <w:rFonts w:ascii="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D24748A"/>
    <w:multiLevelType w:val="hybridMultilevel"/>
    <w:tmpl w:val="4E70B5E4"/>
    <w:lvl w:ilvl="0" w:tplc="3B0493DA">
      <w:start w:val="1"/>
      <w:numFmt w:val="bullet"/>
      <w:pStyle w:val="NLBLLAST"/>
      <w:lvlText w:val="■"/>
      <w:lvlJc w:val="left"/>
      <w:pPr>
        <w:tabs>
          <w:tab w:val="num" w:pos="720"/>
        </w:tabs>
        <w:ind w:left="108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684F72"/>
    <w:multiLevelType w:val="hybridMultilevel"/>
    <w:tmpl w:val="0C08E0E0"/>
    <w:lvl w:ilvl="0" w:tplc="6FE065F4">
      <w:start w:val="1"/>
      <w:numFmt w:val="bullet"/>
      <w:pStyle w:val="SLBLFIRST"/>
      <w:lvlText w:val="■"/>
      <w:lvlJc w:val="left"/>
      <w:pPr>
        <w:tabs>
          <w:tab w:val="num" w:pos="1598"/>
        </w:tabs>
        <w:ind w:left="1598" w:hanging="331"/>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7"/>
  </w:num>
  <w:num w:numId="3">
    <w:abstractNumId w:val="25"/>
  </w:num>
  <w:num w:numId="4">
    <w:abstractNumId w:val="26"/>
  </w:num>
  <w:num w:numId="5">
    <w:abstractNumId w:val="27"/>
  </w:num>
  <w:num w:numId="6">
    <w:abstractNumId w:val="2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4"/>
  </w:num>
  <w:num w:numId="18">
    <w:abstractNumId w:val="13"/>
  </w:num>
  <w:num w:numId="19">
    <w:abstractNumId w:val="21"/>
  </w:num>
  <w:num w:numId="20">
    <w:abstractNumId w:val="14"/>
  </w:num>
  <w:num w:numId="21">
    <w:abstractNumId w:val="11"/>
  </w:num>
  <w:num w:numId="22">
    <w:abstractNumId w:val="19"/>
  </w:num>
  <w:num w:numId="23">
    <w:abstractNumId w:val="16"/>
  </w:num>
  <w:num w:numId="24">
    <w:abstractNumId w:val="15"/>
  </w:num>
  <w:num w:numId="25">
    <w:abstractNumId w:val="12"/>
  </w:num>
  <w:num w:numId="26">
    <w:abstractNumId w:val="10"/>
  </w:num>
  <w:num w:numId="27">
    <w:abstractNumId w:val="18"/>
  </w:num>
  <w:num w:numId="28">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CA" w:vendorID="64" w:dllVersion="6" w:nlCheck="1" w:checkStyle="0"/>
  <w:activeWritingStyle w:appName="MSWord" w:lang="en-US" w:vendorID="64" w:dllVersion="6" w:nlCheck="1" w:checkStyle="0"/>
  <w:activeWritingStyle w:appName="MSWord" w:lang="en-GB" w:vendorID="64" w:dllVersion="6" w:nlCheck="1" w:checkStyle="1"/>
  <w:activeWritingStyle w:appName="MSWord" w:lang="en-CA" w:vendorID="64" w:dllVersion="0" w:nlCheck="1" w:checkStyle="0"/>
  <w:activeWritingStyle w:appName="MSWord" w:lang="en-US" w:vendorID="64" w:dllVersion="0" w:nlCheck="1" w:checkStyle="0"/>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326"/>
    <w:rsid w:val="000006AB"/>
    <w:rsid w:val="00001624"/>
    <w:rsid w:val="00002DCE"/>
    <w:rsid w:val="0000421C"/>
    <w:rsid w:val="000044E8"/>
    <w:rsid w:val="00004AAD"/>
    <w:rsid w:val="000059D8"/>
    <w:rsid w:val="00005A5B"/>
    <w:rsid w:val="00005C18"/>
    <w:rsid w:val="00006F02"/>
    <w:rsid w:val="00011789"/>
    <w:rsid w:val="00011B3F"/>
    <w:rsid w:val="0001286C"/>
    <w:rsid w:val="000160B2"/>
    <w:rsid w:val="00017BA6"/>
    <w:rsid w:val="0002067C"/>
    <w:rsid w:val="00020E2F"/>
    <w:rsid w:val="000218DA"/>
    <w:rsid w:val="0002213A"/>
    <w:rsid w:val="000222CB"/>
    <w:rsid w:val="00025533"/>
    <w:rsid w:val="00025C24"/>
    <w:rsid w:val="00026183"/>
    <w:rsid w:val="0002666E"/>
    <w:rsid w:val="000307F2"/>
    <w:rsid w:val="0003104B"/>
    <w:rsid w:val="0003142E"/>
    <w:rsid w:val="00031BEE"/>
    <w:rsid w:val="00032948"/>
    <w:rsid w:val="00033825"/>
    <w:rsid w:val="00034086"/>
    <w:rsid w:val="00034996"/>
    <w:rsid w:val="00036E2A"/>
    <w:rsid w:val="00036F16"/>
    <w:rsid w:val="0003792C"/>
    <w:rsid w:val="00040DB4"/>
    <w:rsid w:val="0004119A"/>
    <w:rsid w:val="00041D25"/>
    <w:rsid w:val="00044015"/>
    <w:rsid w:val="00046376"/>
    <w:rsid w:val="00046B32"/>
    <w:rsid w:val="00050C27"/>
    <w:rsid w:val="000513AE"/>
    <w:rsid w:val="00053E6E"/>
    <w:rsid w:val="000546C1"/>
    <w:rsid w:val="00055D71"/>
    <w:rsid w:val="000560D2"/>
    <w:rsid w:val="00056841"/>
    <w:rsid w:val="0006088C"/>
    <w:rsid w:val="00061E82"/>
    <w:rsid w:val="00062996"/>
    <w:rsid w:val="00063CDE"/>
    <w:rsid w:val="000645F3"/>
    <w:rsid w:val="00064743"/>
    <w:rsid w:val="0006664E"/>
    <w:rsid w:val="000673FA"/>
    <w:rsid w:val="0007156F"/>
    <w:rsid w:val="00072752"/>
    <w:rsid w:val="0007339C"/>
    <w:rsid w:val="00073865"/>
    <w:rsid w:val="00077794"/>
    <w:rsid w:val="00077BEA"/>
    <w:rsid w:val="00077FED"/>
    <w:rsid w:val="000803EA"/>
    <w:rsid w:val="0008147D"/>
    <w:rsid w:val="00081B75"/>
    <w:rsid w:val="00084300"/>
    <w:rsid w:val="0008651F"/>
    <w:rsid w:val="000876E5"/>
    <w:rsid w:val="00087B4E"/>
    <w:rsid w:val="00090E20"/>
    <w:rsid w:val="0009168B"/>
    <w:rsid w:val="000921F3"/>
    <w:rsid w:val="000925EF"/>
    <w:rsid w:val="00093382"/>
    <w:rsid w:val="00093CD4"/>
    <w:rsid w:val="00096AC5"/>
    <w:rsid w:val="00097FB9"/>
    <w:rsid w:val="000A14E1"/>
    <w:rsid w:val="000A2B3E"/>
    <w:rsid w:val="000A55BC"/>
    <w:rsid w:val="000A6FBE"/>
    <w:rsid w:val="000B06F0"/>
    <w:rsid w:val="000B0B4B"/>
    <w:rsid w:val="000B0D15"/>
    <w:rsid w:val="000B0FFC"/>
    <w:rsid w:val="000B157B"/>
    <w:rsid w:val="000B2C42"/>
    <w:rsid w:val="000B33AF"/>
    <w:rsid w:val="000B43BC"/>
    <w:rsid w:val="000B49BB"/>
    <w:rsid w:val="000B4ACB"/>
    <w:rsid w:val="000B4F4F"/>
    <w:rsid w:val="000B57A6"/>
    <w:rsid w:val="000B5F91"/>
    <w:rsid w:val="000B6064"/>
    <w:rsid w:val="000B6345"/>
    <w:rsid w:val="000B7084"/>
    <w:rsid w:val="000B76EE"/>
    <w:rsid w:val="000B7F00"/>
    <w:rsid w:val="000C056A"/>
    <w:rsid w:val="000C085A"/>
    <w:rsid w:val="000C0E4D"/>
    <w:rsid w:val="000C0EB3"/>
    <w:rsid w:val="000C21C6"/>
    <w:rsid w:val="000C3224"/>
    <w:rsid w:val="000C3465"/>
    <w:rsid w:val="000C37EB"/>
    <w:rsid w:val="000C42AB"/>
    <w:rsid w:val="000C452C"/>
    <w:rsid w:val="000C4C26"/>
    <w:rsid w:val="000C4F0F"/>
    <w:rsid w:val="000D0B4F"/>
    <w:rsid w:val="000D0DAC"/>
    <w:rsid w:val="000D22B8"/>
    <w:rsid w:val="000D2768"/>
    <w:rsid w:val="000D2BD4"/>
    <w:rsid w:val="000D2FEC"/>
    <w:rsid w:val="000D2FFA"/>
    <w:rsid w:val="000D337E"/>
    <w:rsid w:val="000D3894"/>
    <w:rsid w:val="000D3D24"/>
    <w:rsid w:val="000D3E85"/>
    <w:rsid w:val="000D4AAB"/>
    <w:rsid w:val="000D5359"/>
    <w:rsid w:val="000E0043"/>
    <w:rsid w:val="000E1349"/>
    <w:rsid w:val="000E324A"/>
    <w:rsid w:val="000E39D8"/>
    <w:rsid w:val="000E42E2"/>
    <w:rsid w:val="000E4DAF"/>
    <w:rsid w:val="000E4F78"/>
    <w:rsid w:val="000E5CB2"/>
    <w:rsid w:val="000E6285"/>
    <w:rsid w:val="000F0748"/>
    <w:rsid w:val="000F135B"/>
    <w:rsid w:val="000F1876"/>
    <w:rsid w:val="000F44C5"/>
    <w:rsid w:val="000F4797"/>
    <w:rsid w:val="000F4D21"/>
    <w:rsid w:val="000F4E86"/>
    <w:rsid w:val="000F5D4F"/>
    <w:rsid w:val="000F6409"/>
    <w:rsid w:val="000F6D03"/>
    <w:rsid w:val="000F75E7"/>
    <w:rsid w:val="001055F9"/>
    <w:rsid w:val="001067F1"/>
    <w:rsid w:val="00106BDF"/>
    <w:rsid w:val="001071F0"/>
    <w:rsid w:val="00110067"/>
    <w:rsid w:val="001101E2"/>
    <w:rsid w:val="00110751"/>
    <w:rsid w:val="00112771"/>
    <w:rsid w:val="0011498D"/>
    <w:rsid w:val="00114EFC"/>
    <w:rsid w:val="00115D29"/>
    <w:rsid w:val="00117B56"/>
    <w:rsid w:val="00120B49"/>
    <w:rsid w:val="00121C90"/>
    <w:rsid w:val="00122EB3"/>
    <w:rsid w:val="00124208"/>
    <w:rsid w:val="00125545"/>
    <w:rsid w:val="001306DB"/>
    <w:rsid w:val="00130CC1"/>
    <w:rsid w:val="00130E3A"/>
    <w:rsid w:val="001315B6"/>
    <w:rsid w:val="00132D92"/>
    <w:rsid w:val="0013372D"/>
    <w:rsid w:val="00133D07"/>
    <w:rsid w:val="00135BD9"/>
    <w:rsid w:val="00136450"/>
    <w:rsid w:val="001367EC"/>
    <w:rsid w:val="00137D62"/>
    <w:rsid w:val="00140CF5"/>
    <w:rsid w:val="00141269"/>
    <w:rsid w:val="00143109"/>
    <w:rsid w:val="00146684"/>
    <w:rsid w:val="00146A3F"/>
    <w:rsid w:val="0014765C"/>
    <w:rsid w:val="0015030A"/>
    <w:rsid w:val="00150CE6"/>
    <w:rsid w:val="00150E3C"/>
    <w:rsid w:val="00151C67"/>
    <w:rsid w:val="001539A1"/>
    <w:rsid w:val="001548C0"/>
    <w:rsid w:val="00154E79"/>
    <w:rsid w:val="00155861"/>
    <w:rsid w:val="00157AC7"/>
    <w:rsid w:val="00161A01"/>
    <w:rsid w:val="00161FEE"/>
    <w:rsid w:val="00162354"/>
    <w:rsid w:val="00162DB2"/>
    <w:rsid w:val="00163D9D"/>
    <w:rsid w:val="00164363"/>
    <w:rsid w:val="00164D6B"/>
    <w:rsid w:val="00166DF9"/>
    <w:rsid w:val="00171843"/>
    <w:rsid w:val="00171ED7"/>
    <w:rsid w:val="00176DEC"/>
    <w:rsid w:val="00177CA6"/>
    <w:rsid w:val="00180783"/>
    <w:rsid w:val="00184EFD"/>
    <w:rsid w:val="001852D9"/>
    <w:rsid w:val="00185B61"/>
    <w:rsid w:val="001876A7"/>
    <w:rsid w:val="00190486"/>
    <w:rsid w:val="00190CCC"/>
    <w:rsid w:val="00190F21"/>
    <w:rsid w:val="00192A5D"/>
    <w:rsid w:val="001954CA"/>
    <w:rsid w:val="0019566E"/>
    <w:rsid w:val="00195856"/>
    <w:rsid w:val="001969B2"/>
    <w:rsid w:val="001A01CD"/>
    <w:rsid w:val="001A053E"/>
    <w:rsid w:val="001A1482"/>
    <w:rsid w:val="001A1FB4"/>
    <w:rsid w:val="001A2AF6"/>
    <w:rsid w:val="001A2C83"/>
    <w:rsid w:val="001A427D"/>
    <w:rsid w:val="001A62FB"/>
    <w:rsid w:val="001A670F"/>
    <w:rsid w:val="001A7DE9"/>
    <w:rsid w:val="001B1DFD"/>
    <w:rsid w:val="001B22C7"/>
    <w:rsid w:val="001B299B"/>
    <w:rsid w:val="001B2CF2"/>
    <w:rsid w:val="001B38B6"/>
    <w:rsid w:val="001B50AF"/>
    <w:rsid w:val="001B584E"/>
    <w:rsid w:val="001B626B"/>
    <w:rsid w:val="001B69B7"/>
    <w:rsid w:val="001B6B3F"/>
    <w:rsid w:val="001B711D"/>
    <w:rsid w:val="001B7DA5"/>
    <w:rsid w:val="001C00D9"/>
    <w:rsid w:val="001C0F4D"/>
    <w:rsid w:val="001C100D"/>
    <w:rsid w:val="001C339C"/>
    <w:rsid w:val="001C4A12"/>
    <w:rsid w:val="001C4BBA"/>
    <w:rsid w:val="001C5E6C"/>
    <w:rsid w:val="001D0E3C"/>
    <w:rsid w:val="001D27D8"/>
    <w:rsid w:val="001D3E18"/>
    <w:rsid w:val="001D44A9"/>
    <w:rsid w:val="001D4D34"/>
    <w:rsid w:val="001D4F1B"/>
    <w:rsid w:val="001D535B"/>
    <w:rsid w:val="001D6863"/>
    <w:rsid w:val="001E1534"/>
    <w:rsid w:val="001E1A3F"/>
    <w:rsid w:val="001E221D"/>
    <w:rsid w:val="001E2E26"/>
    <w:rsid w:val="001E2F7B"/>
    <w:rsid w:val="001E3CAB"/>
    <w:rsid w:val="001F043E"/>
    <w:rsid w:val="001F1204"/>
    <w:rsid w:val="001F1AED"/>
    <w:rsid w:val="001F27F3"/>
    <w:rsid w:val="001F2FBD"/>
    <w:rsid w:val="001F30F0"/>
    <w:rsid w:val="001F30FA"/>
    <w:rsid w:val="001F39C0"/>
    <w:rsid w:val="001F4059"/>
    <w:rsid w:val="001F7CF9"/>
    <w:rsid w:val="0020037B"/>
    <w:rsid w:val="00201BEA"/>
    <w:rsid w:val="00201F93"/>
    <w:rsid w:val="002025FB"/>
    <w:rsid w:val="00202AE9"/>
    <w:rsid w:val="002054D6"/>
    <w:rsid w:val="0020637D"/>
    <w:rsid w:val="00207126"/>
    <w:rsid w:val="00207FC0"/>
    <w:rsid w:val="0021063A"/>
    <w:rsid w:val="00211121"/>
    <w:rsid w:val="00211D0F"/>
    <w:rsid w:val="00211E03"/>
    <w:rsid w:val="00213108"/>
    <w:rsid w:val="002135CE"/>
    <w:rsid w:val="0021377F"/>
    <w:rsid w:val="00214056"/>
    <w:rsid w:val="00217062"/>
    <w:rsid w:val="00217359"/>
    <w:rsid w:val="00220714"/>
    <w:rsid w:val="00221BCC"/>
    <w:rsid w:val="00222A8E"/>
    <w:rsid w:val="00224A00"/>
    <w:rsid w:val="00225730"/>
    <w:rsid w:val="002269BA"/>
    <w:rsid w:val="002278C3"/>
    <w:rsid w:val="00230581"/>
    <w:rsid w:val="00231CCF"/>
    <w:rsid w:val="00232EAA"/>
    <w:rsid w:val="00233559"/>
    <w:rsid w:val="00233596"/>
    <w:rsid w:val="00233A07"/>
    <w:rsid w:val="0023401A"/>
    <w:rsid w:val="00234881"/>
    <w:rsid w:val="00236108"/>
    <w:rsid w:val="00236956"/>
    <w:rsid w:val="00237C92"/>
    <w:rsid w:val="00237E68"/>
    <w:rsid w:val="00242AC1"/>
    <w:rsid w:val="0024326C"/>
    <w:rsid w:val="00243C07"/>
    <w:rsid w:val="002449F0"/>
    <w:rsid w:val="00245B4B"/>
    <w:rsid w:val="00247D5E"/>
    <w:rsid w:val="00250547"/>
    <w:rsid w:val="00250C28"/>
    <w:rsid w:val="00252C05"/>
    <w:rsid w:val="002537EC"/>
    <w:rsid w:val="00253AB8"/>
    <w:rsid w:val="00253BCE"/>
    <w:rsid w:val="002563B8"/>
    <w:rsid w:val="00257129"/>
    <w:rsid w:val="00260B2A"/>
    <w:rsid w:val="00261DCC"/>
    <w:rsid w:val="00263F79"/>
    <w:rsid w:val="0026727F"/>
    <w:rsid w:val="0027068B"/>
    <w:rsid w:val="00272184"/>
    <w:rsid w:val="002721FB"/>
    <w:rsid w:val="002728BD"/>
    <w:rsid w:val="00272BF6"/>
    <w:rsid w:val="00272C38"/>
    <w:rsid w:val="00272FF9"/>
    <w:rsid w:val="0027307B"/>
    <w:rsid w:val="0027501D"/>
    <w:rsid w:val="00275890"/>
    <w:rsid w:val="002767AE"/>
    <w:rsid w:val="00276B6B"/>
    <w:rsid w:val="002770E7"/>
    <w:rsid w:val="002775CB"/>
    <w:rsid w:val="002775E9"/>
    <w:rsid w:val="0027797B"/>
    <w:rsid w:val="002779E9"/>
    <w:rsid w:val="00277A17"/>
    <w:rsid w:val="00277D13"/>
    <w:rsid w:val="002804DA"/>
    <w:rsid w:val="00280D92"/>
    <w:rsid w:val="00280F70"/>
    <w:rsid w:val="00282AB6"/>
    <w:rsid w:val="00282FB9"/>
    <w:rsid w:val="0028446E"/>
    <w:rsid w:val="00285102"/>
    <w:rsid w:val="00285147"/>
    <w:rsid w:val="00286894"/>
    <w:rsid w:val="00286B44"/>
    <w:rsid w:val="00287DDE"/>
    <w:rsid w:val="002900B2"/>
    <w:rsid w:val="0029203B"/>
    <w:rsid w:val="0029272C"/>
    <w:rsid w:val="0029377E"/>
    <w:rsid w:val="00293FCC"/>
    <w:rsid w:val="00294C51"/>
    <w:rsid w:val="002962EC"/>
    <w:rsid w:val="002A11E5"/>
    <w:rsid w:val="002A13F6"/>
    <w:rsid w:val="002A2535"/>
    <w:rsid w:val="002A69B2"/>
    <w:rsid w:val="002B16F2"/>
    <w:rsid w:val="002B2561"/>
    <w:rsid w:val="002B3BCC"/>
    <w:rsid w:val="002B4584"/>
    <w:rsid w:val="002B4BB9"/>
    <w:rsid w:val="002B4D67"/>
    <w:rsid w:val="002B5BBE"/>
    <w:rsid w:val="002C0AA5"/>
    <w:rsid w:val="002C1744"/>
    <w:rsid w:val="002C51E9"/>
    <w:rsid w:val="002C53B7"/>
    <w:rsid w:val="002D1787"/>
    <w:rsid w:val="002D2066"/>
    <w:rsid w:val="002D3073"/>
    <w:rsid w:val="002D6EFC"/>
    <w:rsid w:val="002D7F2A"/>
    <w:rsid w:val="002E0855"/>
    <w:rsid w:val="002E259F"/>
    <w:rsid w:val="002E2698"/>
    <w:rsid w:val="002E2FDF"/>
    <w:rsid w:val="002E3BF4"/>
    <w:rsid w:val="002E4C13"/>
    <w:rsid w:val="002E4CAF"/>
    <w:rsid w:val="002E69E4"/>
    <w:rsid w:val="002E71A2"/>
    <w:rsid w:val="002F00A9"/>
    <w:rsid w:val="002F04D0"/>
    <w:rsid w:val="002F084D"/>
    <w:rsid w:val="002F0A52"/>
    <w:rsid w:val="002F1E69"/>
    <w:rsid w:val="002F356D"/>
    <w:rsid w:val="002F567A"/>
    <w:rsid w:val="002F5C87"/>
    <w:rsid w:val="002F65C4"/>
    <w:rsid w:val="002F6C27"/>
    <w:rsid w:val="002F7FC5"/>
    <w:rsid w:val="00300A4F"/>
    <w:rsid w:val="00300AD6"/>
    <w:rsid w:val="00304186"/>
    <w:rsid w:val="00304AF9"/>
    <w:rsid w:val="00304CF3"/>
    <w:rsid w:val="00305F3E"/>
    <w:rsid w:val="00307346"/>
    <w:rsid w:val="003118F2"/>
    <w:rsid w:val="00314208"/>
    <w:rsid w:val="00315511"/>
    <w:rsid w:val="00315ADA"/>
    <w:rsid w:val="00315DB0"/>
    <w:rsid w:val="003164E0"/>
    <w:rsid w:val="00316A0C"/>
    <w:rsid w:val="00316C66"/>
    <w:rsid w:val="003179F9"/>
    <w:rsid w:val="003205A0"/>
    <w:rsid w:val="00320931"/>
    <w:rsid w:val="00320E54"/>
    <w:rsid w:val="00320EB3"/>
    <w:rsid w:val="00321019"/>
    <w:rsid w:val="0032161A"/>
    <w:rsid w:val="00322383"/>
    <w:rsid w:val="00322996"/>
    <w:rsid w:val="00322AF8"/>
    <w:rsid w:val="00323042"/>
    <w:rsid w:val="00323CFF"/>
    <w:rsid w:val="003251CA"/>
    <w:rsid w:val="00325270"/>
    <w:rsid w:val="0032577C"/>
    <w:rsid w:val="00325BEF"/>
    <w:rsid w:val="003306C0"/>
    <w:rsid w:val="0033079E"/>
    <w:rsid w:val="00330F03"/>
    <w:rsid w:val="0033382C"/>
    <w:rsid w:val="00333AB0"/>
    <w:rsid w:val="00334AC9"/>
    <w:rsid w:val="00335760"/>
    <w:rsid w:val="00336407"/>
    <w:rsid w:val="00336F95"/>
    <w:rsid w:val="00340B39"/>
    <w:rsid w:val="00341D0D"/>
    <w:rsid w:val="00345ABE"/>
    <w:rsid w:val="00345CA7"/>
    <w:rsid w:val="00351763"/>
    <w:rsid w:val="0035189F"/>
    <w:rsid w:val="00353018"/>
    <w:rsid w:val="00353A52"/>
    <w:rsid w:val="00355CDD"/>
    <w:rsid w:val="0035643A"/>
    <w:rsid w:val="003564ED"/>
    <w:rsid w:val="00357FCE"/>
    <w:rsid w:val="00360030"/>
    <w:rsid w:val="00361DFE"/>
    <w:rsid w:val="0036312D"/>
    <w:rsid w:val="00363818"/>
    <w:rsid w:val="00364114"/>
    <w:rsid w:val="0036447C"/>
    <w:rsid w:val="00364D78"/>
    <w:rsid w:val="00365009"/>
    <w:rsid w:val="003671A4"/>
    <w:rsid w:val="003677D5"/>
    <w:rsid w:val="003728C9"/>
    <w:rsid w:val="00372E35"/>
    <w:rsid w:val="003736C9"/>
    <w:rsid w:val="00374855"/>
    <w:rsid w:val="003750B7"/>
    <w:rsid w:val="00375B53"/>
    <w:rsid w:val="00375FDB"/>
    <w:rsid w:val="00380101"/>
    <w:rsid w:val="003802E0"/>
    <w:rsid w:val="003810B5"/>
    <w:rsid w:val="003835FB"/>
    <w:rsid w:val="00383BA0"/>
    <w:rsid w:val="003844EB"/>
    <w:rsid w:val="00385135"/>
    <w:rsid w:val="003869B4"/>
    <w:rsid w:val="00387062"/>
    <w:rsid w:val="003873A7"/>
    <w:rsid w:val="00387A39"/>
    <w:rsid w:val="00387B56"/>
    <w:rsid w:val="00390906"/>
    <w:rsid w:val="00396537"/>
    <w:rsid w:val="003967E3"/>
    <w:rsid w:val="00397F9D"/>
    <w:rsid w:val="003A089E"/>
    <w:rsid w:val="003A127D"/>
    <w:rsid w:val="003A242D"/>
    <w:rsid w:val="003A37DC"/>
    <w:rsid w:val="003A5F4F"/>
    <w:rsid w:val="003A71D7"/>
    <w:rsid w:val="003A7364"/>
    <w:rsid w:val="003B0F1E"/>
    <w:rsid w:val="003B4218"/>
    <w:rsid w:val="003B5191"/>
    <w:rsid w:val="003B5446"/>
    <w:rsid w:val="003B5513"/>
    <w:rsid w:val="003B6E74"/>
    <w:rsid w:val="003B6FF5"/>
    <w:rsid w:val="003B72EC"/>
    <w:rsid w:val="003C08F8"/>
    <w:rsid w:val="003C0A13"/>
    <w:rsid w:val="003C2D4B"/>
    <w:rsid w:val="003C36C1"/>
    <w:rsid w:val="003C69E2"/>
    <w:rsid w:val="003D009D"/>
    <w:rsid w:val="003D0DD6"/>
    <w:rsid w:val="003D3DFB"/>
    <w:rsid w:val="003D4444"/>
    <w:rsid w:val="003D5207"/>
    <w:rsid w:val="003D58BA"/>
    <w:rsid w:val="003D638C"/>
    <w:rsid w:val="003D74C6"/>
    <w:rsid w:val="003D7FA9"/>
    <w:rsid w:val="003E04DA"/>
    <w:rsid w:val="003E1883"/>
    <w:rsid w:val="003E2871"/>
    <w:rsid w:val="003E34F4"/>
    <w:rsid w:val="003E3C38"/>
    <w:rsid w:val="003E41EC"/>
    <w:rsid w:val="003E5902"/>
    <w:rsid w:val="003E5DC9"/>
    <w:rsid w:val="003E78C6"/>
    <w:rsid w:val="003F070A"/>
    <w:rsid w:val="003F0EDD"/>
    <w:rsid w:val="003F241B"/>
    <w:rsid w:val="003F4885"/>
    <w:rsid w:val="003F59FC"/>
    <w:rsid w:val="0040228C"/>
    <w:rsid w:val="00402D64"/>
    <w:rsid w:val="00404AE3"/>
    <w:rsid w:val="0040562F"/>
    <w:rsid w:val="00406023"/>
    <w:rsid w:val="004071CE"/>
    <w:rsid w:val="00410774"/>
    <w:rsid w:val="004114EF"/>
    <w:rsid w:val="00411F6E"/>
    <w:rsid w:val="004121A4"/>
    <w:rsid w:val="00412EEA"/>
    <w:rsid w:val="0041355B"/>
    <w:rsid w:val="00413A0E"/>
    <w:rsid w:val="00414350"/>
    <w:rsid w:val="004148CF"/>
    <w:rsid w:val="00415079"/>
    <w:rsid w:val="004151A8"/>
    <w:rsid w:val="0041554D"/>
    <w:rsid w:val="004170D6"/>
    <w:rsid w:val="0041769D"/>
    <w:rsid w:val="00417C69"/>
    <w:rsid w:val="004205C2"/>
    <w:rsid w:val="00420A85"/>
    <w:rsid w:val="00421614"/>
    <w:rsid w:val="00422423"/>
    <w:rsid w:val="00424199"/>
    <w:rsid w:val="00424D7C"/>
    <w:rsid w:val="0042517C"/>
    <w:rsid w:val="00425788"/>
    <w:rsid w:val="004260AE"/>
    <w:rsid w:val="0042611D"/>
    <w:rsid w:val="00426E65"/>
    <w:rsid w:val="004278C1"/>
    <w:rsid w:val="00430ECB"/>
    <w:rsid w:val="00430FC0"/>
    <w:rsid w:val="00431B18"/>
    <w:rsid w:val="004327BF"/>
    <w:rsid w:val="00432B9E"/>
    <w:rsid w:val="00432DF6"/>
    <w:rsid w:val="00432F86"/>
    <w:rsid w:val="00435E69"/>
    <w:rsid w:val="00436350"/>
    <w:rsid w:val="00436A72"/>
    <w:rsid w:val="00441F1D"/>
    <w:rsid w:val="00444DA2"/>
    <w:rsid w:val="00444E62"/>
    <w:rsid w:val="00445FAE"/>
    <w:rsid w:val="00446180"/>
    <w:rsid w:val="00446BA8"/>
    <w:rsid w:val="00447A99"/>
    <w:rsid w:val="00447E81"/>
    <w:rsid w:val="004501E1"/>
    <w:rsid w:val="004506EC"/>
    <w:rsid w:val="0045099B"/>
    <w:rsid w:val="00450BA7"/>
    <w:rsid w:val="00451EF3"/>
    <w:rsid w:val="00451F76"/>
    <w:rsid w:val="00452CE7"/>
    <w:rsid w:val="004531C5"/>
    <w:rsid w:val="00453407"/>
    <w:rsid w:val="00454549"/>
    <w:rsid w:val="0045493B"/>
    <w:rsid w:val="00455216"/>
    <w:rsid w:val="00455393"/>
    <w:rsid w:val="0045626C"/>
    <w:rsid w:val="004603D8"/>
    <w:rsid w:val="0046201B"/>
    <w:rsid w:val="004620F2"/>
    <w:rsid w:val="004642A4"/>
    <w:rsid w:val="00467208"/>
    <w:rsid w:val="00467980"/>
    <w:rsid w:val="00470B1F"/>
    <w:rsid w:val="00471CC0"/>
    <w:rsid w:val="00472060"/>
    <w:rsid w:val="004735DE"/>
    <w:rsid w:val="00473E7B"/>
    <w:rsid w:val="0047664F"/>
    <w:rsid w:val="00476A1F"/>
    <w:rsid w:val="0047731D"/>
    <w:rsid w:val="00477B64"/>
    <w:rsid w:val="004822BC"/>
    <w:rsid w:val="00482E80"/>
    <w:rsid w:val="00483104"/>
    <w:rsid w:val="0048328D"/>
    <w:rsid w:val="00483597"/>
    <w:rsid w:val="0048376F"/>
    <w:rsid w:val="004844FE"/>
    <w:rsid w:val="00484CB7"/>
    <w:rsid w:val="00485728"/>
    <w:rsid w:val="00492BF1"/>
    <w:rsid w:val="00492CA9"/>
    <w:rsid w:val="004930C7"/>
    <w:rsid w:val="0049328C"/>
    <w:rsid w:val="004932AD"/>
    <w:rsid w:val="00493B9E"/>
    <w:rsid w:val="00494DB1"/>
    <w:rsid w:val="004965E7"/>
    <w:rsid w:val="004A2018"/>
    <w:rsid w:val="004A2AE4"/>
    <w:rsid w:val="004A2CD0"/>
    <w:rsid w:val="004A5BC0"/>
    <w:rsid w:val="004A5D45"/>
    <w:rsid w:val="004A62C0"/>
    <w:rsid w:val="004A7262"/>
    <w:rsid w:val="004B03E6"/>
    <w:rsid w:val="004B1DDF"/>
    <w:rsid w:val="004B240B"/>
    <w:rsid w:val="004B37CD"/>
    <w:rsid w:val="004B44B4"/>
    <w:rsid w:val="004B4B08"/>
    <w:rsid w:val="004B4B3C"/>
    <w:rsid w:val="004B509F"/>
    <w:rsid w:val="004B69CF"/>
    <w:rsid w:val="004B7186"/>
    <w:rsid w:val="004B7897"/>
    <w:rsid w:val="004C00C2"/>
    <w:rsid w:val="004C09FB"/>
    <w:rsid w:val="004C1879"/>
    <w:rsid w:val="004C2632"/>
    <w:rsid w:val="004C276C"/>
    <w:rsid w:val="004C3EAE"/>
    <w:rsid w:val="004C468B"/>
    <w:rsid w:val="004C4E8E"/>
    <w:rsid w:val="004C554D"/>
    <w:rsid w:val="004C7388"/>
    <w:rsid w:val="004C7599"/>
    <w:rsid w:val="004D04F8"/>
    <w:rsid w:val="004D0FC8"/>
    <w:rsid w:val="004D141B"/>
    <w:rsid w:val="004D1798"/>
    <w:rsid w:val="004D47D8"/>
    <w:rsid w:val="004D4923"/>
    <w:rsid w:val="004D4A47"/>
    <w:rsid w:val="004D7438"/>
    <w:rsid w:val="004E1131"/>
    <w:rsid w:val="004E203E"/>
    <w:rsid w:val="004E31CE"/>
    <w:rsid w:val="004E41DE"/>
    <w:rsid w:val="004E511A"/>
    <w:rsid w:val="004E51C8"/>
    <w:rsid w:val="004E5352"/>
    <w:rsid w:val="004E7620"/>
    <w:rsid w:val="004E7CF6"/>
    <w:rsid w:val="004F2B1B"/>
    <w:rsid w:val="004F3235"/>
    <w:rsid w:val="004F356B"/>
    <w:rsid w:val="004F540D"/>
    <w:rsid w:val="004F55D4"/>
    <w:rsid w:val="004F5C1E"/>
    <w:rsid w:val="004F69FA"/>
    <w:rsid w:val="004F73C1"/>
    <w:rsid w:val="004F7DAA"/>
    <w:rsid w:val="0050009F"/>
    <w:rsid w:val="005005CA"/>
    <w:rsid w:val="00503238"/>
    <w:rsid w:val="005039B2"/>
    <w:rsid w:val="00503E47"/>
    <w:rsid w:val="00504DE2"/>
    <w:rsid w:val="00505B78"/>
    <w:rsid w:val="00505B8D"/>
    <w:rsid w:val="0050702A"/>
    <w:rsid w:val="00507B0A"/>
    <w:rsid w:val="005100B8"/>
    <w:rsid w:val="0051055C"/>
    <w:rsid w:val="00510B7A"/>
    <w:rsid w:val="00511ABE"/>
    <w:rsid w:val="00512D99"/>
    <w:rsid w:val="00513D1F"/>
    <w:rsid w:val="00514118"/>
    <w:rsid w:val="00514357"/>
    <w:rsid w:val="00514759"/>
    <w:rsid w:val="00514DD1"/>
    <w:rsid w:val="0051672E"/>
    <w:rsid w:val="00517928"/>
    <w:rsid w:val="00520157"/>
    <w:rsid w:val="00521333"/>
    <w:rsid w:val="00521B81"/>
    <w:rsid w:val="005262E8"/>
    <w:rsid w:val="0052632F"/>
    <w:rsid w:val="00530454"/>
    <w:rsid w:val="00530958"/>
    <w:rsid w:val="00530C3E"/>
    <w:rsid w:val="005311A7"/>
    <w:rsid w:val="00531E63"/>
    <w:rsid w:val="005329E9"/>
    <w:rsid w:val="00533E57"/>
    <w:rsid w:val="00535600"/>
    <w:rsid w:val="00535891"/>
    <w:rsid w:val="005365A6"/>
    <w:rsid w:val="00536C52"/>
    <w:rsid w:val="005407AC"/>
    <w:rsid w:val="005410A1"/>
    <w:rsid w:val="005439F2"/>
    <w:rsid w:val="00544222"/>
    <w:rsid w:val="0054441C"/>
    <w:rsid w:val="0054574C"/>
    <w:rsid w:val="005467D2"/>
    <w:rsid w:val="00546E40"/>
    <w:rsid w:val="0055273B"/>
    <w:rsid w:val="00552DA8"/>
    <w:rsid w:val="005549B8"/>
    <w:rsid w:val="00555571"/>
    <w:rsid w:val="005568C2"/>
    <w:rsid w:val="00557499"/>
    <w:rsid w:val="00557F5B"/>
    <w:rsid w:val="00560388"/>
    <w:rsid w:val="005612FE"/>
    <w:rsid w:val="0056204A"/>
    <w:rsid w:val="00562E8A"/>
    <w:rsid w:val="00565645"/>
    <w:rsid w:val="00565893"/>
    <w:rsid w:val="00567F90"/>
    <w:rsid w:val="00571F05"/>
    <w:rsid w:val="00571F90"/>
    <w:rsid w:val="00572575"/>
    <w:rsid w:val="00573A30"/>
    <w:rsid w:val="00576A69"/>
    <w:rsid w:val="0057705A"/>
    <w:rsid w:val="00577166"/>
    <w:rsid w:val="00577444"/>
    <w:rsid w:val="00581610"/>
    <w:rsid w:val="005816AD"/>
    <w:rsid w:val="00584AAF"/>
    <w:rsid w:val="00584B8B"/>
    <w:rsid w:val="005851A3"/>
    <w:rsid w:val="00585380"/>
    <w:rsid w:val="00585CF4"/>
    <w:rsid w:val="005866BC"/>
    <w:rsid w:val="005877BE"/>
    <w:rsid w:val="00591584"/>
    <w:rsid w:val="00591B7A"/>
    <w:rsid w:val="00592409"/>
    <w:rsid w:val="005936FA"/>
    <w:rsid w:val="005949EF"/>
    <w:rsid w:val="00595D39"/>
    <w:rsid w:val="00595DFD"/>
    <w:rsid w:val="005960F6"/>
    <w:rsid w:val="0059679F"/>
    <w:rsid w:val="005A005A"/>
    <w:rsid w:val="005A0840"/>
    <w:rsid w:val="005A0E97"/>
    <w:rsid w:val="005A3FA6"/>
    <w:rsid w:val="005A60CB"/>
    <w:rsid w:val="005A764E"/>
    <w:rsid w:val="005B00FB"/>
    <w:rsid w:val="005B0598"/>
    <w:rsid w:val="005B1536"/>
    <w:rsid w:val="005B2514"/>
    <w:rsid w:val="005B5F96"/>
    <w:rsid w:val="005B6168"/>
    <w:rsid w:val="005B6D99"/>
    <w:rsid w:val="005B7037"/>
    <w:rsid w:val="005B795E"/>
    <w:rsid w:val="005C017F"/>
    <w:rsid w:val="005C16A8"/>
    <w:rsid w:val="005C22B6"/>
    <w:rsid w:val="005C2989"/>
    <w:rsid w:val="005C2A42"/>
    <w:rsid w:val="005C2E4D"/>
    <w:rsid w:val="005C3049"/>
    <w:rsid w:val="005C329B"/>
    <w:rsid w:val="005C3356"/>
    <w:rsid w:val="005C3AAF"/>
    <w:rsid w:val="005C5C11"/>
    <w:rsid w:val="005C6118"/>
    <w:rsid w:val="005C6276"/>
    <w:rsid w:val="005D00D9"/>
    <w:rsid w:val="005D03EF"/>
    <w:rsid w:val="005D049E"/>
    <w:rsid w:val="005D12B4"/>
    <w:rsid w:val="005D13E2"/>
    <w:rsid w:val="005D2B26"/>
    <w:rsid w:val="005D3100"/>
    <w:rsid w:val="005D419F"/>
    <w:rsid w:val="005D4307"/>
    <w:rsid w:val="005D4595"/>
    <w:rsid w:val="005D56E8"/>
    <w:rsid w:val="005D59CC"/>
    <w:rsid w:val="005D689A"/>
    <w:rsid w:val="005D71FB"/>
    <w:rsid w:val="005D7B96"/>
    <w:rsid w:val="005E0304"/>
    <w:rsid w:val="005E143F"/>
    <w:rsid w:val="005E25EF"/>
    <w:rsid w:val="005E315F"/>
    <w:rsid w:val="005E45D3"/>
    <w:rsid w:val="005E53BF"/>
    <w:rsid w:val="005E5902"/>
    <w:rsid w:val="005E6BF1"/>
    <w:rsid w:val="005F1278"/>
    <w:rsid w:val="005F130D"/>
    <w:rsid w:val="005F16D4"/>
    <w:rsid w:val="005F1D6B"/>
    <w:rsid w:val="005F1F86"/>
    <w:rsid w:val="005F284C"/>
    <w:rsid w:val="005F2DDB"/>
    <w:rsid w:val="005F32B6"/>
    <w:rsid w:val="005F442D"/>
    <w:rsid w:val="005F5631"/>
    <w:rsid w:val="005F5A6A"/>
    <w:rsid w:val="005F61A2"/>
    <w:rsid w:val="005F687C"/>
    <w:rsid w:val="00600141"/>
    <w:rsid w:val="00600EA1"/>
    <w:rsid w:val="0060300C"/>
    <w:rsid w:val="00603C13"/>
    <w:rsid w:val="006049B2"/>
    <w:rsid w:val="00604B15"/>
    <w:rsid w:val="006056FF"/>
    <w:rsid w:val="00606011"/>
    <w:rsid w:val="00610290"/>
    <w:rsid w:val="00611FF6"/>
    <w:rsid w:val="00614195"/>
    <w:rsid w:val="00621CCF"/>
    <w:rsid w:val="006224F1"/>
    <w:rsid w:val="00623C88"/>
    <w:rsid w:val="00625060"/>
    <w:rsid w:val="006258A7"/>
    <w:rsid w:val="006263AB"/>
    <w:rsid w:val="00627FDB"/>
    <w:rsid w:val="0063353E"/>
    <w:rsid w:val="00633CCC"/>
    <w:rsid w:val="006409BD"/>
    <w:rsid w:val="00640DA1"/>
    <w:rsid w:val="00641B4A"/>
    <w:rsid w:val="00644D89"/>
    <w:rsid w:val="00645337"/>
    <w:rsid w:val="00646082"/>
    <w:rsid w:val="0064656D"/>
    <w:rsid w:val="00650156"/>
    <w:rsid w:val="006505D0"/>
    <w:rsid w:val="00651539"/>
    <w:rsid w:val="006527D7"/>
    <w:rsid w:val="00652BA7"/>
    <w:rsid w:val="00652C05"/>
    <w:rsid w:val="00652ECE"/>
    <w:rsid w:val="006566B3"/>
    <w:rsid w:val="00656705"/>
    <w:rsid w:val="00656EF4"/>
    <w:rsid w:val="006576B7"/>
    <w:rsid w:val="00660A66"/>
    <w:rsid w:val="006610AC"/>
    <w:rsid w:val="00661A45"/>
    <w:rsid w:val="00663D49"/>
    <w:rsid w:val="0066501B"/>
    <w:rsid w:val="00665F2E"/>
    <w:rsid w:val="006707CC"/>
    <w:rsid w:val="006720F0"/>
    <w:rsid w:val="006722BB"/>
    <w:rsid w:val="006725CB"/>
    <w:rsid w:val="00673F48"/>
    <w:rsid w:val="00675A46"/>
    <w:rsid w:val="00675E1D"/>
    <w:rsid w:val="006813A5"/>
    <w:rsid w:val="0068152D"/>
    <w:rsid w:val="00681A46"/>
    <w:rsid w:val="00681D8D"/>
    <w:rsid w:val="00681DF1"/>
    <w:rsid w:val="00683E65"/>
    <w:rsid w:val="00684272"/>
    <w:rsid w:val="006845A0"/>
    <w:rsid w:val="0068559F"/>
    <w:rsid w:val="00686D30"/>
    <w:rsid w:val="00687E67"/>
    <w:rsid w:val="00693949"/>
    <w:rsid w:val="00695457"/>
    <w:rsid w:val="00697428"/>
    <w:rsid w:val="006A041A"/>
    <w:rsid w:val="006A0EE4"/>
    <w:rsid w:val="006A0F1C"/>
    <w:rsid w:val="006A18E1"/>
    <w:rsid w:val="006A30E7"/>
    <w:rsid w:val="006A5063"/>
    <w:rsid w:val="006A53F6"/>
    <w:rsid w:val="006A671F"/>
    <w:rsid w:val="006A798D"/>
    <w:rsid w:val="006A79C8"/>
    <w:rsid w:val="006B2096"/>
    <w:rsid w:val="006B2604"/>
    <w:rsid w:val="006B2753"/>
    <w:rsid w:val="006B2831"/>
    <w:rsid w:val="006B2C85"/>
    <w:rsid w:val="006B3C1A"/>
    <w:rsid w:val="006B4304"/>
    <w:rsid w:val="006B431B"/>
    <w:rsid w:val="006B4559"/>
    <w:rsid w:val="006B506B"/>
    <w:rsid w:val="006B554F"/>
    <w:rsid w:val="006B67EB"/>
    <w:rsid w:val="006C34DA"/>
    <w:rsid w:val="006C35FF"/>
    <w:rsid w:val="006C3D18"/>
    <w:rsid w:val="006C44A0"/>
    <w:rsid w:val="006C4B16"/>
    <w:rsid w:val="006C5359"/>
    <w:rsid w:val="006C7DB9"/>
    <w:rsid w:val="006D1618"/>
    <w:rsid w:val="006D4C4A"/>
    <w:rsid w:val="006D5270"/>
    <w:rsid w:val="006D6DFB"/>
    <w:rsid w:val="006D6F7D"/>
    <w:rsid w:val="006D7EBA"/>
    <w:rsid w:val="006D7EC2"/>
    <w:rsid w:val="006E03B7"/>
    <w:rsid w:val="006E17CB"/>
    <w:rsid w:val="006E1BB8"/>
    <w:rsid w:val="006E2743"/>
    <w:rsid w:val="006E3093"/>
    <w:rsid w:val="006E382F"/>
    <w:rsid w:val="006E44D1"/>
    <w:rsid w:val="006E4D1D"/>
    <w:rsid w:val="006E74F1"/>
    <w:rsid w:val="006F3428"/>
    <w:rsid w:val="006F373F"/>
    <w:rsid w:val="006F4630"/>
    <w:rsid w:val="006F6564"/>
    <w:rsid w:val="006F792A"/>
    <w:rsid w:val="0070001A"/>
    <w:rsid w:val="00700CF7"/>
    <w:rsid w:val="00701851"/>
    <w:rsid w:val="007019DA"/>
    <w:rsid w:val="00701C40"/>
    <w:rsid w:val="007038CE"/>
    <w:rsid w:val="007046AD"/>
    <w:rsid w:val="007057A0"/>
    <w:rsid w:val="00705DE9"/>
    <w:rsid w:val="007077FB"/>
    <w:rsid w:val="00707A5B"/>
    <w:rsid w:val="0071094A"/>
    <w:rsid w:val="00712B32"/>
    <w:rsid w:val="00712E5A"/>
    <w:rsid w:val="00712FF0"/>
    <w:rsid w:val="0071464B"/>
    <w:rsid w:val="00714879"/>
    <w:rsid w:val="00715EFB"/>
    <w:rsid w:val="00716862"/>
    <w:rsid w:val="007206AF"/>
    <w:rsid w:val="00720EBA"/>
    <w:rsid w:val="007218FF"/>
    <w:rsid w:val="007219DC"/>
    <w:rsid w:val="00721CD9"/>
    <w:rsid w:val="00721FFB"/>
    <w:rsid w:val="0072319B"/>
    <w:rsid w:val="00723C8D"/>
    <w:rsid w:val="00723D8C"/>
    <w:rsid w:val="007243BB"/>
    <w:rsid w:val="00724743"/>
    <w:rsid w:val="00724D5E"/>
    <w:rsid w:val="0072539C"/>
    <w:rsid w:val="007255E3"/>
    <w:rsid w:val="00726346"/>
    <w:rsid w:val="00726599"/>
    <w:rsid w:val="00727784"/>
    <w:rsid w:val="0073019A"/>
    <w:rsid w:val="00730857"/>
    <w:rsid w:val="00730E5F"/>
    <w:rsid w:val="007318F5"/>
    <w:rsid w:val="00732483"/>
    <w:rsid w:val="00733038"/>
    <w:rsid w:val="00735493"/>
    <w:rsid w:val="00736F31"/>
    <w:rsid w:val="007373BE"/>
    <w:rsid w:val="00741074"/>
    <w:rsid w:val="0074156E"/>
    <w:rsid w:val="00741F01"/>
    <w:rsid w:val="007422B8"/>
    <w:rsid w:val="00742F17"/>
    <w:rsid w:val="00743839"/>
    <w:rsid w:val="00747E5A"/>
    <w:rsid w:val="00750003"/>
    <w:rsid w:val="00751563"/>
    <w:rsid w:val="00751CF9"/>
    <w:rsid w:val="00752674"/>
    <w:rsid w:val="00752E3D"/>
    <w:rsid w:val="00753282"/>
    <w:rsid w:val="0075339E"/>
    <w:rsid w:val="00754C21"/>
    <w:rsid w:val="00755CBB"/>
    <w:rsid w:val="007565E8"/>
    <w:rsid w:val="00756A23"/>
    <w:rsid w:val="007600CE"/>
    <w:rsid w:val="00761045"/>
    <w:rsid w:val="00761C64"/>
    <w:rsid w:val="00762906"/>
    <w:rsid w:val="0076331A"/>
    <w:rsid w:val="007650BC"/>
    <w:rsid w:val="0076560F"/>
    <w:rsid w:val="00770D51"/>
    <w:rsid w:val="00771282"/>
    <w:rsid w:val="00773710"/>
    <w:rsid w:val="00773910"/>
    <w:rsid w:val="00774C39"/>
    <w:rsid w:val="007752FE"/>
    <w:rsid w:val="007771A3"/>
    <w:rsid w:val="007815C5"/>
    <w:rsid w:val="00782DE5"/>
    <w:rsid w:val="00784D40"/>
    <w:rsid w:val="007854F0"/>
    <w:rsid w:val="00785640"/>
    <w:rsid w:val="0078628B"/>
    <w:rsid w:val="00786A43"/>
    <w:rsid w:val="00787065"/>
    <w:rsid w:val="0078728D"/>
    <w:rsid w:val="00790DDB"/>
    <w:rsid w:val="00791CD0"/>
    <w:rsid w:val="007928E3"/>
    <w:rsid w:val="00792DD5"/>
    <w:rsid w:val="00795C02"/>
    <w:rsid w:val="00795DCF"/>
    <w:rsid w:val="00795EC5"/>
    <w:rsid w:val="007960C6"/>
    <w:rsid w:val="00797D03"/>
    <w:rsid w:val="007A0EEF"/>
    <w:rsid w:val="007A20E6"/>
    <w:rsid w:val="007A2417"/>
    <w:rsid w:val="007A2A7C"/>
    <w:rsid w:val="007A2AFE"/>
    <w:rsid w:val="007A421B"/>
    <w:rsid w:val="007A64CE"/>
    <w:rsid w:val="007B1062"/>
    <w:rsid w:val="007B29BC"/>
    <w:rsid w:val="007B5182"/>
    <w:rsid w:val="007C1B32"/>
    <w:rsid w:val="007C1CCD"/>
    <w:rsid w:val="007C1E48"/>
    <w:rsid w:val="007C31B9"/>
    <w:rsid w:val="007C3453"/>
    <w:rsid w:val="007C36B9"/>
    <w:rsid w:val="007C394F"/>
    <w:rsid w:val="007C4435"/>
    <w:rsid w:val="007C5CDD"/>
    <w:rsid w:val="007C73C3"/>
    <w:rsid w:val="007C73D6"/>
    <w:rsid w:val="007C74A7"/>
    <w:rsid w:val="007C7878"/>
    <w:rsid w:val="007C79AD"/>
    <w:rsid w:val="007D1D50"/>
    <w:rsid w:val="007D2684"/>
    <w:rsid w:val="007D6081"/>
    <w:rsid w:val="007D713D"/>
    <w:rsid w:val="007E012C"/>
    <w:rsid w:val="007E027C"/>
    <w:rsid w:val="007E0375"/>
    <w:rsid w:val="007E2158"/>
    <w:rsid w:val="007E2B0F"/>
    <w:rsid w:val="007E2D2D"/>
    <w:rsid w:val="007E321D"/>
    <w:rsid w:val="007E5EAF"/>
    <w:rsid w:val="007E5F93"/>
    <w:rsid w:val="007E631E"/>
    <w:rsid w:val="007E70C2"/>
    <w:rsid w:val="007E7390"/>
    <w:rsid w:val="007E7FF1"/>
    <w:rsid w:val="007F0891"/>
    <w:rsid w:val="007F1994"/>
    <w:rsid w:val="007F2D4E"/>
    <w:rsid w:val="007F4FD0"/>
    <w:rsid w:val="007F55C7"/>
    <w:rsid w:val="007F603A"/>
    <w:rsid w:val="007F63C4"/>
    <w:rsid w:val="007F65A2"/>
    <w:rsid w:val="007F6CA2"/>
    <w:rsid w:val="007F70AD"/>
    <w:rsid w:val="007F7B8F"/>
    <w:rsid w:val="0080287B"/>
    <w:rsid w:val="00802EAC"/>
    <w:rsid w:val="00803135"/>
    <w:rsid w:val="008038DA"/>
    <w:rsid w:val="0080593F"/>
    <w:rsid w:val="00806270"/>
    <w:rsid w:val="00807AF7"/>
    <w:rsid w:val="008107BB"/>
    <w:rsid w:val="00812254"/>
    <w:rsid w:val="008124E6"/>
    <w:rsid w:val="00812C10"/>
    <w:rsid w:val="008155F8"/>
    <w:rsid w:val="00817D10"/>
    <w:rsid w:val="00821974"/>
    <w:rsid w:val="00821EE7"/>
    <w:rsid w:val="008220A0"/>
    <w:rsid w:val="00822F6D"/>
    <w:rsid w:val="00824727"/>
    <w:rsid w:val="00826812"/>
    <w:rsid w:val="008279F0"/>
    <w:rsid w:val="00827B7A"/>
    <w:rsid w:val="00827D3B"/>
    <w:rsid w:val="00831290"/>
    <w:rsid w:val="0083163A"/>
    <w:rsid w:val="0083226D"/>
    <w:rsid w:val="00833031"/>
    <w:rsid w:val="00833F46"/>
    <w:rsid w:val="00834564"/>
    <w:rsid w:val="00836149"/>
    <w:rsid w:val="00836C26"/>
    <w:rsid w:val="00836F65"/>
    <w:rsid w:val="0084029C"/>
    <w:rsid w:val="00840C75"/>
    <w:rsid w:val="00842793"/>
    <w:rsid w:val="00842973"/>
    <w:rsid w:val="00843084"/>
    <w:rsid w:val="00847DEB"/>
    <w:rsid w:val="008520BF"/>
    <w:rsid w:val="00854071"/>
    <w:rsid w:val="00854B35"/>
    <w:rsid w:val="00857195"/>
    <w:rsid w:val="00857ED2"/>
    <w:rsid w:val="00857FC1"/>
    <w:rsid w:val="008605E0"/>
    <w:rsid w:val="008609B7"/>
    <w:rsid w:val="008609F1"/>
    <w:rsid w:val="00863292"/>
    <w:rsid w:val="00864BD8"/>
    <w:rsid w:val="0086591B"/>
    <w:rsid w:val="00866055"/>
    <w:rsid w:val="00867482"/>
    <w:rsid w:val="0087165F"/>
    <w:rsid w:val="00871854"/>
    <w:rsid w:val="008732A7"/>
    <w:rsid w:val="00873C03"/>
    <w:rsid w:val="0087596C"/>
    <w:rsid w:val="00876256"/>
    <w:rsid w:val="00876B33"/>
    <w:rsid w:val="008804B1"/>
    <w:rsid w:val="008805B6"/>
    <w:rsid w:val="00881B30"/>
    <w:rsid w:val="00882AEC"/>
    <w:rsid w:val="0088342D"/>
    <w:rsid w:val="00884E9D"/>
    <w:rsid w:val="00886F64"/>
    <w:rsid w:val="008870EA"/>
    <w:rsid w:val="008875FA"/>
    <w:rsid w:val="008911E0"/>
    <w:rsid w:val="00894C7A"/>
    <w:rsid w:val="00896BDF"/>
    <w:rsid w:val="00897002"/>
    <w:rsid w:val="008A1AE9"/>
    <w:rsid w:val="008A1C00"/>
    <w:rsid w:val="008A6E4A"/>
    <w:rsid w:val="008B1EBE"/>
    <w:rsid w:val="008B23BC"/>
    <w:rsid w:val="008B28DB"/>
    <w:rsid w:val="008B2EBB"/>
    <w:rsid w:val="008B38ED"/>
    <w:rsid w:val="008B3BA7"/>
    <w:rsid w:val="008B625D"/>
    <w:rsid w:val="008C033C"/>
    <w:rsid w:val="008C0D2A"/>
    <w:rsid w:val="008C0ED3"/>
    <w:rsid w:val="008C2D22"/>
    <w:rsid w:val="008C37EE"/>
    <w:rsid w:val="008C5D14"/>
    <w:rsid w:val="008C6A00"/>
    <w:rsid w:val="008C6EF3"/>
    <w:rsid w:val="008C764C"/>
    <w:rsid w:val="008D1CCE"/>
    <w:rsid w:val="008D33A2"/>
    <w:rsid w:val="008D3B26"/>
    <w:rsid w:val="008D4C1A"/>
    <w:rsid w:val="008D531D"/>
    <w:rsid w:val="008D5F63"/>
    <w:rsid w:val="008D7886"/>
    <w:rsid w:val="008E4B84"/>
    <w:rsid w:val="008E6329"/>
    <w:rsid w:val="008E72FB"/>
    <w:rsid w:val="008F4C4C"/>
    <w:rsid w:val="008F4F39"/>
    <w:rsid w:val="008F5904"/>
    <w:rsid w:val="008F6BC6"/>
    <w:rsid w:val="008F70F1"/>
    <w:rsid w:val="009016FB"/>
    <w:rsid w:val="00901ACD"/>
    <w:rsid w:val="009025D0"/>
    <w:rsid w:val="009027C5"/>
    <w:rsid w:val="00903165"/>
    <w:rsid w:val="00903A4C"/>
    <w:rsid w:val="00903C5A"/>
    <w:rsid w:val="00904DC7"/>
    <w:rsid w:val="00905603"/>
    <w:rsid w:val="00905E6C"/>
    <w:rsid w:val="00905E9B"/>
    <w:rsid w:val="00906AA2"/>
    <w:rsid w:val="009072EC"/>
    <w:rsid w:val="00907E73"/>
    <w:rsid w:val="00912215"/>
    <w:rsid w:val="009127C4"/>
    <w:rsid w:val="00913B30"/>
    <w:rsid w:val="0091493D"/>
    <w:rsid w:val="00914D8E"/>
    <w:rsid w:val="009158D5"/>
    <w:rsid w:val="00920A07"/>
    <w:rsid w:val="0092108C"/>
    <w:rsid w:val="009213A6"/>
    <w:rsid w:val="00922D65"/>
    <w:rsid w:val="00923348"/>
    <w:rsid w:val="0092341B"/>
    <w:rsid w:val="00923A69"/>
    <w:rsid w:val="00923CC8"/>
    <w:rsid w:val="009244D7"/>
    <w:rsid w:val="00924BB4"/>
    <w:rsid w:val="00924D40"/>
    <w:rsid w:val="0092574F"/>
    <w:rsid w:val="00926786"/>
    <w:rsid w:val="00927049"/>
    <w:rsid w:val="009305FD"/>
    <w:rsid w:val="009308CE"/>
    <w:rsid w:val="00930D98"/>
    <w:rsid w:val="00931E2D"/>
    <w:rsid w:val="00933199"/>
    <w:rsid w:val="00933B53"/>
    <w:rsid w:val="00933CB3"/>
    <w:rsid w:val="0093470B"/>
    <w:rsid w:val="00934B4B"/>
    <w:rsid w:val="00936204"/>
    <w:rsid w:val="00936251"/>
    <w:rsid w:val="00936434"/>
    <w:rsid w:val="009370ED"/>
    <w:rsid w:val="009412F4"/>
    <w:rsid w:val="00941461"/>
    <w:rsid w:val="00942526"/>
    <w:rsid w:val="00942DF8"/>
    <w:rsid w:val="00942F5C"/>
    <w:rsid w:val="009438AF"/>
    <w:rsid w:val="00943C11"/>
    <w:rsid w:val="00944CD6"/>
    <w:rsid w:val="00946654"/>
    <w:rsid w:val="00946859"/>
    <w:rsid w:val="00947BAD"/>
    <w:rsid w:val="00950934"/>
    <w:rsid w:val="00951632"/>
    <w:rsid w:val="00952630"/>
    <w:rsid w:val="0095426F"/>
    <w:rsid w:val="00954D67"/>
    <w:rsid w:val="00955A4E"/>
    <w:rsid w:val="00956CBE"/>
    <w:rsid w:val="00957186"/>
    <w:rsid w:val="0096173E"/>
    <w:rsid w:val="00961777"/>
    <w:rsid w:val="0096274E"/>
    <w:rsid w:val="00962B88"/>
    <w:rsid w:val="009649B3"/>
    <w:rsid w:val="00964B31"/>
    <w:rsid w:val="00966734"/>
    <w:rsid w:val="009674E7"/>
    <w:rsid w:val="00967626"/>
    <w:rsid w:val="00967D15"/>
    <w:rsid w:val="00970471"/>
    <w:rsid w:val="00972400"/>
    <w:rsid w:val="00972CCE"/>
    <w:rsid w:val="009733AB"/>
    <w:rsid w:val="00974531"/>
    <w:rsid w:val="009816D2"/>
    <w:rsid w:val="00981CDC"/>
    <w:rsid w:val="0098229E"/>
    <w:rsid w:val="0098382E"/>
    <w:rsid w:val="00984923"/>
    <w:rsid w:val="00984D5D"/>
    <w:rsid w:val="00985EA4"/>
    <w:rsid w:val="0098687F"/>
    <w:rsid w:val="009900A9"/>
    <w:rsid w:val="00991840"/>
    <w:rsid w:val="00992616"/>
    <w:rsid w:val="00992EC8"/>
    <w:rsid w:val="009940B6"/>
    <w:rsid w:val="00994865"/>
    <w:rsid w:val="00994AC0"/>
    <w:rsid w:val="009970D3"/>
    <w:rsid w:val="009972F8"/>
    <w:rsid w:val="00997D7A"/>
    <w:rsid w:val="009A08FA"/>
    <w:rsid w:val="009A2C03"/>
    <w:rsid w:val="009A37A8"/>
    <w:rsid w:val="009A40A0"/>
    <w:rsid w:val="009B162B"/>
    <w:rsid w:val="009B1AB6"/>
    <w:rsid w:val="009B2A2A"/>
    <w:rsid w:val="009B3F50"/>
    <w:rsid w:val="009B5711"/>
    <w:rsid w:val="009B6313"/>
    <w:rsid w:val="009B69DF"/>
    <w:rsid w:val="009B6E91"/>
    <w:rsid w:val="009C0D85"/>
    <w:rsid w:val="009C32C4"/>
    <w:rsid w:val="009C3704"/>
    <w:rsid w:val="009C3E31"/>
    <w:rsid w:val="009C5769"/>
    <w:rsid w:val="009C5D17"/>
    <w:rsid w:val="009C6E0F"/>
    <w:rsid w:val="009C7182"/>
    <w:rsid w:val="009C75A2"/>
    <w:rsid w:val="009C7B7B"/>
    <w:rsid w:val="009D1363"/>
    <w:rsid w:val="009D1FBA"/>
    <w:rsid w:val="009D36A4"/>
    <w:rsid w:val="009D39D6"/>
    <w:rsid w:val="009D3A2E"/>
    <w:rsid w:val="009D3A77"/>
    <w:rsid w:val="009D4E59"/>
    <w:rsid w:val="009D5277"/>
    <w:rsid w:val="009D527E"/>
    <w:rsid w:val="009E0A28"/>
    <w:rsid w:val="009E13AB"/>
    <w:rsid w:val="009E16E8"/>
    <w:rsid w:val="009E25FA"/>
    <w:rsid w:val="009E2BD8"/>
    <w:rsid w:val="009E35A2"/>
    <w:rsid w:val="009E3DB6"/>
    <w:rsid w:val="009E4C87"/>
    <w:rsid w:val="009E6DF0"/>
    <w:rsid w:val="009E766D"/>
    <w:rsid w:val="009F05D4"/>
    <w:rsid w:val="009F1C3A"/>
    <w:rsid w:val="009F237A"/>
    <w:rsid w:val="009F27A4"/>
    <w:rsid w:val="009F2BD0"/>
    <w:rsid w:val="009F2EBE"/>
    <w:rsid w:val="009F5096"/>
    <w:rsid w:val="00A011BB"/>
    <w:rsid w:val="00A01374"/>
    <w:rsid w:val="00A02EBB"/>
    <w:rsid w:val="00A03531"/>
    <w:rsid w:val="00A03B78"/>
    <w:rsid w:val="00A0541A"/>
    <w:rsid w:val="00A07326"/>
    <w:rsid w:val="00A07396"/>
    <w:rsid w:val="00A07828"/>
    <w:rsid w:val="00A07F08"/>
    <w:rsid w:val="00A07FA4"/>
    <w:rsid w:val="00A1130F"/>
    <w:rsid w:val="00A12A19"/>
    <w:rsid w:val="00A12D5B"/>
    <w:rsid w:val="00A143DE"/>
    <w:rsid w:val="00A15E85"/>
    <w:rsid w:val="00A22032"/>
    <w:rsid w:val="00A220FA"/>
    <w:rsid w:val="00A23E13"/>
    <w:rsid w:val="00A26E39"/>
    <w:rsid w:val="00A2723D"/>
    <w:rsid w:val="00A274F4"/>
    <w:rsid w:val="00A2765A"/>
    <w:rsid w:val="00A30F9E"/>
    <w:rsid w:val="00A312FF"/>
    <w:rsid w:val="00A31C56"/>
    <w:rsid w:val="00A3500D"/>
    <w:rsid w:val="00A353CD"/>
    <w:rsid w:val="00A35668"/>
    <w:rsid w:val="00A356E6"/>
    <w:rsid w:val="00A35B43"/>
    <w:rsid w:val="00A3676F"/>
    <w:rsid w:val="00A370EE"/>
    <w:rsid w:val="00A40763"/>
    <w:rsid w:val="00A407A8"/>
    <w:rsid w:val="00A40C6A"/>
    <w:rsid w:val="00A414BD"/>
    <w:rsid w:val="00A41912"/>
    <w:rsid w:val="00A425B0"/>
    <w:rsid w:val="00A432BF"/>
    <w:rsid w:val="00A465F8"/>
    <w:rsid w:val="00A4790C"/>
    <w:rsid w:val="00A507F5"/>
    <w:rsid w:val="00A53EB4"/>
    <w:rsid w:val="00A54750"/>
    <w:rsid w:val="00A54EDC"/>
    <w:rsid w:val="00A56399"/>
    <w:rsid w:val="00A5714C"/>
    <w:rsid w:val="00A61124"/>
    <w:rsid w:val="00A62274"/>
    <w:rsid w:val="00A64048"/>
    <w:rsid w:val="00A64B19"/>
    <w:rsid w:val="00A65CAC"/>
    <w:rsid w:val="00A67F39"/>
    <w:rsid w:val="00A7199F"/>
    <w:rsid w:val="00A723C5"/>
    <w:rsid w:val="00A73741"/>
    <w:rsid w:val="00A74C62"/>
    <w:rsid w:val="00A770C7"/>
    <w:rsid w:val="00A77203"/>
    <w:rsid w:val="00A77DF1"/>
    <w:rsid w:val="00A800C2"/>
    <w:rsid w:val="00A80134"/>
    <w:rsid w:val="00A807EB"/>
    <w:rsid w:val="00A81337"/>
    <w:rsid w:val="00A81C1C"/>
    <w:rsid w:val="00A83294"/>
    <w:rsid w:val="00A832C1"/>
    <w:rsid w:val="00A83543"/>
    <w:rsid w:val="00A836C5"/>
    <w:rsid w:val="00A83FD7"/>
    <w:rsid w:val="00A83FDC"/>
    <w:rsid w:val="00A857A4"/>
    <w:rsid w:val="00A87788"/>
    <w:rsid w:val="00A877E4"/>
    <w:rsid w:val="00A91457"/>
    <w:rsid w:val="00A9177C"/>
    <w:rsid w:val="00A92F97"/>
    <w:rsid w:val="00A96A82"/>
    <w:rsid w:val="00AA06C8"/>
    <w:rsid w:val="00AA18CB"/>
    <w:rsid w:val="00AA380F"/>
    <w:rsid w:val="00AA4D64"/>
    <w:rsid w:val="00AA5C9A"/>
    <w:rsid w:val="00AA7100"/>
    <w:rsid w:val="00AB0A1D"/>
    <w:rsid w:val="00AB0F83"/>
    <w:rsid w:val="00AB290E"/>
    <w:rsid w:val="00AB297F"/>
    <w:rsid w:val="00AB3539"/>
    <w:rsid w:val="00AB37FE"/>
    <w:rsid w:val="00AB497F"/>
    <w:rsid w:val="00AB64C8"/>
    <w:rsid w:val="00AB7800"/>
    <w:rsid w:val="00AC2520"/>
    <w:rsid w:val="00AC2CC4"/>
    <w:rsid w:val="00AC3779"/>
    <w:rsid w:val="00AC47B7"/>
    <w:rsid w:val="00AC5B94"/>
    <w:rsid w:val="00AC645C"/>
    <w:rsid w:val="00AC6744"/>
    <w:rsid w:val="00AC6BE4"/>
    <w:rsid w:val="00AD0DCF"/>
    <w:rsid w:val="00AD124B"/>
    <w:rsid w:val="00AD1D90"/>
    <w:rsid w:val="00AD2331"/>
    <w:rsid w:val="00AD31C9"/>
    <w:rsid w:val="00AD4B32"/>
    <w:rsid w:val="00AD5A64"/>
    <w:rsid w:val="00AD5AE0"/>
    <w:rsid w:val="00AD6C99"/>
    <w:rsid w:val="00AD77B3"/>
    <w:rsid w:val="00AE270C"/>
    <w:rsid w:val="00AE3CBA"/>
    <w:rsid w:val="00AE416D"/>
    <w:rsid w:val="00AE560F"/>
    <w:rsid w:val="00AE6406"/>
    <w:rsid w:val="00AE749A"/>
    <w:rsid w:val="00AE75B2"/>
    <w:rsid w:val="00AF2203"/>
    <w:rsid w:val="00AF2D43"/>
    <w:rsid w:val="00AF41FE"/>
    <w:rsid w:val="00AF4920"/>
    <w:rsid w:val="00AF573C"/>
    <w:rsid w:val="00AF5DAE"/>
    <w:rsid w:val="00AF5E04"/>
    <w:rsid w:val="00AF7996"/>
    <w:rsid w:val="00B009ED"/>
    <w:rsid w:val="00B01081"/>
    <w:rsid w:val="00B030E1"/>
    <w:rsid w:val="00B056C3"/>
    <w:rsid w:val="00B06956"/>
    <w:rsid w:val="00B06E6C"/>
    <w:rsid w:val="00B10429"/>
    <w:rsid w:val="00B104B2"/>
    <w:rsid w:val="00B10683"/>
    <w:rsid w:val="00B115B5"/>
    <w:rsid w:val="00B1162C"/>
    <w:rsid w:val="00B11E55"/>
    <w:rsid w:val="00B13043"/>
    <w:rsid w:val="00B13080"/>
    <w:rsid w:val="00B15351"/>
    <w:rsid w:val="00B16490"/>
    <w:rsid w:val="00B167F2"/>
    <w:rsid w:val="00B20350"/>
    <w:rsid w:val="00B210CB"/>
    <w:rsid w:val="00B22396"/>
    <w:rsid w:val="00B22560"/>
    <w:rsid w:val="00B2406B"/>
    <w:rsid w:val="00B25517"/>
    <w:rsid w:val="00B25698"/>
    <w:rsid w:val="00B257A5"/>
    <w:rsid w:val="00B319C6"/>
    <w:rsid w:val="00B31D15"/>
    <w:rsid w:val="00B32B78"/>
    <w:rsid w:val="00B3471A"/>
    <w:rsid w:val="00B36F64"/>
    <w:rsid w:val="00B37C3E"/>
    <w:rsid w:val="00B37CD1"/>
    <w:rsid w:val="00B4174C"/>
    <w:rsid w:val="00B43DCE"/>
    <w:rsid w:val="00B44146"/>
    <w:rsid w:val="00B45587"/>
    <w:rsid w:val="00B45D8B"/>
    <w:rsid w:val="00B46A89"/>
    <w:rsid w:val="00B46DD9"/>
    <w:rsid w:val="00B51550"/>
    <w:rsid w:val="00B54F1A"/>
    <w:rsid w:val="00B56F72"/>
    <w:rsid w:val="00B576DC"/>
    <w:rsid w:val="00B60D43"/>
    <w:rsid w:val="00B65573"/>
    <w:rsid w:val="00B67407"/>
    <w:rsid w:val="00B678D5"/>
    <w:rsid w:val="00B70087"/>
    <w:rsid w:val="00B7033E"/>
    <w:rsid w:val="00B7044A"/>
    <w:rsid w:val="00B70863"/>
    <w:rsid w:val="00B73849"/>
    <w:rsid w:val="00B74883"/>
    <w:rsid w:val="00B7535D"/>
    <w:rsid w:val="00B7621A"/>
    <w:rsid w:val="00B76E58"/>
    <w:rsid w:val="00B77A68"/>
    <w:rsid w:val="00B77E78"/>
    <w:rsid w:val="00B77FAD"/>
    <w:rsid w:val="00B81324"/>
    <w:rsid w:val="00B821D8"/>
    <w:rsid w:val="00B83594"/>
    <w:rsid w:val="00B84285"/>
    <w:rsid w:val="00B84929"/>
    <w:rsid w:val="00B92276"/>
    <w:rsid w:val="00B9265A"/>
    <w:rsid w:val="00B926E8"/>
    <w:rsid w:val="00B932E9"/>
    <w:rsid w:val="00B933A2"/>
    <w:rsid w:val="00B9570C"/>
    <w:rsid w:val="00B9592E"/>
    <w:rsid w:val="00B969B7"/>
    <w:rsid w:val="00B9771C"/>
    <w:rsid w:val="00BA02AF"/>
    <w:rsid w:val="00BA0D0D"/>
    <w:rsid w:val="00BA2583"/>
    <w:rsid w:val="00BA3C7E"/>
    <w:rsid w:val="00BA4166"/>
    <w:rsid w:val="00BA518B"/>
    <w:rsid w:val="00BA6621"/>
    <w:rsid w:val="00BA71D9"/>
    <w:rsid w:val="00BA76FD"/>
    <w:rsid w:val="00BB00CF"/>
    <w:rsid w:val="00BB0770"/>
    <w:rsid w:val="00BB224F"/>
    <w:rsid w:val="00BB251F"/>
    <w:rsid w:val="00BB308A"/>
    <w:rsid w:val="00BB4F03"/>
    <w:rsid w:val="00BB694C"/>
    <w:rsid w:val="00BB6C13"/>
    <w:rsid w:val="00BB7745"/>
    <w:rsid w:val="00BC14F4"/>
    <w:rsid w:val="00BC2611"/>
    <w:rsid w:val="00BC3BF2"/>
    <w:rsid w:val="00BC4C51"/>
    <w:rsid w:val="00BC5687"/>
    <w:rsid w:val="00BC7E1F"/>
    <w:rsid w:val="00BD0568"/>
    <w:rsid w:val="00BD27DF"/>
    <w:rsid w:val="00BD636A"/>
    <w:rsid w:val="00BE09A9"/>
    <w:rsid w:val="00BE0AAD"/>
    <w:rsid w:val="00BE142A"/>
    <w:rsid w:val="00BE5159"/>
    <w:rsid w:val="00BE66EA"/>
    <w:rsid w:val="00BF06BE"/>
    <w:rsid w:val="00BF0F50"/>
    <w:rsid w:val="00BF1079"/>
    <w:rsid w:val="00BF1762"/>
    <w:rsid w:val="00BF19A8"/>
    <w:rsid w:val="00BF2464"/>
    <w:rsid w:val="00BF3390"/>
    <w:rsid w:val="00BF4B49"/>
    <w:rsid w:val="00BF524C"/>
    <w:rsid w:val="00C01528"/>
    <w:rsid w:val="00C03163"/>
    <w:rsid w:val="00C04BBD"/>
    <w:rsid w:val="00C04C73"/>
    <w:rsid w:val="00C04D86"/>
    <w:rsid w:val="00C062A5"/>
    <w:rsid w:val="00C06544"/>
    <w:rsid w:val="00C065A9"/>
    <w:rsid w:val="00C107B1"/>
    <w:rsid w:val="00C10FC6"/>
    <w:rsid w:val="00C12FA8"/>
    <w:rsid w:val="00C14E7A"/>
    <w:rsid w:val="00C154ED"/>
    <w:rsid w:val="00C1752D"/>
    <w:rsid w:val="00C17A85"/>
    <w:rsid w:val="00C20B8A"/>
    <w:rsid w:val="00C20B9D"/>
    <w:rsid w:val="00C211E5"/>
    <w:rsid w:val="00C220EC"/>
    <w:rsid w:val="00C2515F"/>
    <w:rsid w:val="00C25B6A"/>
    <w:rsid w:val="00C26564"/>
    <w:rsid w:val="00C305CA"/>
    <w:rsid w:val="00C310E5"/>
    <w:rsid w:val="00C3229C"/>
    <w:rsid w:val="00C3235D"/>
    <w:rsid w:val="00C330A1"/>
    <w:rsid w:val="00C3418C"/>
    <w:rsid w:val="00C34E23"/>
    <w:rsid w:val="00C36BC2"/>
    <w:rsid w:val="00C41695"/>
    <w:rsid w:val="00C41A69"/>
    <w:rsid w:val="00C41EB6"/>
    <w:rsid w:val="00C43CE7"/>
    <w:rsid w:val="00C4422C"/>
    <w:rsid w:val="00C44F58"/>
    <w:rsid w:val="00C46A98"/>
    <w:rsid w:val="00C46F68"/>
    <w:rsid w:val="00C50476"/>
    <w:rsid w:val="00C5087D"/>
    <w:rsid w:val="00C53617"/>
    <w:rsid w:val="00C537D0"/>
    <w:rsid w:val="00C5416B"/>
    <w:rsid w:val="00C54242"/>
    <w:rsid w:val="00C548C6"/>
    <w:rsid w:val="00C54D18"/>
    <w:rsid w:val="00C567E7"/>
    <w:rsid w:val="00C61E89"/>
    <w:rsid w:val="00C63282"/>
    <w:rsid w:val="00C6560A"/>
    <w:rsid w:val="00C6637D"/>
    <w:rsid w:val="00C665F1"/>
    <w:rsid w:val="00C704C8"/>
    <w:rsid w:val="00C7093A"/>
    <w:rsid w:val="00C72C31"/>
    <w:rsid w:val="00C743F8"/>
    <w:rsid w:val="00C75489"/>
    <w:rsid w:val="00C75661"/>
    <w:rsid w:val="00C75EB4"/>
    <w:rsid w:val="00C8035C"/>
    <w:rsid w:val="00C83B84"/>
    <w:rsid w:val="00C85D3F"/>
    <w:rsid w:val="00C86CB8"/>
    <w:rsid w:val="00C9130C"/>
    <w:rsid w:val="00C9145B"/>
    <w:rsid w:val="00C922F4"/>
    <w:rsid w:val="00C9230B"/>
    <w:rsid w:val="00C92DD9"/>
    <w:rsid w:val="00C92F1A"/>
    <w:rsid w:val="00C93C10"/>
    <w:rsid w:val="00C9642D"/>
    <w:rsid w:val="00C96B03"/>
    <w:rsid w:val="00C96BBB"/>
    <w:rsid w:val="00CA001F"/>
    <w:rsid w:val="00CA1977"/>
    <w:rsid w:val="00CA1D8C"/>
    <w:rsid w:val="00CA2483"/>
    <w:rsid w:val="00CA2B98"/>
    <w:rsid w:val="00CA5DA5"/>
    <w:rsid w:val="00CA7071"/>
    <w:rsid w:val="00CB0CE4"/>
    <w:rsid w:val="00CB12EA"/>
    <w:rsid w:val="00CB168E"/>
    <w:rsid w:val="00CB1A5D"/>
    <w:rsid w:val="00CB2C3D"/>
    <w:rsid w:val="00CB5DD9"/>
    <w:rsid w:val="00CB6BE1"/>
    <w:rsid w:val="00CB6E7B"/>
    <w:rsid w:val="00CC0155"/>
    <w:rsid w:val="00CC0853"/>
    <w:rsid w:val="00CC1274"/>
    <w:rsid w:val="00CC176C"/>
    <w:rsid w:val="00CC2F0C"/>
    <w:rsid w:val="00CC342A"/>
    <w:rsid w:val="00CC3E57"/>
    <w:rsid w:val="00CC4675"/>
    <w:rsid w:val="00CC472B"/>
    <w:rsid w:val="00CC4DDF"/>
    <w:rsid w:val="00CC51A3"/>
    <w:rsid w:val="00CC7A3E"/>
    <w:rsid w:val="00CC7D46"/>
    <w:rsid w:val="00CD07FB"/>
    <w:rsid w:val="00CD0C8F"/>
    <w:rsid w:val="00CD3732"/>
    <w:rsid w:val="00CD39EA"/>
    <w:rsid w:val="00CD5B2E"/>
    <w:rsid w:val="00CD64AE"/>
    <w:rsid w:val="00CD7459"/>
    <w:rsid w:val="00CE0043"/>
    <w:rsid w:val="00CE08F4"/>
    <w:rsid w:val="00CE1295"/>
    <w:rsid w:val="00CE3FB3"/>
    <w:rsid w:val="00CE42D7"/>
    <w:rsid w:val="00CE452F"/>
    <w:rsid w:val="00CE49F9"/>
    <w:rsid w:val="00CE4E1F"/>
    <w:rsid w:val="00CF1140"/>
    <w:rsid w:val="00CF233B"/>
    <w:rsid w:val="00CF275D"/>
    <w:rsid w:val="00CF425B"/>
    <w:rsid w:val="00CF564F"/>
    <w:rsid w:val="00CF632E"/>
    <w:rsid w:val="00CF641D"/>
    <w:rsid w:val="00CF6D59"/>
    <w:rsid w:val="00CF7F98"/>
    <w:rsid w:val="00D0025D"/>
    <w:rsid w:val="00D0060C"/>
    <w:rsid w:val="00D00782"/>
    <w:rsid w:val="00D00E8B"/>
    <w:rsid w:val="00D02776"/>
    <w:rsid w:val="00D02B8B"/>
    <w:rsid w:val="00D046F8"/>
    <w:rsid w:val="00D0619D"/>
    <w:rsid w:val="00D06512"/>
    <w:rsid w:val="00D1062B"/>
    <w:rsid w:val="00D10C58"/>
    <w:rsid w:val="00D11756"/>
    <w:rsid w:val="00D12707"/>
    <w:rsid w:val="00D132E5"/>
    <w:rsid w:val="00D142D0"/>
    <w:rsid w:val="00D1431F"/>
    <w:rsid w:val="00D15BF1"/>
    <w:rsid w:val="00D1690F"/>
    <w:rsid w:val="00D21579"/>
    <w:rsid w:val="00D22A56"/>
    <w:rsid w:val="00D23065"/>
    <w:rsid w:val="00D233C9"/>
    <w:rsid w:val="00D235E8"/>
    <w:rsid w:val="00D25CBB"/>
    <w:rsid w:val="00D27E13"/>
    <w:rsid w:val="00D31644"/>
    <w:rsid w:val="00D3364A"/>
    <w:rsid w:val="00D337BF"/>
    <w:rsid w:val="00D341A7"/>
    <w:rsid w:val="00D346A2"/>
    <w:rsid w:val="00D355B9"/>
    <w:rsid w:val="00D36CBE"/>
    <w:rsid w:val="00D37442"/>
    <w:rsid w:val="00D37E7D"/>
    <w:rsid w:val="00D40DAF"/>
    <w:rsid w:val="00D416F7"/>
    <w:rsid w:val="00D41A15"/>
    <w:rsid w:val="00D41A86"/>
    <w:rsid w:val="00D42059"/>
    <w:rsid w:val="00D436D9"/>
    <w:rsid w:val="00D439E4"/>
    <w:rsid w:val="00D43A23"/>
    <w:rsid w:val="00D43B25"/>
    <w:rsid w:val="00D43E43"/>
    <w:rsid w:val="00D44F4A"/>
    <w:rsid w:val="00D453DA"/>
    <w:rsid w:val="00D529FF"/>
    <w:rsid w:val="00D53FAE"/>
    <w:rsid w:val="00D559A1"/>
    <w:rsid w:val="00D56101"/>
    <w:rsid w:val="00D565A1"/>
    <w:rsid w:val="00D57C5A"/>
    <w:rsid w:val="00D605B1"/>
    <w:rsid w:val="00D61F0D"/>
    <w:rsid w:val="00D62F5B"/>
    <w:rsid w:val="00D63762"/>
    <w:rsid w:val="00D643BA"/>
    <w:rsid w:val="00D65966"/>
    <w:rsid w:val="00D65E33"/>
    <w:rsid w:val="00D663EF"/>
    <w:rsid w:val="00D66CDA"/>
    <w:rsid w:val="00D70812"/>
    <w:rsid w:val="00D71A6E"/>
    <w:rsid w:val="00D71B04"/>
    <w:rsid w:val="00D71FF6"/>
    <w:rsid w:val="00D729BF"/>
    <w:rsid w:val="00D73186"/>
    <w:rsid w:val="00D733CC"/>
    <w:rsid w:val="00D736B5"/>
    <w:rsid w:val="00D73923"/>
    <w:rsid w:val="00D74DA7"/>
    <w:rsid w:val="00D76437"/>
    <w:rsid w:val="00D76913"/>
    <w:rsid w:val="00D76FE9"/>
    <w:rsid w:val="00D80DE9"/>
    <w:rsid w:val="00D81197"/>
    <w:rsid w:val="00D81A8A"/>
    <w:rsid w:val="00D82405"/>
    <w:rsid w:val="00D83667"/>
    <w:rsid w:val="00D85FA0"/>
    <w:rsid w:val="00D874FE"/>
    <w:rsid w:val="00D90291"/>
    <w:rsid w:val="00D916EF"/>
    <w:rsid w:val="00D92DB6"/>
    <w:rsid w:val="00D934B2"/>
    <w:rsid w:val="00D94264"/>
    <w:rsid w:val="00D94726"/>
    <w:rsid w:val="00D95465"/>
    <w:rsid w:val="00D96375"/>
    <w:rsid w:val="00D97817"/>
    <w:rsid w:val="00D97B8F"/>
    <w:rsid w:val="00DA0384"/>
    <w:rsid w:val="00DA11BE"/>
    <w:rsid w:val="00DA1A12"/>
    <w:rsid w:val="00DA1E83"/>
    <w:rsid w:val="00DA24EF"/>
    <w:rsid w:val="00DA2E96"/>
    <w:rsid w:val="00DA5FA2"/>
    <w:rsid w:val="00DA63D6"/>
    <w:rsid w:val="00DB08A8"/>
    <w:rsid w:val="00DB11C2"/>
    <w:rsid w:val="00DB1D0B"/>
    <w:rsid w:val="00DB1F2E"/>
    <w:rsid w:val="00DB2238"/>
    <w:rsid w:val="00DB2573"/>
    <w:rsid w:val="00DB33BF"/>
    <w:rsid w:val="00DB53D0"/>
    <w:rsid w:val="00DB53E4"/>
    <w:rsid w:val="00DC1061"/>
    <w:rsid w:val="00DC11A6"/>
    <w:rsid w:val="00DC1D00"/>
    <w:rsid w:val="00DC239F"/>
    <w:rsid w:val="00DC2ABE"/>
    <w:rsid w:val="00DC3638"/>
    <w:rsid w:val="00DC3C02"/>
    <w:rsid w:val="00DC5B98"/>
    <w:rsid w:val="00DC5BD0"/>
    <w:rsid w:val="00DD172D"/>
    <w:rsid w:val="00DD307F"/>
    <w:rsid w:val="00DD4036"/>
    <w:rsid w:val="00DD4B23"/>
    <w:rsid w:val="00DD5B07"/>
    <w:rsid w:val="00DD7FE4"/>
    <w:rsid w:val="00DE0838"/>
    <w:rsid w:val="00DE2BF5"/>
    <w:rsid w:val="00DE3859"/>
    <w:rsid w:val="00DE3C5C"/>
    <w:rsid w:val="00DF360F"/>
    <w:rsid w:val="00DF3E3C"/>
    <w:rsid w:val="00DF5764"/>
    <w:rsid w:val="00DF5DFD"/>
    <w:rsid w:val="00DF5F3D"/>
    <w:rsid w:val="00DF6E24"/>
    <w:rsid w:val="00DF7026"/>
    <w:rsid w:val="00E00F3C"/>
    <w:rsid w:val="00E025B8"/>
    <w:rsid w:val="00E02888"/>
    <w:rsid w:val="00E029E7"/>
    <w:rsid w:val="00E03B2B"/>
    <w:rsid w:val="00E04BEB"/>
    <w:rsid w:val="00E050A6"/>
    <w:rsid w:val="00E0515F"/>
    <w:rsid w:val="00E0518A"/>
    <w:rsid w:val="00E05B5E"/>
    <w:rsid w:val="00E05BEC"/>
    <w:rsid w:val="00E068D5"/>
    <w:rsid w:val="00E0729A"/>
    <w:rsid w:val="00E0750A"/>
    <w:rsid w:val="00E0766D"/>
    <w:rsid w:val="00E07CE1"/>
    <w:rsid w:val="00E07E7E"/>
    <w:rsid w:val="00E11B72"/>
    <w:rsid w:val="00E12EB8"/>
    <w:rsid w:val="00E1375A"/>
    <w:rsid w:val="00E13A4C"/>
    <w:rsid w:val="00E15592"/>
    <w:rsid w:val="00E15B42"/>
    <w:rsid w:val="00E16AEA"/>
    <w:rsid w:val="00E21055"/>
    <w:rsid w:val="00E2150C"/>
    <w:rsid w:val="00E21EE2"/>
    <w:rsid w:val="00E236DA"/>
    <w:rsid w:val="00E23A30"/>
    <w:rsid w:val="00E23F85"/>
    <w:rsid w:val="00E24BBD"/>
    <w:rsid w:val="00E27C1E"/>
    <w:rsid w:val="00E27F52"/>
    <w:rsid w:val="00E3244A"/>
    <w:rsid w:val="00E32982"/>
    <w:rsid w:val="00E33154"/>
    <w:rsid w:val="00E34C7D"/>
    <w:rsid w:val="00E35212"/>
    <w:rsid w:val="00E379F2"/>
    <w:rsid w:val="00E40418"/>
    <w:rsid w:val="00E40CAB"/>
    <w:rsid w:val="00E418D3"/>
    <w:rsid w:val="00E43671"/>
    <w:rsid w:val="00E43882"/>
    <w:rsid w:val="00E44BBA"/>
    <w:rsid w:val="00E45223"/>
    <w:rsid w:val="00E45E28"/>
    <w:rsid w:val="00E463C4"/>
    <w:rsid w:val="00E4644D"/>
    <w:rsid w:val="00E4658F"/>
    <w:rsid w:val="00E47D91"/>
    <w:rsid w:val="00E51A1A"/>
    <w:rsid w:val="00E51DDB"/>
    <w:rsid w:val="00E520B2"/>
    <w:rsid w:val="00E5276A"/>
    <w:rsid w:val="00E52EC1"/>
    <w:rsid w:val="00E53B11"/>
    <w:rsid w:val="00E542A3"/>
    <w:rsid w:val="00E542F9"/>
    <w:rsid w:val="00E563C1"/>
    <w:rsid w:val="00E565BF"/>
    <w:rsid w:val="00E57CCE"/>
    <w:rsid w:val="00E57E33"/>
    <w:rsid w:val="00E6118B"/>
    <w:rsid w:val="00E61A2B"/>
    <w:rsid w:val="00E62660"/>
    <w:rsid w:val="00E64EF9"/>
    <w:rsid w:val="00E6697A"/>
    <w:rsid w:val="00E66ADE"/>
    <w:rsid w:val="00E67936"/>
    <w:rsid w:val="00E70247"/>
    <w:rsid w:val="00E71987"/>
    <w:rsid w:val="00E73173"/>
    <w:rsid w:val="00E735C8"/>
    <w:rsid w:val="00E736AB"/>
    <w:rsid w:val="00E738A3"/>
    <w:rsid w:val="00E7631A"/>
    <w:rsid w:val="00E8002C"/>
    <w:rsid w:val="00E8070B"/>
    <w:rsid w:val="00E827D6"/>
    <w:rsid w:val="00E829BF"/>
    <w:rsid w:val="00E83481"/>
    <w:rsid w:val="00E87D82"/>
    <w:rsid w:val="00E9012C"/>
    <w:rsid w:val="00E918FD"/>
    <w:rsid w:val="00E91B38"/>
    <w:rsid w:val="00E91F4D"/>
    <w:rsid w:val="00E92DCC"/>
    <w:rsid w:val="00E93654"/>
    <w:rsid w:val="00E94301"/>
    <w:rsid w:val="00E96896"/>
    <w:rsid w:val="00E96DC8"/>
    <w:rsid w:val="00EA0008"/>
    <w:rsid w:val="00EA0336"/>
    <w:rsid w:val="00EA137C"/>
    <w:rsid w:val="00EA1CAD"/>
    <w:rsid w:val="00EA1D61"/>
    <w:rsid w:val="00EA1DB9"/>
    <w:rsid w:val="00EA26B6"/>
    <w:rsid w:val="00EA2AFF"/>
    <w:rsid w:val="00EA2B7A"/>
    <w:rsid w:val="00EA42B8"/>
    <w:rsid w:val="00EA5687"/>
    <w:rsid w:val="00EA6FEF"/>
    <w:rsid w:val="00EB0715"/>
    <w:rsid w:val="00EB2CDA"/>
    <w:rsid w:val="00EB3635"/>
    <w:rsid w:val="00EB4A16"/>
    <w:rsid w:val="00EB5AEE"/>
    <w:rsid w:val="00EB6336"/>
    <w:rsid w:val="00EB71E5"/>
    <w:rsid w:val="00EB7467"/>
    <w:rsid w:val="00EB76EC"/>
    <w:rsid w:val="00EC11A3"/>
    <w:rsid w:val="00EC441E"/>
    <w:rsid w:val="00EC4447"/>
    <w:rsid w:val="00EC667E"/>
    <w:rsid w:val="00EC6A4A"/>
    <w:rsid w:val="00EC6AC7"/>
    <w:rsid w:val="00ED0B01"/>
    <w:rsid w:val="00ED41DF"/>
    <w:rsid w:val="00ED4C17"/>
    <w:rsid w:val="00ED4C6F"/>
    <w:rsid w:val="00ED506E"/>
    <w:rsid w:val="00ED693C"/>
    <w:rsid w:val="00ED7098"/>
    <w:rsid w:val="00ED72C2"/>
    <w:rsid w:val="00ED7477"/>
    <w:rsid w:val="00EE1E3D"/>
    <w:rsid w:val="00EE1FB4"/>
    <w:rsid w:val="00EE301D"/>
    <w:rsid w:val="00EE3E4F"/>
    <w:rsid w:val="00EE44A0"/>
    <w:rsid w:val="00EF1260"/>
    <w:rsid w:val="00EF39DF"/>
    <w:rsid w:val="00EF4833"/>
    <w:rsid w:val="00EF53C0"/>
    <w:rsid w:val="00EF6471"/>
    <w:rsid w:val="00F00598"/>
    <w:rsid w:val="00F0273A"/>
    <w:rsid w:val="00F02E41"/>
    <w:rsid w:val="00F03F62"/>
    <w:rsid w:val="00F0642B"/>
    <w:rsid w:val="00F06653"/>
    <w:rsid w:val="00F06DCA"/>
    <w:rsid w:val="00F07210"/>
    <w:rsid w:val="00F10084"/>
    <w:rsid w:val="00F10517"/>
    <w:rsid w:val="00F1135E"/>
    <w:rsid w:val="00F114F8"/>
    <w:rsid w:val="00F127D1"/>
    <w:rsid w:val="00F14795"/>
    <w:rsid w:val="00F14E01"/>
    <w:rsid w:val="00F169EB"/>
    <w:rsid w:val="00F20748"/>
    <w:rsid w:val="00F20B8D"/>
    <w:rsid w:val="00F2133B"/>
    <w:rsid w:val="00F22638"/>
    <w:rsid w:val="00F23742"/>
    <w:rsid w:val="00F24059"/>
    <w:rsid w:val="00F241F2"/>
    <w:rsid w:val="00F25406"/>
    <w:rsid w:val="00F260CD"/>
    <w:rsid w:val="00F275FB"/>
    <w:rsid w:val="00F30525"/>
    <w:rsid w:val="00F317C7"/>
    <w:rsid w:val="00F31BE9"/>
    <w:rsid w:val="00F331B5"/>
    <w:rsid w:val="00F424CE"/>
    <w:rsid w:val="00F429C6"/>
    <w:rsid w:val="00F452F0"/>
    <w:rsid w:val="00F457CD"/>
    <w:rsid w:val="00F45EC0"/>
    <w:rsid w:val="00F46585"/>
    <w:rsid w:val="00F47AEF"/>
    <w:rsid w:val="00F54FC0"/>
    <w:rsid w:val="00F54FD1"/>
    <w:rsid w:val="00F554B2"/>
    <w:rsid w:val="00F55790"/>
    <w:rsid w:val="00F55A2A"/>
    <w:rsid w:val="00F60B10"/>
    <w:rsid w:val="00F61477"/>
    <w:rsid w:val="00F63C0A"/>
    <w:rsid w:val="00F650FB"/>
    <w:rsid w:val="00F65560"/>
    <w:rsid w:val="00F663BE"/>
    <w:rsid w:val="00F66CB5"/>
    <w:rsid w:val="00F72720"/>
    <w:rsid w:val="00F72FD1"/>
    <w:rsid w:val="00F73179"/>
    <w:rsid w:val="00F741D6"/>
    <w:rsid w:val="00F76770"/>
    <w:rsid w:val="00F80219"/>
    <w:rsid w:val="00F82154"/>
    <w:rsid w:val="00F82AAE"/>
    <w:rsid w:val="00F835DB"/>
    <w:rsid w:val="00F864FA"/>
    <w:rsid w:val="00F90585"/>
    <w:rsid w:val="00F908F7"/>
    <w:rsid w:val="00F949A9"/>
    <w:rsid w:val="00F95F9A"/>
    <w:rsid w:val="00F96B4A"/>
    <w:rsid w:val="00F97DFA"/>
    <w:rsid w:val="00FA0FF6"/>
    <w:rsid w:val="00FA17CA"/>
    <w:rsid w:val="00FA2D20"/>
    <w:rsid w:val="00FA4E6B"/>
    <w:rsid w:val="00FA530A"/>
    <w:rsid w:val="00FA5319"/>
    <w:rsid w:val="00FA7E25"/>
    <w:rsid w:val="00FB13CF"/>
    <w:rsid w:val="00FB261F"/>
    <w:rsid w:val="00FB2974"/>
    <w:rsid w:val="00FB3725"/>
    <w:rsid w:val="00FB3E01"/>
    <w:rsid w:val="00FB4763"/>
    <w:rsid w:val="00FB517B"/>
    <w:rsid w:val="00FB522C"/>
    <w:rsid w:val="00FB7916"/>
    <w:rsid w:val="00FB7F59"/>
    <w:rsid w:val="00FC2293"/>
    <w:rsid w:val="00FC24E3"/>
    <w:rsid w:val="00FC402C"/>
    <w:rsid w:val="00FC5622"/>
    <w:rsid w:val="00FC5630"/>
    <w:rsid w:val="00FC5F5C"/>
    <w:rsid w:val="00FC706A"/>
    <w:rsid w:val="00FC77F2"/>
    <w:rsid w:val="00FC7C38"/>
    <w:rsid w:val="00FD0B70"/>
    <w:rsid w:val="00FD1CC6"/>
    <w:rsid w:val="00FD3D32"/>
    <w:rsid w:val="00FD48BB"/>
    <w:rsid w:val="00FD6451"/>
    <w:rsid w:val="00FD6495"/>
    <w:rsid w:val="00FD66B3"/>
    <w:rsid w:val="00FD7604"/>
    <w:rsid w:val="00FD7912"/>
    <w:rsid w:val="00FE2E1F"/>
    <w:rsid w:val="00FE3246"/>
    <w:rsid w:val="00FE461D"/>
    <w:rsid w:val="00FE53C6"/>
    <w:rsid w:val="00FF01B0"/>
    <w:rsid w:val="00FF235E"/>
    <w:rsid w:val="00FF49A9"/>
    <w:rsid w:val="00FF4CEF"/>
    <w:rsid w:val="00FF5D1A"/>
    <w:rsid w:val="00FF5D76"/>
    <w:rsid w:val="00FF6C26"/>
    <w:rsid w:val="00FF6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EC60D"/>
  <w15:docId w15:val="{9C24735F-4E1B-4FB9-8E26-5B68A6F2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link w:val="TBLCOLHD"/>
    <w:qFormat/>
    <w:rsid w:val="006E03B7"/>
  </w:style>
  <w:style w:type="paragraph" w:styleId="Heading1">
    <w:name w:val="heading 1"/>
    <w:basedOn w:val="Normal"/>
    <w:next w:val="Normal"/>
    <w:link w:val="Heading1Char"/>
    <w:qFormat/>
    <w:rsid w:val="006E03B7"/>
    <w:pPr>
      <w:keepNext/>
      <w:spacing w:before="240" w:after="60"/>
      <w:outlineLvl w:val="0"/>
    </w:pPr>
    <w:rPr>
      <w:rFonts w:ascii="Arial" w:hAnsi="Arial" w:cs="Arial"/>
      <w:b/>
      <w:bCs/>
      <w:color w:val="FEFEFE"/>
      <w:kern w:val="32"/>
      <w:sz w:val="32"/>
      <w:szCs w:val="32"/>
    </w:rPr>
  </w:style>
  <w:style w:type="paragraph" w:styleId="Heading2">
    <w:name w:val="heading 2"/>
    <w:basedOn w:val="Normal"/>
    <w:next w:val="Normal"/>
    <w:qFormat/>
    <w:rsid w:val="006E03B7"/>
    <w:pPr>
      <w:keepNext/>
      <w:spacing w:before="240" w:after="60"/>
      <w:outlineLvl w:val="1"/>
    </w:pPr>
    <w:rPr>
      <w:rFonts w:ascii="Arial" w:hAnsi="Arial" w:cs="Arial"/>
      <w:b/>
      <w:bCs/>
      <w:i/>
      <w:iCs/>
      <w:color w:val="FEFEFE"/>
      <w:sz w:val="28"/>
      <w:szCs w:val="28"/>
    </w:rPr>
  </w:style>
  <w:style w:type="paragraph" w:styleId="Heading3">
    <w:name w:val="heading 3"/>
    <w:basedOn w:val="Normal"/>
    <w:next w:val="Normal"/>
    <w:qFormat/>
    <w:rsid w:val="006E03B7"/>
    <w:pPr>
      <w:keepNext/>
      <w:spacing w:before="240" w:after="60"/>
      <w:outlineLvl w:val="2"/>
    </w:pPr>
    <w:rPr>
      <w:rFonts w:ascii="Arial" w:hAnsi="Arial" w:cs="Arial"/>
      <w:b/>
      <w:bCs/>
      <w:color w:val="FEFEFE"/>
      <w:sz w:val="26"/>
      <w:szCs w:val="26"/>
    </w:rPr>
  </w:style>
  <w:style w:type="paragraph" w:styleId="Heading4">
    <w:name w:val="heading 4"/>
    <w:basedOn w:val="Normal"/>
    <w:next w:val="Normal"/>
    <w:link w:val="Heading4Char"/>
    <w:semiHidden/>
    <w:unhideWhenUsed/>
    <w:qFormat/>
    <w:rsid w:val="00106BDF"/>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06BDF"/>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C63282"/>
    <w:pPr>
      <w:spacing w:before="240" w:after="60" w:line="276" w:lineRule="auto"/>
      <w:outlineLvl w:val="5"/>
    </w:pPr>
    <w:rPr>
      <w:rFonts w:eastAsia="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0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D346A2"/>
    <w:rPr>
      <w:rFonts w:ascii="Tahoma" w:hAnsi="Tahoma" w:cs="Tahoma"/>
      <w:sz w:val="16"/>
      <w:szCs w:val="16"/>
    </w:rPr>
  </w:style>
  <w:style w:type="character" w:customStyle="1" w:styleId="DocumentMapChar">
    <w:name w:val="Document Map Char"/>
    <w:link w:val="DocumentMap"/>
    <w:rsid w:val="00D346A2"/>
    <w:rPr>
      <w:rFonts w:ascii="Tahoma" w:hAnsi="Tahoma" w:cs="Tahoma"/>
      <w:sz w:val="16"/>
      <w:szCs w:val="16"/>
    </w:rPr>
  </w:style>
  <w:style w:type="paragraph" w:customStyle="1" w:styleId="Figure-Bold">
    <w:name w:val="Figure-Bold"/>
    <w:basedOn w:val="Normal"/>
    <w:link w:val="Figure-BoldChar"/>
    <w:rsid w:val="000B4ACB"/>
    <w:rPr>
      <w:b/>
    </w:rPr>
  </w:style>
  <w:style w:type="paragraph" w:customStyle="1" w:styleId="Figure-Italics">
    <w:name w:val="Figure-Italics"/>
    <w:basedOn w:val="Normal"/>
    <w:link w:val="Figure-ItalicsChar"/>
    <w:rsid w:val="00585380"/>
    <w:rPr>
      <w:i/>
    </w:rPr>
  </w:style>
  <w:style w:type="character" w:customStyle="1" w:styleId="Figure-BoldChar">
    <w:name w:val="Figure-Bold Char"/>
    <w:link w:val="Figure-Bold"/>
    <w:rsid w:val="000B4ACB"/>
    <w:rPr>
      <w:b/>
      <w:sz w:val="24"/>
      <w:szCs w:val="24"/>
    </w:rPr>
  </w:style>
  <w:style w:type="paragraph" w:customStyle="1" w:styleId="Command">
    <w:name w:val="Command"/>
    <w:basedOn w:val="Normal"/>
    <w:link w:val="CommandChar"/>
    <w:rsid w:val="009E0A28"/>
    <w:rPr>
      <w:rFonts w:ascii="Courier New" w:hAnsi="Courier New" w:cs="Courier New"/>
      <w:b/>
    </w:rPr>
  </w:style>
  <w:style w:type="character" w:customStyle="1" w:styleId="Figure-ItalicsChar">
    <w:name w:val="Figure-Italics Char"/>
    <w:link w:val="Figure-Italics"/>
    <w:rsid w:val="00585380"/>
    <w:rPr>
      <w:i/>
      <w:sz w:val="24"/>
      <w:szCs w:val="24"/>
    </w:rPr>
  </w:style>
  <w:style w:type="paragraph" w:customStyle="1" w:styleId="Command-Variable">
    <w:name w:val="Command-Variable"/>
    <w:basedOn w:val="Normal"/>
    <w:link w:val="Command-VariableChar"/>
    <w:rsid w:val="009E0A28"/>
    <w:rPr>
      <w:rFonts w:ascii="Courier New" w:hAnsi="Courier New" w:cs="Courier New"/>
      <w:i/>
    </w:rPr>
  </w:style>
  <w:style w:type="character" w:customStyle="1" w:styleId="CommandChar">
    <w:name w:val="Command Char"/>
    <w:link w:val="Command"/>
    <w:rsid w:val="009E0A28"/>
    <w:rPr>
      <w:rFonts w:ascii="Courier New" w:hAnsi="Courier New" w:cs="Courier New"/>
      <w:b/>
      <w:sz w:val="24"/>
      <w:szCs w:val="24"/>
    </w:rPr>
  </w:style>
  <w:style w:type="paragraph" w:customStyle="1" w:styleId="CLI-Capture">
    <w:name w:val="CLI-Capture"/>
    <w:basedOn w:val="Normal"/>
    <w:link w:val="CLI-CaptureChar"/>
    <w:rsid w:val="006A18E1"/>
    <w:rPr>
      <w:rFonts w:ascii="Courier New" w:hAnsi="Courier New" w:cs="Courier New"/>
      <w:sz w:val="16"/>
      <w:szCs w:val="16"/>
    </w:rPr>
  </w:style>
  <w:style w:type="character" w:customStyle="1" w:styleId="Command-VariableChar">
    <w:name w:val="Command-Variable Char"/>
    <w:link w:val="Command-Variable"/>
    <w:rsid w:val="009E0A28"/>
    <w:rPr>
      <w:rFonts w:ascii="Courier New" w:hAnsi="Courier New" w:cs="Courier New"/>
      <w:i/>
      <w:sz w:val="24"/>
      <w:szCs w:val="24"/>
    </w:rPr>
  </w:style>
  <w:style w:type="paragraph" w:customStyle="1" w:styleId="Config">
    <w:name w:val="Config"/>
    <w:basedOn w:val="Normal"/>
    <w:link w:val="ConfigChar"/>
    <w:qFormat/>
    <w:rsid w:val="002E71A2"/>
    <w:rPr>
      <w:rFonts w:ascii="Courier" w:eastAsia="Calibri" w:hAnsi="Courier"/>
    </w:rPr>
  </w:style>
  <w:style w:type="character" w:customStyle="1" w:styleId="CLI-CaptureChar">
    <w:name w:val="CLI-Capture Char"/>
    <w:link w:val="CLI-Capture"/>
    <w:rsid w:val="006A18E1"/>
    <w:rPr>
      <w:rFonts w:ascii="Courier New" w:hAnsi="Courier New" w:cs="Courier New"/>
      <w:sz w:val="16"/>
      <w:szCs w:val="16"/>
    </w:rPr>
  </w:style>
  <w:style w:type="character" w:customStyle="1" w:styleId="ConfigChar">
    <w:name w:val="Config Char"/>
    <w:link w:val="Config"/>
    <w:rsid w:val="002E71A2"/>
    <w:rPr>
      <w:rFonts w:ascii="Courier" w:eastAsia="Calibri" w:hAnsi="Courier" w:cs="Times New Roman"/>
    </w:rPr>
  </w:style>
  <w:style w:type="paragraph" w:customStyle="1" w:styleId="Config-Highlighted">
    <w:name w:val="Config-Highlighted"/>
    <w:basedOn w:val="Config"/>
    <w:link w:val="Config-HighlightedChar"/>
    <w:rsid w:val="002E71A2"/>
    <w:pPr>
      <w:shd w:val="clear" w:color="auto" w:fill="BFBFBF"/>
    </w:pPr>
  </w:style>
  <w:style w:type="character" w:customStyle="1" w:styleId="Config-HighlightedChar">
    <w:name w:val="Config-Highlighted Char"/>
    <w:link w:val="Config-Highlighted"/>
    <w:rsid w:val="002E71A2"/>
    <w:rPr>
      <w:rFonts w:ascii="Courier" w:eastAsia="Calibri" w:hAnsi="Courier" w:cs="Times New Roman"/>
      <w:shd w:val="clear" w:color="auto" w:fill="BFBFBF"/>
    </w:rPr>
  </w:style>
  <w:style w:type="paragraph" w:customStyle="1" w:styleId="Config-RouterID">
    <w:name w:val="Config-RouterID"/>
    <w:basedOn w:val="Normal"/>
    <w:link w:val="Config-RouterIDChar"/>
    <w:qFormat/>
    <w:rsid w:val="002E71A2"/>
    <w:rPr>
      <w:rFonts w:ascii="Calibri" w:eastAsia="Calibri" w:hAnsi="Calibri"/>
      <w:b/>
      <w:sz w:val="22"/>
      <w:szCs w:val="22"/>
    </w:rPr>
  </w:style>
  <w:style w:type="character" w:customStyle="1" w:styleId="Config-RouterIDChar">
    <w:name w:val="Config-RouterID Char"/>
    <w:link w:val="Config-RouterID"/>
    <w:rsid w:val="002E71A2"/>
    <w:rPr>
      <w:rFonts w:ascii="Calibri" w:eastAsia="Calibri" w:hAnsi="Calibri" w:cs="Times New Roman"/>
      <w:b/>
      <w:sz w:val="22"/>
      <w:szCs w:val="22"/>
    </w:rPr>
  </w:style>
  <w:style w:type="paragraph" w:customStyle="1" w:styleId="Capt">
    <w:name w:val="Capt"/>
    <w:basedOn w:val="Normal"/>
    <w:link w:val="CaptChar"/>
    <w:rsid w:val="002E71A2"/>
    <w:rPr>
      <w:rFonts w:ascii="Courier" w:eastAsia="Calibri" w:hAnsi="Courier"/>
      <w:sz w:val="18"/>
      <w:szCs w:val="18"/>
    </w:rPr>
  </w:style>
  <w:style w:type="character" w:customStyle="1" w:styleId="CaptChar">
    <w:name w:val="Capt Char"/>
    <w:link w:val="Capt"/>
    <w:rsid w:val="002E71A2"/>
    <w:rPr>
      <w:rFonts w:ascii="Courier" w:eastAsia="Calibri" w:hAnsi="Courier" w:cs="Times New Roman"/>
      <w:sz w:val="18"/>
      <w:szCs w:val="18"/>
    </w:rPr>
  </w:style>
  <w:style w:type="paragraph" w:customStyle="1" w:styleId="CLI-Capt-Bold">
    <w:name w:val="CLI-Capt-Bold"/>
    <w:basedOn w:val="CLI-Capture"/>
    <w:link w:val="CLI-Capt-BoldChar"/>
    <w:rsid w:val="003B6E74"/>
    <w:rPr>
      <w:b/>
    </w:rPr>
  </w:style>
  <w:style w:type="paragraph" w:customStyle="1" w:styleId="Section">
    <w:name w:val="Section"/>
    <w:basedOn w:val="Normal"/>
    <w:rsid w:val="00151C67"/>
    <w:pPr>
      <w:spacing w:after="240"/>
    </w:pPr>
    <w:rPr>
      <w:rFonts w:ascii="Courier" w:hAnsi="Courier"/>
      <w:b/>
    </w:rPr>
  </w:style>
  <w:style w:type="character" w:customStyle="1" w:styleId="CLI-Capt-BoldChar">
    <w:name w:val="CLI-Capt-Bold Char"/>
    <w:link w:val="CLI-Capt-Bold"/>
    <w:rsid w:val="003B6E74"/>
    <w:rPr>
      <w:rFonts w:ascii="Courier New" w:hAnsi="Courier New" w:cs="Courier New"/>
      <w:b/>
      <w:sz w:val="16"/>
      <w:szCs w:val="16"/>
    </w:rPr>
  </w:style>
  <w:style w:type="paragraph" w:customStyle="1" w:styleId="UnNumList">
    <w:name w:val="UnNumList"/>
    <w:basedOn w:val="Normal"/>
    <w:rsid w:val="00151C67"/>
    <w:pPr>
      <w:spacing w:after="120"/>
      <w:ind w:left="720"/>
    </w:pPr>
    <w:rPr>
      <w:rFonts w:ascii="Courier" w:hAnsi="Courier"/>
    </w:rPr>
  </w:style>
  <w:style w:type="character" w:styleId="CommentReference">
    <w:name w:val="annotation reference"/>
    <w:basedOn w:val="DefaultParagraphFont"/>
    <w:rsid w:val="006E03B7"/>
    <w:rPr>
      <w:sz w:val="16"/>
      <w:szCs w:val="16"/>
    </w:rPr>
  </w:style>
  <w:style w:type="paragraph" w:styleId="CommentText">
    <w:name w:val="annotation text"/>
    <w:basedOn w:val="Normal"/>
    <w:link w:val="CommentTextChar"/>
    <w:uiPriority w:val="99"/>
    <w:rsid w:val="0004119A"/>
  </w:style>
  <w:style w:type="character" w:customStyle="1" w:styleId="CommentTextChar">
    <w:name w:val="Comment Text Char"/>
    <w:basedOn w:val="DefaultParagraphFont"/>
    <w:link w:val="CommentText"/>
    <w:uiPriority w:val="99"/>
    <w:rsid w:val="0004119A"/>
  </w:style>
  <w:style w:type="paragraph" w:styleId="CommentSubject">
    <w:name w:val="annotation subject"/>
    <w:basedOn w:val="CommentText"/>
    <w:next w:val="CommentText"/>
    <w:link w:val="CommentSubjectChar"/>
    <w:rsid w:val="0004119A"/>
    <w:rPr>
      <w:b/>
      <w:bCs/>
    </w:rPr>
  </w:style>
  <w:style w:type="character" w:customStyle="1" w:styleId="CommentSubjectChar">
    <w:name w:val="Comment Subject Char"/>
    <w:link w:val="CommentSubject"/>
    <w:rsid w:val="0004119A"/>
    <w:rPr>
      <w:b/>
      <w:bCs/>
    </w:rPr>
  </w:style>
  <w:style w:type="paragraph" w:styleId="BalloonText">
    <w:name w:val="Balloon Text"/>
    <w:basedOn w:val="Normal"/>
    <w:link w:val="BalloonTextChar"/>
    <w:rsid w:val="0004119A"/>
    <w:rPr>
      <w:rFonts w:ascii="Tahoma" w:hAnsi="Tahoma" w:cs="Tahoma"/>
      <w:sz w:val="16"/>
      <w:szCs w:val="16"/>
    </w:rPr>
  </w:style>
  <w:style w:type="character" w:customStyle="1" w:styleId="BalloonTextChar">
    <w:name w:val="Balloon Text Char"/>
    <w:link w:val="BalloonText"/>
    <w:rsid w:val="0004119A"/>
    <w:rPr>
      <w:rFonts w:ascii="Tahoma" w:hAnsi="Tahoma" w:cs="Tahoma"/>
      <w:sz w:val="16"/>
      <w:szCs w:val="16"/>
    </w:rPr>
  </w:style>
  <w:style w:type="paragraph" w:customStyle="1" w:styleId="Para-1Normal">
    <w:name w:val="Para-1Normal"/>
    <w:basedOn w:val="Normal"/>
    <w:link w:val="Para-1NormalChar"/>
    <w:qFormat/>
    <w:rsid w:val="001F39C0"/>
    <w:pPr>
      <w:spacing w:after="200" w:line="276" w:lineRule="auto"/>
      <w:ind w:left="720"/>
    </w:pPr>
    <w:rPr>
      <w:rFonts w:eastAsia="Calibri"/>
      <w:szCs w:val="22"/>
    </w:rPr>
  </w:style>
  <w:style w:type="character" w:customStyle="1" w:styleId="Para-1NormalChar">
    <w:name w:val="Para-1Normal Char"/>
    <w:link w:val="Para-1Normal"/>
    <w:rsid w:val="001F39C0"/>
    <w:rPr>
      <w:rFonts w:eastAsia="Calibri" w:cs="Times New Roman"/>
      <w:sz w:val="24"/>
      <w:szCs w:val="22"/>
    </w:rPr>
  </w:style>
  <w:style w:type="character" w:customStyle="1" w:styleId="docemphstrong">
    <w:name w:val="docemphstrong"/>
    <w:basedOn w:val="DefaultParagraphFont"/>
    <w:rsid w:val="001F39C0"/>
  </w:style>
  <w:style w:type="character" w:styleId="Hyperlink">
    <w:name w:val="Hyperlink"/>
    <w:basedOn w:val="DefaultParagraphFont"/>
    <w:rsid w:val="006E03B7"/>
    <w:rPr>
      <w:color w:val="0000FF"/>
      <w:u w:val="single"/>
    </w:rPr>
  </w:style>
  <w:style w:type="paragraph" w:customStyle="1" w:styleId="Default">
    <w:name w:val="Default"/>
    <w:rsid w:val="00FB517B"/>
    <w:pPr>
      <w:pBdr>
        <w:top w:val="nil"/>
        <w:left w:val="nil"/>
        <w:bottom w:val="nil"/>
        <w:right w:val="nil"/>
        <w:between w:val="nil"/>
        <w:bar w:val="nil"/>
      </w:pBdr>
    </w:pPr>
    <w:rPr>
      <w:rFonts w:ascii="Helvetica" w:eastAsia="Helvetica" w:hAnsi="Helvetica" w:cs="Helvetica"/>
      <w:color w:val="000000"/>
      <w:sz w:val="22"/>
      <w:szCs w:val="22"/>
      <w:bdr w:val="nil"/>
    </w:rPr>
  </w:style>
  <w:style w:type="paragraph" w:styleId="Revision">
    <w:name w:val="Revision"/>
    <w:hidden/>
    <w:uiPriority w:val="99"/>
    <w:semiHidden/>
    <w:rsid w:val="003677D5"/>
    <w:rPr>
      <w:sz w:val="24"/>
      <w:szCs w:val="24"/>
    </w:rPr>
  </w:style>
  <w:style w:type="paragraph" w:customStyle="1" w:styleId="ParagraphStyle">
    <w:name w:val="Paragraph Style"/>
    <w:rsid w:val="00CC51A3"/>
    <w:pPr>
      <w:autoSpaceDE w:val="0"/>
      <w:autoSpaceDN w:val="0"/>
      <w:adjustRightInd w:val="0"/>
    </w:pPr>
    <w:rPr>
      <w:rFonts w:ascii="Verdana" w:eastAsia="Arial Unicode MS" w:hAnsi="Verdana"/>
      <w:sz w:val="24"/>
      <w:szCs w:val="24"/>
      <w:bdr w:val="nil"/>
    </w:rPr>
  </w:style>
  <w:style w:type="paragraph" w:styleId="ListParagraph">
    <w:name w:val="List Paragraph"/>
    <w:basedOn w:val="Normal"/>
    <w:uiPriority w:val="34"/>
    <w:qFormat/>
    <w:rsid w:val="00CC51A3"/>
    <w:pPr>
      <w:ind w:left="720"/>
    </w:pPr>
    <w:rPr>
      <w:rFonts w:ascii="Calibri" w:eastAsia="Calibri" w:hAnsi="Calibri" w:cs="Calibri"/>
      <w:sz w:val="22"/>
      <w:szCs w:val="22"/>
      <w:u w:color="000000"/>
    </w:rPr>
  </w:style>
  <w:style w:type="paragraph" w:customStyle="1" w:styleId="Figure-Itself">
    <w:name w:val="Figure-Itself"/>
    <w:basedOn w:val="Normal"/>
    <w:link w:val="Figure-ItselfChar"/>
    <w:qFormat/>
    <w:rsid w:val="00E45223"/>
    <w:pPr>
      <w:spacing w:after="200" w:line="276" w:lineRule="auto"/>
      <w:ind w:left="720"/>
    </w:pPr>
    <w:rPr>
      <w:rFonts w:ascii="Calibri" w:eastAsia="Calibri" w:hAnsi="Calibri"/>
      <w:b/>
      <w:sz w:val="22"/>
      <w:szCs w:val="22"/>
    </w:rPr>
  </w:style>
  <w:style w:type="character" w:customStyle="1" w:styleId="Figure-ItselfChar">
    <w:name w:val="Figure-Itself Char"/>
    <w:link w:val="Figure-Itself"/>
    <w:rsid w:val="00E45223"/>
    <w:rPr>
      <w:rFonts w:ascii="Calibri" w:eastAsia="Calibri" w:hAnsi="Calibri"/>
      <w:b/>
      <w:sz w:val="22"/>
      <w:szCs w:val="22"/>
    </w:rPr>
  </w:style>
  <w:style w:type="character" w:customStyle="1" w:styleId="Heading4Char">
    <w:name w:val="Heading 4 Char"/>
    <w:link w:val="Heading4"/>
    <w:semiHidden/>
    <w:rsid w:val="00106BDF"/>
    <w:rPr>
      <w:rFonts w:ascii="Calibri" w:eastAsia="Times New Roman" w:hAnsi="Calibri" w:cs="Times New Roman"/>
      <w:b/>
      <w:bCs/>
      <w:sz w:val="28"/>
      <w:szCs w:val="28"/>
    </w:rPr>
  </w:style>
  <w:style w:type="character" w:customStyle="1" w:styleId="Heading5Char">
    <w:name w:val="Heading 5 Char"/>
    <w:link w:val="Heading5"/>
    <w:semiHidden/>
    <w:rsid w:val="00106BDF"/>
    <w:rPr>
      <w:rFonts w:ascii="Calibri" w:eastAsia="Times New Roman" w:hAnsi="Calibri" w:cs="Times New Roman"/>
      <w:b/>
      <w:bCs/>
      <w:i/>
      <w:iCs/>
      <w:sz w:val="26"/>
      <w:szCs w:val="26"/>
    </w:rPr>
  </w:style>
  <w:style w:type="paragraph" w:customStyle="1" w:styleId="SectionHeaders">
    <w:name w:val="Section Headers"/>
    <w:basedOn w:val="Normal"/>
    <w:link w:val="SectionHeadersChar"/>
    <w:qFormat/>
    <w:rsid w:val="00E02888"/>
    <w:pPr>
      <w:outlineLvl w:val="0"/>
    </w:pPr>
    <w:rPr>
      <w:b/>
      <w:bCs/>
      <w:color w:val="000000"/>
    </w:rPr>
  </w:style>
  <w:style w:type="character" w:customStyle="1" w:styleId="SectionHeadersChar">
    <w:name w:val="Section Headers Char"/>
    <w:link w:val="SectionHeaders"/>
    <w:rsid w:val="00E02888"/>
    <w:rPr>
      <w:b/>
      <w:bCs/>
      <w:color w:val="000000"/>
      <w:sz w:val="24"/>
      <w:szCs w:val="24"/>
    </w:rPr>
  </w:style>
  <w:style w:type="paragraph" w:styleId="Header">
    <w:name w:val="header"/>
    <w:basedOn w:val="Normal"/>
    <w:link w:val="HeaderChar"/>
    <w:rsid w:val="00236956"/>
    <w:pPr>
      <w:tabs>
        <w:tab w:val="center" w:pos="4680"/>
        <w:tab w:val="right" w:pos="9360"/>
      </w:tabs>
    </w:pPr>
  </w:style>
  <w:style w:type="character" w:customStyle="1" w:styleId="HeaderChar">
    <w:name w:val="Header Char"/>
    <w:link w:val="Header"/>
    <w:rsid w:val="00236956"/>
    <w:rPr>
      <w:sz w:val="24"/>
      <w:szCs w:val="24"/>
    </w:rPr>
  </w:style>
  <w:style w:type="paragraph" w:styleId="Footer">
    <w:name w:val="footer"/>
    <w:basedOn w:val="Normal"/>
    <w:link w:val="FooterChar"/>
    <w:rsid w:val="00236956"/>
    <w:pPr>
      <w:tabs>
        <w:tab w:val="center" w:pos="4680"/>
        <w:tab w:val="right" w:pos="9360"/>
      </w:tabs>
    </w:pPr>
  </w:style>
  <w:style w:type="character" w:customStyle="1" w:styleId="FooterChar">
    <w:name w:val="Footer Char"/>
    <w:link w:val="Footer"/>
    <w:rsid w:val="00236956"/>
    <w:rPr>
      <w:sz w:val="24"/>
      <w:szCs w:val="24"/>
    </w:rPr>
  </w:style>
  <w:style w:type="character" w:customStyle="1" w:styleId="kwd">
    <w:name w:val="kwd"/>
    <w:rsid w:val="006F3428"/>
  </w:style>
  <w:style w:type="character" w:customStyle="1" w:styleId="apple-converted-space">
    <w:name w:val="apple-converted-space"/>
    <w:rsid w:val="006F3428"/>
  </w:style>
  <w:style w:type="character" w:customStyle="1" w:styleId="var">
    <w:name w:val="var"/>
    <w:rsid w:val="006F3428"/>
  </w:style>
  <w:style w:type="character" w:customStyle="1" w:styleId="synph">
    <w:name w:val="synph"/>
    <w:rsid w:val="006F3428"/>
  </w:style>
  <w:style w:type="paragraph" w:styleId="NormalWeb">
    <w:name w:val="Normal (Web)"/>
    <w:basedOn w:val="Normal"/>
    <w:uiPriority w:val="99"/>
    <w:unhideWhenUsed/>
    <w:rsid w:val="00375B53"/>
    <w:pPr>
      <w:spacing w:before="100" w:beforeAutospacing="1" w:after="100" w:afterAutospacing="1"/>
    </w:pPr>
  </w:style>
  <w:style w:type="paragraph" w:customStyle="1" w:styleId="stepexpand">
    <w:name w:val="stepexpand"/>
    <w:basedOn w:val="Normal"/>
    <w:rsid w:val="00375B53"/>
    <w:pPr>
      <w:spacing w:before="100" w:beforeAutospacing="1" w:after="100" w:afterAutospacing="1"/>
    </w:pPr>
  </w:style>
  <w:style w:type="character" w:styleId="Emphasis">
    <w:name w:val="Emphasis"/>
    <w:basedOn w:val="DefaultParagraphFont"/>
    <w:qFormat/>
    <w:rsid w:val="006E03B7"/>
    <w:rPr>
      <w:i/>
      <w:iCs/>
    </w:rPr>
  </w:style>
  <w:style w:type="paragraph" w:styleId="HTMLPreformatted">
    <w:name w:val="HTML Preformatted"/>
    <w:basedOn w:val="Normal"/>
    <w:link w:val="HTMLPreformattedChar"/>
    <w:uiPriority w:val="99"/>
    <w:unhideWhenUsed/>
    <w:rsid w:val="00AE6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AE6406"/>
    <w:rPr>
      <w:rFonts w:ascii="Courier New" w:hAnsi="Courier New" w:cs="Courier New"/>
    </w:rPr>
  </w:style>
  <w:style w:type="paragraph" w:customStyle="1" w:styleId="epubnoindent">
    <w:name w:val="epub__noindent"/>
    <w:basedOn w:val="Normal"/>
    <w:rsid w:val="000B7F00"/>
    <w:pPr>
      <w:spacing w:before="100" w:beforeAutospacing="1" w:after="100" w:afterAutospacing="1"/>
    </w:pPr>
  </w:style>
  <w:style w:type="paragraph" w:customStyle="1" w:styleId="epubtitle">
    <w:name w:val="epub__title"/>
    <w:basedOn w:val="Normal"/>
    <w:rsid w:val="000B7F00"/>
    <w:pPr>
      <w:spacing w:before="100" w:beforeAutospacing="1" w:after="100" w:afterAutospacing="1"/>
    </w:pPr>
  </w:style>
  <w:style w:type="paragraph" w:customStyle="1" w:styleId="epubnotepara">
    <w:name w:val="epub__notepara"/>
    <w:basedOn w:val="Normal"/>
    <w:rsid w:val="000B7F00"/>
    <w:pPr>
      <w:spacing w:before="100" w:beforeAutospacing="1" w:after="100" w:afterAutospacing="1"/>
    </w:pPr>
  </w:style>
  <w:style w:type="character" w:customStyle="1" w:styleId="mw-headline">
    <w:name w:val="mw-headline"/>
    <w:rsid w:val="002775E9"/>
  </w:style>
  <w:style w:type="character" w:customStyle="1" w:styleId="mw-editsection">
    <w:name w:val="mw-editsection"/>
    <w:rsid w:val="002775E9"/>
  </w:style>
  <w:style w:type="character" w:customStyle="1" w:styleId="mw-editsection-bracket">
    <w:name w:val="mw-editsection-bracket"/>
    <w:rsid w:val="002775E9"/>
  </w:style>
  <w:style w:type="character" w:customStyle="1" w:styleId="Heading6Char">
    <w:name w:val="Heading 6 Char"/>
    <w:link w:val="Heading6"/>
    <w:rsid w:val="00C63282"/>
    <w:rPr>
      <w:rFonts w:eastAsia="Calibri"/>
      <w:b/>
      <w:bCs/>
      <w:sz w:val="22"/>
      <w:szCs w:val="22"/>
    </w:rPr>
  </w:style>
  <w:style w:type="character" w:customStyle="1" w:styleId="content">
    <w:name w:val="content"/>
    <w:basedOn w:val="DefaultParagraphFont"/>
    <w:rsid w:val="00C63282"/>
  </w:style>
  <w:style w:type="character" w:styleId="FollowedHyperlink">
    <w:name w:val="FollowedHyperlink"/>
    <w:basedOn w:val="DefaultParagraphFont"/>
    <w:rsid w:val="006E03B7"/>
    <w:rPr>
      <w:color w:val="800080"/>
      <w:u w:val="single"/>
    </w:rPr>
  </w:style>
  <w:style w:type="character" w:styleId="Strong">
    <w:name w:val="Strong"/>
    <w:basedOn w:val="DefaultParagraphFont"/>
    <w:qFormat/>
    <w:rsid w:val="006E03B7"/>
    <w:rPr>
      <w:b/>
      <w:bCs/>
    </w:rPr>
  </w:style>
  <w:style w:type="paragraph" w:customStyle="1" w:styleId="fakecodeblock">
    <w:name w:val="fake_codeblock"/>
    <w:basedOn w:val="Normal"/>
    <w:rsid w:val="00D3364A"/>
    <w:pPr>
      <w:spacing w:before="100" w:beforeAutospacing="1" w:after="100" w:afterAutospacing="1"/>
    </w:pPr>
  </w:style>
  <w:style w:type="character" w:customStyle="1" w:styleId="sep">
    <w:name w:val="sep"/>
    <w:rsid w:val="001B7DA5"/>
  </w:style>
  <w:style w:type="character" w:customStyle="1" w:styleId="Heading1Char">
    <w:name w:val="Heading 1 Char"/>
    <w:link w:val="Heading1"/>
    <w:rsid w:val="001539A1"/>
    <w:rPr>
      <w:rFonts w:ascii="Arial" w:hAnsi="Arial" w:cs="Arial"/>
      <w:b/>
      <w:bCs/>
      <w:color w:val="FEFEFE"/>
      <w:kern w:val="32"/>
      <w:sz w:val="32"/>
      <w:szCs w:val="32"/>
    </w:rPr>
  </w:style>
  <w:style w:type="paragraph" w:customStyle="1" w:styleId="CHAPBMQQ">
    <w:name w:val="CHAP_BM_QQ"/>
    <w:basedOn w:val="CHAPBMPD"/>
    <w:rsid w:val="006E03B7"/>
    <w:rPr>
      <w:color w:val="FF0000"/>
    </w:rPr>
  </w:style>
  <w:style w:type="character" w:customStyle="1" w:styleId="CITchapbm">
    <w:name w:val="CIT_chap_bm"/>
    <w:basedOn w:val="DefaultParagraphFont"/>
    <w:rsid w:val="006E03B7"/>
    <w:rPr>
      <w:rFonts w:ascii="Courier New" w:hAnsi="Courier New" w:cs="Arial" w:hint="default"/>
      <w:b w:val="0"/>
      <w:bCs w:val="0"/>
      <w:i w:val="0"/>
      <w:iCs w:val="0"/>
      <w:caps w:val="0"/>
      <w:smallCaps w:val="0"/>
      <w:strike w:val="0"/>
      <w:dstrike w:val="0"/>
      <w:vanish w:val="0"/>
      <w:webHidden w:val="0"/>
      <w:color w:val="auto"/>
      <w:sz w:val="14"/>
      <w:szCs w:val="14"/>
      <w:u w:val="none"/>
      <w:effect w:val="none"/>
      <w:specVanish w:val="0"/>
    </w:rPr>
  </w:style>
  <w:style w:type="paragraph" w:customStyle="1" w:styleId="CFFIRST">
    <w:name w:val="CF_FIRST"/>
    <w:rsid w:val="006E03B7"/>
    <w:pPr>
      <w:spacing w:after="120" w:line="240" w:lineRule="atLeast"/>
      <w:ind w:left="360"/>
    </w:pPr>
    <w:rPr>
      <w:rFonts w:cs="Arial"/>
      <w:color w:val="000000"/>
      <w:w w:val="101"/>
      <w:sz w:val="18"/>
      <w:szCs w:val="18"/>
    </w:rPr>
  </w:style>
  <w:style w:type="paragraph" w:customStyle="1" w:styleId="TBLFN">
    <w:name w:val="TBL_FN"/>
    <w:rsid w:val="006E03B7"/>
    <w:pPr>
      <w:spacing w:before="60" w:after="360" w:line="240" w:lineRule="atLeast"/>
    </w:pPr>
    <w:rPr>
      <w:rFonts w:ascii="Arial" w:hAnsi="Arial" w:cs="Arial"/>
      <w:color w:val="000000"/>
      <w:sz w:val="14"/>
      <w:szCs w:val="14"/>
    </w:rPr>
  </w:style>
  <w:style w:type="paragraph" w:customStyle="1" w:styleId="H1">
    <w:name w:val="H1"/>
    <w:rsid w:val="006E03B7"/>
    <w:pPr>
      <w:spacing w:before="420" w:after="120" w:line="320" w:lineRule="atLeast"/>
    </w:pPr>
    <w:rPr>
      <w:rFonts w:ascii="Arial" w:hAnsi="Arial" w:cs="Arial"/>
      <w:b/>
      <w:bCs/>
      <w:color w:val="000000"/>
      <w:sz w:val="28"/>
      <w:szCs w:val="28"/>
    </w:rPr>
  </w:style>
  <w:style w:type="paragraph" w:customStyle="1" w:styleId="H2">
    <w:name w:val="H2"/>
    <w:rsid w:val="006E03B7"/>
    <w:pPr>
      <w:spacing w:before="300" w:after="120"/>
    </w:pPr>
    <w:rPr>
      <w:rFonts w:ascii="Arial" w:hAnsi="Arial" w:cs="Arial"/>
      <w:b/>
      <w:bCs/>
      <w:color w:val="000000"/>
      <w:sz w:val="22"/>
      <w:szCs w:val="22"/>
    </w:rPr>
  </w:style>
  <w:style w:type="paragraph" w:customStyle="1" w:styleId="H3">
    <w:name w:val="H3"/>
    <w:rsid w:val="006E03B7"/>
    <w:pPr>
      <w:spacing w:before="360" w:after="60"/>
    </w:pPr>
    <w:rPr>
      <w:rFonts w:ascii="Arial" w:hAnsi="Arial" w:cs="Arial"/>
      <w:color w:val="000000"/>
    </w:rPr>
  </w:style>
  <w:style w:type="paragraph" w:customStyle="1" w:styleId="H4">
    <w:name w:val="H4"/>
    <w:rsid w:val="006E03B7"/>
    <w:pPr>
      <w:spacing w:before="360" w:after="60"/>
      <w:ind w:left="360"/>
    </w:pPr>
    <w:rPr>
      <w:rFonts w:ascii="Arial" w:hAnsi="Arial" w:cs="Arial"/>
      <w:color w:val="000000"/>
    </w:rPr>
  </w:style>
  <w:style w:type="paragraph" w:customStyle="1" w:styleId="CFOBJFIRST">
    <w:name w:val="CF_OBJ_FIRST"/>
    <w:basedOn w:val="CFOBJMID"/>
    <w:rsid w:val="006E03B7"/>
  </w:style>
  <w:style w:type="paragraph" w:customStyle="1" w:styleId="CFOBJMID">
    <w:name w:val="CF_OBJ_MID"/>
    <w:basedOn w:val="Normal"/>
    <w:rsid w:val="006E03B7"/>
    <w:pPr>
      <w:tabs>
        <w:tab w:val="left" w:pos="1535"/>
      </w:tabs>
      <w:spacing w:before="60" w:after="120" w:line="240" w:lineRule="atLeast"/>
      <w:ind w:left="720" w:hanging="360"/>
    </w:pPr>
    <w:rPr>
      <w:rFonts w:cs="Arial"/>
      <w:w w:val="102"/>
      <w:sz w:val="18"/>
      <w:szCs w:val="18"/>
    </w:rPr>
  </w:style>
  <w:style w:type="paragraph" w:customStyle="1" w:styleId="TBLTTL">
    <w:name w:val="TBL_TTL"/>
    <w:rsid w:val="006E03B7"/>
    <w:pPr>
      <w:spacing w:before="120" w:after="60" w:line="240" w:lineRule="atLeast"/>
    </w:pPr>
    <w:rPr>
      <w:i/>
      <w:w w:val="101"/>
      <w:sz w:val="18"/>
      <w:szCs w:val="18"/>
    </w:rPr>
  </w:style>
  <w:style w:type="character" w:customStyle="1" w:styleId="H5">
    <w:name w:val="H5"/>
    <w:rsid w:val="006E03B7"/>
    <w:rPr>
      <w:rFonts w:ascii="Times New Roman" w:hAnsi="Times New Roman"/>
      <w:b/>
      <w:sz w:val="20"/>
      <w:szCs w:val="20"/>
    </w:rPr>
  </w:style>
  <w:style w:type="paragraph" w:customStyle="1" w:styleId="FIGCAP">
    <w:name w:val="FIG_CAP"/>
    <w:rsid w:val="006E03B7"/>
    <w:pPr>
      <w:framePr w:hSpace="180" w:wrap="around" w:vAnchor="text" w:hAnchor="text" w:y="541"/>
      <w:spacing w:before="120" w:after="120" w:line="240" w:lineRule="atLeast"/>
      <w:suppressOverlap/>
    </w:pPr>
    <w:rPr>
      <w:i/>
      <w:sz w:val="18"/>
      <w:szCs w:val="18"/>
    </w:rPr>
  </w:style>
  <w:style w:type="paragraph" w:customStyle="1" w:styleId="SF1FIRST">
    <w:name w:val="SF1_FIRST"/>
    <w:rsid w:val="006E03B7"/>
    <w:pPr>
      <w:spacing w:after="60" w:line="240" w:lineRule="atLeast"/>
    </w:pPr>
    <w:rPr>
      <w:rFonts w:cs="Arial"/>
      <w:color w:val="000000"/>
      <w:w w:val="101"/>
      <w:sz w:val="18"/>
      <w:szCs w:val="18"/>
    </w:rPr>
  </w:style>
  <w:style w:type="paragraph" w:customStyle="1" w:styleId="SF3MID">
    <w:name w:val="SF3_MID"/>
    <w:rsid w:val="006E03B7"/>
    <w:pPr>
      <w:spacing w:after="120" w:line="240" w:lineRule="atLeast"/>
    </w:pPr>
    <w:rPr>
      <w:rFonts w:cs="Arial"/>
      <w:color w:val="000000"/>
      <w:w w:val="101"/>
      <w:sz w:val="18"/>
      <w:szCs w:val="18"/>
    </w:rPr>
  </w:style>
  <w:style w:type="paragraph" w:customStyle="1" w:styleId="SF3FIRST">
    <w:name w:val="SF3_FIRST"/>
    <w:rsid w:val="006E03B7"/>
    <w:pPr>
      <w:spacing w:after="60" w:line="240" w:lineRule="atLeast"/>
    </w:pPr>
    <w:rPr>
      <w:rFonts w:cs="Arial"/>
      <w:color w:val="000000"/>
      <w:w w:val="101"/>
      <w:sz w:val="18"/>
      <w:szCs w:val="18"/>
    </w:rPr>
  </w:style>
  <w:style w:type="paragraph" w:customStyle="1" w:styleId="SF3TTL">
    <w:name w:val="SF3_TTL"/>
    <w:rsid w:val="006E03B7"/>
    <w:pPr>
      <w:spacing w:after="40"/>
      <w:ind w:right="950"/>
    </w:pPr>
    <w:rPr>
      <w:rFonts w:ascii="Arial" w:hAnsi="Arial" w:cs="Arial"/>
      <w:b/>
      <w:bCs/>
      <w:color w:val="000000"/>
    </w:rPr>
  </w:style>
  <w:style w:type="character" w:customStyle="1" w:styleId="SF1TTL">
    <w:name w:val="SF1_TTL"/>
    <w:rsid w:val="006E03B7"/>
    <w:rPr>
      <w:rFonts w:ascii="Arial" w:hAnsi="Arial" w:cs="Arial"/>
      <w:b/>
      <w:bCs/>
      <w:dstrike w:val="0"/>
      <w:webHidden w:val="0"/>
      <w:color w:val="000000"/>
      <w:w w:val="100"/>
      <w:sz w:val="18"/>
      <w:szCs w:val="18"/>
      <w:u w:val="none"/>
      <w:effect w:val="none"/>
      <w:specVanish w:val="0"/>
    </w:rPr>
  </w:style>
  <w:style w:type="paragraph" w:customStyle="1" w:styleId="CHAPNUM">
    <w:name w:val="CHAP_NUM"/>
    <w:basedOn w:val="Normal"/>
    <w:rsid w:val="006E03B7"/>
    <w:pPr>
      <w:spacing w:after="480" w:line="580" w:lineRule="atLeast"/>
      <w:jc w:val="right"/>
    </w:pPr>
    <w:rPr>
      <w:rFonts w:ascii="Arial" w:hAnsi="Arial" w:cs="Arial"/>
      <w:sz w:val="52"/>
      <w:szCs w:val="52"/>
    </w:rPr>
  </w:style>
  <w:style w:type="paragraph" w:customStyle="1" w:styleId="CHAPTTL">
    <w:name w:val="CHAP_TTL"/>
    <w:basedOn w:val="Normal"/>
    <w:rsid w:val="006E03B7"/>
    <w:pPr>
      <w:spacing w:before="1220" w:after="1560" w:line="600" w:lineRule="atLeast"/>
    </w:pPr>
    <w:rPr>
      <w:rFonts w:ascii="Arial" w:hAnsi="Arial" w:cs="Arial"/>
      <w:color w:val="FFFFFF"/>
      <w:w w:val="103"/>
      <w:sz w:val="56"/>
      <w:szCs w:val="56"/>
    </w:rPr>
  </w:style>
  <w:style w:type="paragraph" w:customStyle="1" w:styleId="NLCDTONLY">
    <w:name w:val="NL_CDT_ONLY"/>
    <w:autoRedefine/>
    <w:rsid w:val="006E03B7"/>
    <w:pPr>
      <w:spacing w:before="20" w:after="20" w:line="180" w:lineRule="atLeast"/>
      <w:ind w:left="720"/>
    </w:pPr>
    <w:rPr>
      <w:rFonts w:ascii="Courier New" w:hAnsi="Courier New"/>
      <w:sz w:val="14"/>
      <w:szCs w:val="14"/>
    </w:rPr>
  </w:style>
  <w:style w:type="paragraph" w:customStyle="1" w:styleId="EXMTTL">
    <w:name w:val="EXM_TTL"/>
    <w:rsid w:val="006E03B7"/>
    <w:pPr>
      <w:spacing w:before="120" w:after="120" w:line="220" w:lineRule="atLeast"/>
    </w:pPr>
    <w:rPr>
      <w:i/>
      <w:sz w:val="18"/>
      <w:szCs w:val="18"/>
    </w:rPr>
  </w:style>
  <w:style w:type="paragraph" w:customStyle="1" w:styleId="CFOBJLAST">
    <w:name w:val="CF_OBJ_LAST"/>
    <w:basedOn w:val="CFOBJMID"/>
    <w:rsid w:val="006E03B7"/>
    <w:pPr>
      <w:spacing w:after="180"/>
    </w:pPr>
  </w:style>
  <w:style w:type="character" w:customStyle="1" w:styleId="TBLNUM">
    <w:name w:val="TBL_NUM"/>
    <w:rsid w:val="006E03B7"/>
    <w:rPr>
      <w:rFonts w:ascii="Arial" w:hAnsi="Arial"/>
      <w:b/>
      <w:i/>
      <w:color w:val="auto"/>
      <w:w w:val="100"/>
      <w:sz w:val="18"/>
      <w:szCs w:val="18"/>
    </w:rPr>
  </w:style>
  <w:style w:type="paragraph" w:customStyle="1" w:styleId="TBLCOLHD">
    <w:name w:val="TBL_COLHD"/>
    <w:rsid w:val="006E03B7"/>
    <w:pPr>
      <w:tabs>
        <w:tab w:val="left" w:pos="2994"/>
      </w:tabs>
      <w:spacing w:line="220" w:lineRule="atLeast"/>
    </w:pPr>
    <w:rPr>
      <w:rFonts w:ascii="Arial" w:hAnsi="Arial" w:cs="Arial"/>
      <w:b/>
      <w:bCs/>
      <w:sz w:val="18"/>
      <w:szCs w:val="18"/>
    </w:rPr>
  </w:style>
  <w:style w:type="paragraph" w:customStyle="1" w:styleId="TBL">
    <w:name w:val="TBL"/>
    <w:rsid w:val="006E03B7"/>
    <w:pPr>
      <w:framePr w:hSpace="180" w:wrap="around" w:vAnchor="text" w:hAnchor="text" w:y="1"/>
      <w:spacing w:line="240" w:lineRule="atLeast"/>
      <w:suppressOverlap/>
    </w:pPr>
    <w:rPr>
      <w:rFonts w:cs="Arial"/>
      <w:sz w:val="18"/>
      <w:szCs w:val="18"/>
    </w:rPr>
  </w:style>
  <w:style w:type="paragraph" w:customStyle="1" w:styleId="HEADFIRST">
    <w:name w:val="HEADFIRST"/>
    <w:basedOn w:val="CFFIRST"/>
    <w:rsid w:val="006E03B7"/>
  </w:style>
  <w:style w:type="paragraph" w:customStyle="1" w:styleId="ULFIRST">
    <w:name w:val="UL_FIRST"/>
    <w:rsid w:val="006E03B7"/>
    <w:pPr>
      <w:spacing w:before="60" w:after="80" w:line="240" w:lineRule="atLeast"/>
      <w:ind w:left="720"/>
    </w:pPr>
    <w:rPr>
      <w:rFonts w:cs="Arial"/>
      <w:iCs/>
      <w:w w:val="101"/>
      <w:sz w:val="18"/>
      <w:szCs w:val="18"/>
    </w:rPr>
  </w:style>
  <w:style w:type="paragraph" w:customStyle="1" w:styleId="ULMID">
    <w:name w:val="UL_MID"/>
    <w:rsid w:val="006E03B7"/>
    <w:pPr>
      <w:spacing w:after="60" w:line="240" w:lineRule="atLeast"/>
      <w:ind w:left="720"/>
    </w:pPr>
    <w:rPr>
      <w:rFonts w:cs="Arial"/>
      <w:w w:val="101"/>
      <w:sz w:val="18"/>
      <w:szCs w:val="18"/>
    </w:rPr>
  </w:style>
  <w:style w:type="paragraph" w:customStyle="1" w:styleId="ULLAST">
    <w:name w:val="UL_LAST"/>
    <w:basedOn w:val="ULMID"/>
    <w:rsid w:val="006E03B7"/>
  </w:style>
  <w:style w:type="paragraph" w:customStyle="1" w:styleId="ULCDTFIRST">
    <w:name w:val="UL_CDT_FIRST"/>
    <w:rsid w:val="006E03B7"/>
    <w:pPr>
      <w:spacing w:after="60" w:line="180" w:lineRule="atLeast"/>
      <w:ind w:left="720"/>
    </w:pPr>
    <w:rPr>
      <w:rFonts w:ascii="Courier New" w:hAnsi="Courier New" w:cs="Arial"/>
      <w:sz w:val="14"/>
      <w:szCs w:val="14"/>
    </w:rPr>
  </w:style>
  <w:style w:type="paragraph" w:customStyle="1" w:styleId="ULCDTLAST">
    <w:name w:val="UL_CDT_LAST"/>
    <w:basedOn w:val="ULCDTFIRST"/>
    <w:rsid w:val="006E03B7"/>
    <w:pPr>
      <w:spacing w:after="120"/>
    </w:pPr>
  </w:style>
  <w:style w:type="paragraph" w:customStyle="1" w:styleId="CHAPBM">
    <w:name w:val="CHAP_BM"/>
    <w:basedOn w:val="CFFIRST"/>
    <w:rsid w:val="006E03B7"/>
  </w:style>
  <w:style w:type="paragraph" w:customStyle="1" w:styleId="SF1BLFIRST">
    <w:name w:val="SF1_BL_FIRST"/>
    <w:rsid w:val="006E03B7"/>
    <w:pPr>
      <w:tabs>
        <w:tab w:val="left" w:pos="815"/>
      </w:tabs>
      <w:spacing w:before="60" w:after="120" w:line="240" w:lineRule="atLeast"/>
      <w:ind w:left="360" w:hanging="360"/>
    </w:pPr>
    <w:rPr>
      <w:rFonts w:cs="Arial"/>
      <w:w w:val="101"/>
      <w:sz w:val="18"/>
      <w:szCs w:val="18"/>
    </w:rPr>
  </w:style>
  <w:style w:type="paragraph" w:customStyle="1" w:styleId="SF1BLLAST">
    <w:name w:val="SF1_BL_LAST"/>
    <w:basedOn w:val="SF1BLFIRST"/>
    <w:rsid w:val="006E03B7"/>
  </w:style>
  <w:style w:type="paragraph" w:customStyle="1" w:styleId="SF1NLFIRST">
    <w:name w:val="SF1_NL_FIRST"/>
    <w:basedOn w:val="SF1BLLAST"/>
    <w:rsid w:val="006E03B7"/>
  </w:style>
  <w:style w:type="paragraph" w:customStyle="1" w:styleId="SF1NLMID">
    <w:name w:val="SF1_NL_MID"/>
    <w:basedOn w:val="SF1NLFIRST"/>
    <w:rsid w:val="006E03B7"/>
  </w:style>
  <w:style w:type="paragraph" w:customStyle="1" w:styleId="SF1NLLAST">
    <w:name w:val="SF1_NL_LAST"/>
    <w:basedOn w:val="SF1NLMID"/>
    <w:rsid w:val="006E03B7"/>
  </w:style>
  <w:style w:type="character" w:customStyle="1" w:styleId="SF1NLNUM">
    <w:name w:val="SF1_NL_NUM"/>
    <w:basedOn w:val="SF1TTL"/>
    <w:rsid w:val="006E03B7"/>
    <w:rPr>
      <w:rFonts w:ascii="Arial" w:hAnsi="Arial" w:cs="Arial"/>
      <w:b/>
      <w:bCs/>
      <w:dstrike w:val="0"/>
      <w:webHidden w:val="0"/>
      <w:color w:val="000000"/>
      <w:w w:val="100"/>
      <w:sz w:val="18"/>
      <w:szCs w:val="18"/>
      <w:u w:val="none"/>
      <w:effect w:val="none"/>
      <w:specVanish w:val="0"/>
    </w:rPr>
  </w:style>
  <w:style w:type="character" w:customStyle="1" w:styleId="BOLD">
    <w:name w:val="BOLD"/>
    <w:rsid w:val="006E03B7"/>
    <w:rPr>
      <w:b/>
      <w:bCs/>
    </w:rPr>
  </w:style>
  <w:style w:type="character" w:customStyle="1" w:styleId="CITtbl">
    <w:name w:val="CIT_tbl"/>
    <w:basedOn w:val="DefaultParagraphFont"/>
    <w:rsid w:val="006E03B7"/>
    <w:rPr>
      <w:rFonts w:ascii="Courier New" w:hAnsi="Courier New" w:cs="Arial" w:hint="default"/>
      <w:b w:val="0"/>
      <w:bCs w:val="0"/>
      <w:i w:val="0"/>
      <w:iCs w:val="0"/>
      <w:caps w:val="0"/>
      <w:smallCaps w:val="0"/>
      <w:strike w:val="0"/>
      <w:dstrike w:val="0"/>
      <w:vanish w:val="0"/>
      <w:webHidden w:val="0"/>
      <w:color w:val="000000"/>
      <w:sz w:val="14"/>
      <w:szCs w:val="14"/>
      <w:u w:val="none"/>
      <w:effect w:val="none"/>
      <w:specVanish w:val="0"/>
    </w:rPr>
  </w:style>
  <w:style w:type="character" w:customStyle="1" w:styleId="FIGNUM">
    <w:name w:val="FIG_NUM"/>
    <w:rsid w:val="006E03B7"/>
    <w:rPr>
      <w:rFonts w:ascii="Arial Bold" w:hAnsi="Arial Bold"/>
      <w:b/>
      <w:i/>
      <w:w w:val="101"/>
      <w:sz w:val="18"/>
      <w:szCs w:val="18"/>
    </w:rPr>
  </w:style>
  <w:style w:type="paragraph" w:customStyle="1" w:styleId="BLFIRST">
    <w:name w:val="BL_FIRST"/>
    <w:rsid w:val="006E03B7"/>
    <w:pPr>
      <w:numPr>
        <w:numId w:val="1"/>
      </w:numPr>
      <w:spacing w:before="60" w:after="120" w:line="240" w:lineRule="atLeast"/>
    </w:pPr>
    <w:rPr>
      <w:rFonts w:cs="Arial"/>
      <w:w w:val="104"/>
      <w:sz w:val="19"/>
      <w:szCs w:val="18"/>
    </w:rPr>
  </w:style>
  <w:style w:type="paragraph" w:customStyle="1" w:styleId="BLMID">
    <w:name w:val="BL_MID"/>
    <w:basedOn w:val="BLFIRST"/>
    <w:rsid w:val="006E03B7"/>
  </w:style>
  <w:style w:type="paragraph" w:customStyle="1" w:styleId="BLLAST">
    <w:name w:val="BL_LAST"/>
    <w:basedOn w:val="BLMID"/>
    <w:rsid w:val="006E03B7"/>
  </w:style>
  <w:style w:type="paragraph" w:customStyle="1" w:styleId="NLFIRST">
    <w:name w:val="NL_FIRST"/>
    <w:basedOn w:val="BLFIRST"/>
    <w:rsid w:val="006E03B7"/>
    <w:pPr>
      <w:numPr>
        <w:numId w:val="0"/>
      </w:numPr>
      <w:ind w:left="720" w:hanging="360"/>
    </w:pPr>
    <w:rPr>
      <w:w w:val="101"/>
      <w:sz w:val="18"/>
    </w:rPr>
  </w:style>
  <w:style w:type="paragraph" w:customStyle="1" w:styleId="NLMID">
    <w:name w:val="NL_MID"/>
    <w:basedOn w:val="BLMID"/>
    <w:rsid w:val="006E03B7"/>
    <w:pPr>
      <w:numPr>
        <w:numId w:val="0"/>
      </w:numPr>
      <w:ind w:left="720" w:hanging="360"/>
    </w:pPr>
  </w:style>
  <w:style w:type="paragraph" w:customStyle="1" w:styleId="NLLAST">
    <w:name w:val="NL_LAST"/>
    <w:basedOn w:val="NLMID"/>
    <w:rsid w:val="006E03B7"/>
    <w:rPr>
      <w:w w:val="101"/>
      <w:sz w:val="18"/>
    </w:rPr>
  </w:style>
  <w:style w:type="character" w:customStyle="1" w:styleId="NLNUM">
    <w:name w:val="NL_NUM"/>
    <w:basedOn w:val="SF1TTL"/>
    <w:rsid w:val="006E03B7"/>
    <w:rPr>
      <w:rFonts w:ascii="Arial" w:hAnsi="Arial" w:cs="Arial"/>
      <w:b/>
      <w:bCs/>
      <w:dstrike w:val="0"/>
      <w:webHidden w:val="0"/>
      <w:color w:val="000000"/>
      <w:w w:val="100"/>
      <w:sz w:val="18"/>
      <w:szCs w:val="18"/>
      <w:u w:val="none"/>
      <w:effect w:val="none"/>
      <w:specVanish w:val="0"/>
    </w:rPr>
  </w:style>
  <w:style w:type="paragraph" w:customStyle="1" w:styleId="NLBLFIRST">
    <w:name w:val="NL_BL_FIRST"/>
    <w:rsid w:val="006E03B7"/>
    <w:pPr>
      <w:numPr>
        <w:numId w:val="2"/>
      </w:numPr>
      <w:spacing w:after="120" w:line="240" w:lineRule="atLeast"/>
    </w:pPr>
    <w:rPr>
      <w:rFonts w:cs="Arial"/>
      <w:w w:val="101"/>
      <w:sz w:val="18"/>
      <w:szCs w:val="18"/>
    </w:rPr>
  </w:style>
  <w:style w:type="paragraph" w:customStyle="1" w:styleId="CDTFIRST">
    <w:name w:val="CDT_FIRST"/>
    <w:rsid w:val="006E03B7"/>
    <w:pPr>
      <w:autoSpaceDE w:val="0"/>
      <w:autoSpaceDN w:val="0"/>
      <w:adjustRightInd w:val="0"/>
      <w:spacing w:before="60" w:after="60" w:line="183" w:lineRule="atLeast"/>
      <w:ind w:left="360"/>
    </w:pPr>
    <w:rPr>
      <w:rFonts w:ascii="Courier New" w:eastAsia="SimSun" w:hAnsi="Courier New" w:cs="Arial"/>
      <w:color w:val="000000"/>
      <w:w w:val="124"/>
      <w:sz w:val="14"/>
      <w:szCs w:val="24"/>
    </w:rPr>
  </w:style>
  <w:style w:type="paragraph" w:customStyle="1" w:styleId="CDTLAST">
    <w:name w:val="CDT_LAST"/>
    <w:rsid w:val="006E03B7"/>
    <w:pPr>
      <w:autoSpaceDE w:val="0"/>
      <w:autoSpaceDN w:val="0"/>
      <w:adjustRightInd w:val="0"/>
      <w:spacing w:after="240" w:line="183" w:lineRule="atLeast"/>
      <w:ind w:left="360"/>
    </w:pPr>
    <w:rPr>
      <w:rFonts w:ascii="Courier New" w:eastAsia="SimSun" w:hAnsi="Courier New" w:cs="Arial"/>
      <w:color w:val="000000"/>
      <w:w w:val="124"/>
      <w:sz w:val="14"/>
      <w:szCs w:val="24"/>
    </w:rPr>
  </w:style>
  <w:style w:type="paragraph" w:customStyle="1" w:styleId="CDTMID">
    <w:name w:val="CDT_MID"/>
    <w:rsid w:val="006E03B7"/>
    <w:pPr>
      <w:autoSpaceDE w:val="0"/>
      <w:autoSpaceDN w:val="0"/>
      <w:adjustRightInd w:val="0"/>
      <w:spacing w:after="60" w:line="183" w:lineRule="atLeast"/>
      <w:ind w:left="360"/>
    </w:pPr>
    <w:rPr>
      <w:rFonts w:ascii="Courier New" w:eastAsia="SimSun" w:hAnsi="Courier New" w:cs="Arial"/>
      <w:color w:val="000000"/>
      <w:w w:val="124"/>
      <w:sz w:val="14"/>
      <w:szCs w:val="24"/>
    </w:rPr>
  </w:style>
  <w:style w:type="paragraph" w:customStyle="1" w:styleId="CDTONLY">
    <w:name w:val="CDT_ONLY"/>
    <w:rsid w:val="006E03B7"/>
    <w:pPr>
      <w:autoSpaceDE w:val="0"/>
      <w:autoSpaceDN w:val="0"/>
      <w:adjustRightInd w:val="0"/>
      <w:spacing w:before="60" w:after="120" w:line="183" w:lineRule="atLeast"/>
      <w:ind w:left="360"/>
    </w:pPr>
    <w:rPr>
      <w:rFonts w:ascii="Courier New" w:eastAsia="SimSun" w:hAnsi="Courier New" w:cs="Arial"/>
      <w:color w:val="000000"/>
      <w:w w:val="124"/>
      <w:sz w:val="14"/>
      <w:szCs w:val="24"/>
    </w:rPr>
  </w:style>
  <w:style w:type="character" w:customStyle="1" w:styleId="SLNUM">
    <w:name w:val="SL_NUM"/>
    <w:rsid w:val="006E03B7"/>
    <w:rPr>
      <w:rFonts w:ascii="Arial" w:eastAsia="SimSun" w:hAnsi="Arial" w:cs="Arial"/>
      <w:b/>
      <w:i w:val="0"/>
      <w:caps w:val="0"/>
      <w:smallCaps w:val="0"/>
      <w:strike w:val="0"/>
      <w:dstrike w:val="0"/>
      <w:snapToGrid w:val="0"/>
      <w:vanish w:val="0"/>
      <w:color w:val="000000"/>
      <w:spacing w:val="0"/>
      <w:w w:val="102"/>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ITAL">
    <w:name w:val="ITAL"/>
    <w:rsid w:val="006E03B7"/>
    <w:rPr>
      <w:rFonts w:cs="Times New Roman"/>
      <w:i/>
      <w:dstrike w:val="0"/>
      <w:color w:val="000000"/>
      <w:spacing w:val="0"/>
      <w:kern w:val="0"/>
      <w:position w:val="0"/>
      <w:u w:val="none"/>
      <w:effect w:val="none"/>
      <w:vertAlign w:val="baseline"/>
      <w:em w:val="none"/>
    </w:rPr>
  </w:style>
  <w:style w:type="paragraph" w:customStyle="1" w:styleId="EXMCDTMID">
    <w:name w:val="EXM_CDT_MID"/>
    <w:rsid w:val="006E03B7"/>
    <w:pPr>
      <w:pBdr>
        <w:left w:val="single" w:sz="4" w:space="4" w:color="auto"/>
        <w:right w:val="single" w:sz="4" w:space="4" w:color="auto"/>
      </w:pBdr>
      <w:autoSpaceDE w:val="0"/>
      <w:autoSpaceDN w:val="0"/>
      <w:adjustRightInd w:val="0"/>
      <w:spacing w:after="60" w:line="183" w:lineRule="atLeast"/>
      <w:ind w:left="115"/>
    </w:pPr>
    <w:rPr>
      <w:rFonts w:ascii="Courier New" w:eastAsia="SimSun" w:hAnsi="Courier New" w:cs="Arial"/>
      <w:color w:val="000000"/>
      <w:w w:val="124"/>
      <w:sz w:val="14"/>
      <w:szCs w:val="24"/>
    </w:rPr>
  </w:style>
  <w:style w:type="paragraph" w:customStyle="1" w:styleId="EXMCDTLAST">
    <w:name w:val="EXM_CDT_LAST"/>
    <w:rsid w:val="006E03B7"/>
    <w:pPr>
      <w:pBdr>
        <w:left w:val="single" w:sz="4" w:space="4" w:color="auto"/>
        <w:bottom w:val="single" w:sz="4" w:space="1" w:color="auto"/>
        <w:right w:val="single" w:sz="4" w:space="4" w:color="auto"/>
      </w:pBdr>
      <w:autoSpaceDE w:val="0"/>
      <w:autoSpaceDN w:val="0"/>
      <w:adjustRightInd w:val="0"/>
      <w:spacing w:after="240" w:line="183" w:lineRule="atLeast"/>
      <w:ind w:left="115"/>
    </w:pPr>
    <w:rPr>
      <w:rFonts w:ascii="Courier New" w:eastAsia="SimSun" w:hAnsi="Courier New" w:cs="Arial"/>
      <w:color w:val="000000"/>
      <w:w w:val="124"/>
      <w:sz w:val="14"/>
      <w:szCs w:val="24"/>
    </w:rPr>
  </w:style>
  <w:style w:type="paragraph" w:customStyle="1" w:styleId="EXMCDTFIRST">
    <w:name w:val="EXM_CDT_FIRST"/>
    <w:rsid w:val="006E03B7"/>
    <w:pPr>
      <w:pBdr>
        <w:top w:val="single" w:sz="4" w:space="1" w:color="auto"/>
        <w:left w:val="single" w:sz="4" w:space="4" w:color="auto"/>
        <w:right w:val="single" w:sz="4" w:space="4" w:color="auto"/>
      </w:pBdr>
      <w:autoSpaceDE w:val="0"/>
      <w:autoSpaceDN w:val="0"/>
      <w:adjustRightInd w:val="0"/>
      <w:spacing w:after="60" w:line="183" w:lineRule="atLeast"/>
      <w:ind w:left="115"/>
    </w:pPr>
    <w:rPr>
      <w:rFonts w:ascii="Courier New" w:eastAsia="SimSun" w:hAnsi="Courier New" w:cs="Arial"/>
      <w:color w:val="000000"/>
      <w:w w:val="124"/>
      <w:sz w:val="14"/>
      <w:szCs w:val="24"/>
    </w:rPr>
  </w:style>
  <w:style w:type="character" w:customStyle="1" w:styleId="EXMNUM">
    <w:name w:val="EXM_NUM"/>
    <w:rsid w:val="006E03B7"/>
    <w:rPr>
      <w:rFonts w:ascii="Arial" w:hAnsi="Arial"/>
      <w:b/>
      <w:i/>
      <w:sz w:val="18"/>
      <w:szCs w:val="18"/>
    </w:rPr>
  </w:style>
  <w:style w:type="character" w:customStyle="1" w:styleId="tiny">
    <w:name w:val="tiny"/>
    <w:rsid w:val="006E03B7"/>
    <w:rPr>
      <w:sz w:val="2"/>
      <w:szCs w:val="2"/>
    </w:rPr>
  </w:style>
  <w:style w:type="paragraph" w:customStyle="1" w:styleId="SLFIRST">
    <w:name w:val="SL_FIRST"/>
    <w:rsid w:val="006E03B7"/>
    <w:pPr>
      <w:spacing w:after="120" w:line="240" w:lineRule="atLeast"/>
      <w:ind w:left="1260" w:hanging="900"/>
    </w:pPr>
    <w:rPr>
      <w:rFonts w:cs="Arial"/>
      <w:sz w:val="18"/>
      <w:szCs w:val="18"/>
    </w:rPr>
  </w:style>
  <w:style w:type="paragraph" w:customStyle="1" w:styleId="SLMID">
    <w:name w:val="SL_MID"/>
    <w:basedOn w:val="SLFIRST"/>
    <w:rsid w:val="006E03B7"/>
  </w:style>
  <w:style w:type="paragraph" w:customStyle="1" w:styleId="SLLAST">
    <w:name w:val="SL_LAST"/>
    <w:basedOn w:val="SLMID"/>
    <w:rsid w:val="006E03B7"/>
  </w:style>
  <w:style w:type="paragraph" w:customStyle="1" w:styleId="SLBLFIRST">
    <w:name w:val="SL_BL_FIRST"/>
    <w:basedOn w:val="SLFIRST"/>
    <w:rsid w:val="006E03B7"/>
    <w:pPr>
      <w:numPr>
        <w:numId w:val="5"/>
      </w:numPr>
    </w:pPr>
  </w:style>
  <w:style w:type="paragraph" w:customStyle="1" w:styleId="CFOBJCON">
    <w:name w:val="CF_OBJ_CON"/>
    <w:basedOn w:val="CFOBJFIRST"/>
    <w:rsid w:val="006E03B7"/>
    <w:pPr>
      <w:ind w:firstLine="0"/>
    </w:pPr>
  </w:style>
  <w:style w:type="paragraph" w:customStyle="1" w:styleId="SF1continued">
    <w:name w:val="SF1_continued"/>
    <w:basedOn w:val="SF1FIRST"/>
    <w:rsid w:val="006E03B7"/>
    <w:rPr>
      <w:i/>
      <w:color w:val="auto"/>
      <w:sz w:val="14"/>
    </w:rPr>
  </w:style>
  <w:style w:type="paragraph" w:customStyle="1" w:styleId="spacer">
    <w:name w:val="spacer"/>
    <w:rsid w:val="006E03B7"/>
    <w:pPr>
      <w:spacing w:before="120" w:after="120" w:line="20" w:lineRule="atLeast"/>
      <w:contextualSpacing/>
    </w:pPr>
    <w:rPr>
      <w:rFonts w:ascii="Arial" w:eastAsia="SimSun" w:hAnsi="Arial"/>
      <w:color w:val="000000"/>
      <w:sz w:val="2"/>
      <w:szCs w:val="44"/>
    </w:rPr>
  </w:style>
  <w:style w:type="paragraph" w:customStyle="1" w:styleId="BLCON">
    <w:name w:val="BL_CON"/>
    <w:basedOn w:val="BLMID"/>
    <w:rsid w:val="006E03B7"/>
    <w:pPr>
      <w:ind w:firstLine="0"/>
    </w:pPr>
  </w:style>
  <w:style w:type="character" w:customStyle="1" w:styleId="TBLcontinues">
    <w:name w:val="TBL_continues"/>
    <w:basedOn w:val="DefaultParagraphFont"/>
    <w:rsid w:val="006E03B7"/>
    <w:rPr>
      <w:i/>
      <w:sz w:val="16"/>
    </w:rPr>
  </w:style>
  <w:style w:type="character" w:customStyle="1" w:styleId="EXMcontinues">
    <w:name w:val="EXM_continues"/>
    <w:basedOn w:val="TBLcontinues"/>
    <w:rsid w:val="006E03B7"/>
    <w:rPr>
      <w:rFonts w:ascii="Times New Roman" w:hAnsi="Times New Roman"/>
      <w:i/>
      <w:sz w:val="14"/>
    </w:rPr>
  </w:style>
  <w:style w:type="paragraph" w:customStyle="1" w:styleId="SLCON">
    <w:name w:val="SL_CON"/>
    <w:basedOn w:val="SLMID"/>
    <w:rsid w:val="006E03B7"/>
    <w:pPr>
      <w:ind w:left="1267" w:firstLine="0"/>
    </w:pPr>
  </w:style>
  <w:style w:type="character" w:customStyle="1" w:styleId="BLDING">
    <w:name w:val="BL_DING"/>
    <w:rsid w:val="006E03B7"/>
    <w:rPr>
      <w:rFonts w:ascii="Times New Roman" w:hAnsi="Times New Roman"/>
      <w:dstrike w:val="0"/>
      <w:color w:val="000000"/>
      <w:spacing w:val="0"/>
      <w:w w:val="100"/>
      <w:kern w:val="0"/>
      <w:position w:val="0"/>
      <w:sz w:val="14"/>
      <w:szCs w:val="14"/>
      <w:u w:val="none"/>
      <w:effect w:val="none"/>
      <w:vertAlign w:val="baseline"/>
      <w:em w:val="none"/>
    </w:rPr>
  </w:style>
  <w:style w:type="paragraph" w:customStyle="1" w:styleId="BLBLFIRST">
    <w:name w:val="BL_BL_FIRST"/>
    <w:basedOn w:val="BLFIRST"/>
    <w:next w:val="BLBLMID"/>
    <w:rsid w:val="006E03B7"/>
    <w:pPr>
      <w:ind w:left="1080"/>
    </w:pPr>
    <w:rPr>
      <w:rFonts w:eastAsia="SimSun" w:cs="Courier New"/>
      <w:color w:val="000000"/>
      <w:w w:val="100"/>
      <w:sz w:val="18"/>
    </w:rPr>
  </w:style>
  <w:style w:type="paragraph" w:customStyle="1" w:styleId="BLBLMID">
    <w:name w:val="BL_BL_MID"/>
    <w:basedOn w:val="BLMID"/>
    <w:rsid w:val="006E03B7"/>
    <w:pPr>
      <w:spacing w:before="0"/>
      <w:ind w:left="1080"/>
    </w:pPr>
    <w:rPr>
      <w:rFonts w:eastAsia="SimSun" w:cs="Courier New"/>
      <w:color w:val="000000"/>
      <w:w w:val="100"/>
      <w:sz w:val="18"/>
    </w:rPr>
  </w:style>
  <w:style w:type="paragraph" w:customStyle="1" w:styleId="BLBLLAST">
    <w:name w:val="BL_BL_LAST"/>
    <w:basedOn w:val="BLLAST"/>
    <w:rsid w:val="006E03B7"/>
    <w:pPr>
      <w:ind w:left="1080"/>
    </w:pPr>
    <w:rPr>
      <w:rFonts w:eastAsia="SimSun" w:cs="Courier New"/>
      <w:color w:val="000000"/>
      <w:w w:val="100"/>
      <w:sz w:val="18"/>
    </w:rPr>
  </w:style>
  <w:style w:type="character" w:customStyle="1" w:styleId="BLITEMTTL">
    <w:name w:val="BL_ITEM_TTL"/>
    <w:rsid w:val="006E03B7"/>
    <w:rPr>
      <w:rFonts w:ascii="Times New Roman" w:hAnsi="Times New Roman" w:cs="Courier New"/>
      <w:b/>
      <w:dstrike w:val="0"/>
      <w:color w:val="000000"/>
      <w:spacing w:val="0"/>
      <w:w w:val="100"/>
      <w:kern w:val="0"/>
      <w:position w:val="0"/>
      <w:sz w:val="18"/>
      <w:szCs w:val="18"/>
      <w:u w:val="none"/>
      <w:effect w:val="none"/>
      <w:vertAlign w:val="baseline"/>
      <w:em w:val="none"/>
    </w:rPr>
  </w:style>
  <w:style w:type="character" w:customStyle="1" w:styleId="BOLDITAL">
    <w:name w:val="BOLD_ITAL"/>
    <w:basedOn w:val="DefaultParagraphFont"/>
    <w:rsid w:val="006E03B7"/>
    <w:rPr>
      <w:b/>
      <w:i/>
    </w:rPr>
  </w:style>
  <w:style w:type="paragraph" w:customStyle="1" w:styleId="CHAPBMPD">
    <w:name w:val="CHAP_BM_PD"/>
    <w:basedOn w:val="Normal"/>
    <w:rsid w:val="006E03B7"/>
    <w:pPr>
      <w:spacing w:before="60" w:after="60"/>
    </w:pPr>
    <w:rPr>
      <w:rFonts w:ascii="Arial" w:hAnsi="Arial"/>
      <w:color w:val="0000FF"/>
      <w:sz w:val="22"/>
    </w:rPr>
  </w:style>
  <w:style w:type="paragraph" w:customStyle="1" w:styleId="CRH1">
    <w:name w:val="CR_H1"/>
    <w:rsid w:val="006E03B7"/>
    <w:pPr>
      <w:spacing w:before="240" w:after="120"/>
    </w:pPr>
    <w:rPr>
      <w:rFonts w:ascii="Arial" w:eastAsia="SimSun" w:hAnsi="Arial" w:cs="Courier New"/>
      <w:b/>
      <w:color w:val="000000"/>
      <w:sz w:val="28"/>
      <w:szCs w:val="28"/>
    </w:rPr>
  </w:style>
  <w:style w:type="paragraph" w:customStyle="1" w:styleId="CRGENQLL">
    <w:name w:val="CR_GENQ_LL"/>
    <w:rsid w:val="006E03B7"/>
    <w:pPr>
      <w:autoSpaceDE w:val="0"/>
      <w:autoSpaceDN w:val="0"/>
      <w:adjustRightInd w:val="0"/>
      <w:spacing w:before="120" w:line="240" w:lineRule="atLeast"/>
      <w:ind w:left="1100" w:hanging="360"/>
    </w:pPr>
    <w:rPr>
      <w:rFonts w:eastAsia="SimSun" w:cs="Arial"/>
      <w:color w:val="000000"/>
      <w:w w:val="108"/>
      <w:sz w:val="18"/>
      <w:szCs w:val="24"/>
    </w:rPr>
  </w:style>
  <w:style w:type="character" w:customStyle="1" w:styleId="CRGENQNUM">
    <w:name w:val="CR_GENQ_NUM"/>
    <w:rsid w:val="006E03B7"/>
    <w:rPr>
      <w:rFonts w:ascii="Arial" w:eastAsia="SimSun" w:hAnsi="Arial" w:cs="Arial"/>
      <w:b/>
      <w:i w:val="0"/>
      <w:caps w:val="0"/>
      <w:smallCaps w:val="0"/>
      <w:strike w:val="0"/>
      <w:dstrike w:val="0"/>
      <w:snapToGrid w:val="0"/>
      <w:vanish w:val="0"/>
      <w:color w:val="000000"/>
      <w:spacing w:val="0"/>
      <w:w w:val="105"/>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GENQ">
    <w:name w:val="CR_GENQ"/>
    <w:rsid w:val="006E03B7"/>
    <w:pPr>
      <w:autoSpaceDE w:val="0"/>
      <w:autoSpaceDN w:val="0"/>
      <w:adjustRightInd w:val="0"/>
      <w:spacing w:before="120" w:line="240" w:lineRule="atLeast"/>
      <w:ind w:left="720" w:hanging="360"/>
    </w:pPr>
    <w:rPr>
      <w:rFonts w:eastAsia="SimSun" w:cs="Arial"/>
      <w:color w:val="000000"/>
      <w:w w:val="108"/>
      <w:sz w:val="18"/>
      <w:szCs w:val="24"/>
    </w:rPr>
  </w:style>
  <w:style w:type="paragraph" w:customStyle="1" w:styleId="CRPROBSETFIRST">
    <w:name w:val="CR_PROBSET_FIRST"/>
    <w:rsid w:val="006E03B7"/>
    <w:pPr>
      <w:autoSpaceDE w:val="0"/>
      <w:autoSpaceDN w:val="0"/>
      <w:adjustRightInd w:val="0"/>
      <w:spacing w:after="120" w:line="240" w:lineRule="atLeast"/>
      <w:ind w:left="360"/>
    </w:pPr>
    <w:rPr>
      <w:rFonts w:eastAsia="SimSun" w:cs="Arial"/>
      <w:color w:val="000000"/>
      <w:w w:val="108"/>
      <w:sz w:val="18"/>
      <w:szCs w:val="24"/>
    </w:rPr>
  </w:style>
  <w:style w:type="character" w:customStyle="1" w:styleId="CRGENQLLNUM">
    <w:name w:val="CR_GENQ_LL_NUM"/>
    <w:basedOn w:val="DefaultParagraphFont"/>
    <w:rsid w:val="006E03B7"/>
    <w:rPr>
      <w:rFonts w:ascii="Arial" w:eastAsia="SimSun" w:hAnsi="Arial" w:cs="Arial"/>
      <w:b/>
      <w:i w:val="0"/>
      <w:caps w:val="0"/>
      <w:smallCaps w:val="0"/>
      <w:strike w:val="0"/>
      <w:dstrike w:val="0"/>
      <w:snapToGrid w:val="0"/>
      <w:vanish w:val="0"/>
      <w:color w:val="000000"/>
      <w:spacing w:val="0"/>
      <w:w w:val="105"/>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H2">
    <w:name w:val="CR_H2"/>
    <w:rsid w:val="006E03B7"/>
    <w:pPr>
      <w:spacing w:before="240" w:after="120" w:line="260" w:lineRule="atLeast"/>
    </w:pPr>
    <w:rPr>
      <w:rFonts w:ascii="Arial" w:eastAsia="SimSun" w:hAnsi="Arial" w:cs="Courier New"/>
      <w:b/>
      <w:color w:val="000000"/>
      <w:sz w:val="22"/>
      <w:szCs w:val="22"/>
    </w:rPr>
  </w:style>
  <w:style w:type="paragraph" w:customStyle="1" w:styleId="CRULFIRST">
    <w:name w:val="CR_UL_FIRST"/>
    <w:rsid w:val="006E03B7"/>
    <w:pPr>
      <w:spacing w:after="120" w:line="240" w:lineRule="atLeast"/>
    </w:pPr>
    <w:rPr>
      <w:rFonts w:eastAsia="SimSun" w:cs="Courier New"/>
      <w:color w:val="000000"/>
      <w:sz w:val="18"/>
      <w:szCs w:val="18"/>
    </w:rPr>
  </w:style>
  <w:style w:type="paragraph" w:customStyle="1" w:styleId="CRULLAST">
    <w:name w:val="CR_UL_LAST"/>
    <w:rsid w:val="006E03B7"/>
    <w:pPr>
      <w:spacing w:after="120" w:line="240" w:lineRule="atLeast"/>
    </w:pPr>
    <w:rPr>
      <w:rFonts w:eastAsia="SimSun" w:cs="Courier New"/>
      <w:color w:val="000000"/>
      <w:sz w:val="18"/>
      <w:szCs w:val="18"/>
    </w:rPr>
  </w:style>
  <w:style w:type="paragraph" w:customStyle="1" w:styleId="CRULMID">
    <w:name w:val="CR_UL_MID"/>
    <w:rsid w:val="006E03B7"/>
    <w:pPr>
      <w:spacing w:after="120" w:line="240" w:lineRule="atLeast"/>
    </w:pPr>
    <w:rPr>
      <w:rFonts w:eastAsia="SimSun" w:cs="Courier New"/>
      <w:color w:val="000000"/>
      <w:sz w:val="18"/>
      <w:szCs w:val="18"/>
    </w:rPr>
  </w:style>
  <w:style w:type="paragraph" w:customStyle="1" w:styleId="CRHEADFIRST">
    <w:name w:val="CR_HEADFIRST"/>
    <w:rsid w:val="006E03B7"/>
    <w:pPr>
      <w:spacing w:after="120"/>
    </w:pPr>
    <w:rPr>
      <w:rFonts w:eastAsia="SimSun" w:cs="Courier New"/>
      <w:color w:val="000000"/>
      <w:sz w:val="18"/>
      <w:szCs w:val="18"/>
    </w:rPr>
  </w:style>
  <w:style w:type="paragraph" w:styleId="EndnoteText">
    <w:name w:val="endnote text"/>
    <w:basedOn w:val="Normal"/>
    <w:link w:val="EndnoteTextChar"/>
    <w:semiHidden/>
    <w:rsid w:val="006E03B7"/>
  </w:style>
  <w:style w:type="character" w:customStyle="1" w:styleId="EndnoteTextChar">
    <w:name w:val="Endnote Text Char"/>
    <w:basedOn w:val="DefaultParagraphFont"/>
    <w:link w:val="EndnoteText"/>
    <w:semiHidden/>
    <w:rsid w:val="00BB00CF"/>
  </w:style>
  <w:style w:type="character" w:styleId="EndnoteReference">
    <w:name w:val="endnote reference"/>
    <w:basedOn w:val="DefaultParagraphFont"/>
    <w:semiHidden/>
    <w:rsid w:val="006E03B7"/>
    <w:rPr>
      <w:vertAlign w:val="superscript"/>
    </w:rPr>
  </w:style>
  <w:style w:type="paragraph" w:customStyle="1" w:styleId="EN">
    <w:name w:val="EN"/>
    <w:rsid w:val="006E03B7"/>
    <w:rPr>
      <w:rFonts w:eastAsia="SimSun" w:cs="Arial"/>
      <w:color w:val="000000"/>
      <w:sz w:val="16"/>
      <w:szCs w:val="16"/>
    </w:rPr>
  </w:style>
  <w:style w:type="paragraph" w:customStyle="1" w:styleId="EXMCDT1">
    <w:name w:val="EXM_CDT1"/>
    <w:basedOn w:val="EXMCDTMID"/>
    <w:rsid w:val="006E03B7"/>
    <w:pPr>
      <w:shd w:val="clear" w:color="auto" w:fill="D9D9D9"/>
      <w:spacing w:before="60" w:after="0" w:line="180" w:lineRule="atLeast"/>
    </w:pPr>
    <w:rPr>
      <w:rFonts w:cs="Courier New"/>
      <w:w w:val="100"/>
    </w:rPr>
  </w:style>
  <w:style w:type="paragraph" w:customStyle="1" w:styleId="NLCDTFIRST">
    <w:name w:val="NL_CDT_FIRST"/>
    <w:rsid w:val="006E03B7"/>
    <w:pPr>
      <w:spacing w:line="180" w:lineRule="atLeast"/>
      <w:ind w:left="720"/>
    </w:pPr>
    <w:rPr>
      <w:rFonts w:ascii="Courier New" w:eastAsia="SimSun" w:hAnsi="Courier New" w:cs="Courier New"/>
      <w:color w:val="000000"/>
      <w:sz w:val="14"/>
      <w:szCs w:val="14"/>
    </w:rPr>
  </w:style>
  <w:style w:type="paragraph" w:customStyle="1" w:styleId="NLCON">
    <w:name w:val="NL_CON"/>
    <w:rsid w:val="006E03B7"/>
    <w:pPr>
      <w:spacing w:after="120" w:line="240" w:lineRule="atLeast"/>
      <w:ind w:left="720"/>
    </w:pPr>
    <w:rPr>
      <w:rFonts w:eastAsia="SimSun" w:cs="Courier New"/>
      <w:color w:val="000000"/>
      <w:sz w:val="18"/>
      <w:szCs w:val="24"/>
    </w:rPr>
  </w:style>
  <w:style w:type="paragraph" w:customStyle="1" w:styleId="NLCDTLAST">
    <w:name w:val="NL_CDT_LAST"/>
    <w:rsid w:val="006E03B7"/>
    <w:pPr>
      <w:spacing w:before="60" w:after="120" w:line="180" w:lineRule="atLeast"/>
      <w:ind w:left="720"/>
    </w:pPr>
    <w:rPr>
      <w:rFonts w:ascii="Courier New" w:eastAsia="SimSun" w:hAnsi="Courier New" w:cs="Courier New"/>
      <w:color w:val="000000"/>
      <w:sz w:val="14"/>
      <w:szCs w:val="14"/>
    </w:rPr>
  </w:style>
  <w:style w:type="character" w:customStyle="1" w:styleId="E1">
    <w:name w:val="E1"/>
    <w:basedOn w:val="DefaultParagraphFont"/>
    <w:rsid w:val="006E03B7"/>
    <w:rPr>
      <w:bdr w:val="none" w:sz="0" w:space="0" w:color="auto"/>
      <w:shd w:val="clear" w:color="auto" w:fill="E0E0E0"/>
    </w:rPr>
  </w:style>
  <w:style w:type="paragraph" w:customStyle="1" w:styleId="NLCDTMID">
    <w:name w:val="NL_CDT_MID"/>
    <w:basedOn w:val="NLCDTFIRST"/>
    <w:rsid w:val="006E03B7"/>
    <w:pPr>
      <w:spacing w:before="60"/>
    </w:pPr>
  </w:style>
  <w:style w:type="character" w:customStyle="1" w:styleId="LLLTR">
    <w:name w:val="LL_LTR"/>
    <w:rsid w:val="006E03B7"/>
    <w:rPr>
      <w:rFonts w:ascii="Times New Roman" w:hAnsi="Times New Roman" w:cs="Courier New"/>
      <w:b/>
      <w:dstrike w:val="0"/>
      <w:color w:val="000000"/>
      <w:spacing w:val="0"/>
      <w:w w:val="100"/>
      <w:kern w:val="0"/>
      <w:position w:val="0"/>
      <w:sz w:val="18"/>
      <w:szCs w:val="18"/>
      <w:u w:val="none"/>
      <w:effect w:val="none"/>
      <w:vertAlign w:val="baseline"/>
      <w:em w:val="none"/>
    </w:rPr>
  </w:style>
  <w:style w:type="paragraph" w:customStyle="1" w:styleId="NLBLLAST">
    <w:name w:val="NL_BL_LAST"/>
    <w:rsid w:val="006E03B7"/>
    <w:pPr>
      <w:numPr>
        <w:numId w:val="4"/>
      </w:numPr>
      <w:spacing w:after="120" w:line="240" w:lineRule="atLeast"/>
    </w:pPr>
    <w:rPr>
      <w:rFonts w:eastAsia="SimSun" w:cs="Courier New"/>
      <w:color w:val="000000"/>
      <w:sz w:val="18"/>
      <w:szCs w:val="18"/>
    </w:rPr>
  </w:style>
  <w:style w:type="paragraph" w:customStyle="1" w:styleId="NLBLMID">
    <w:name w:val="NL_BL_MID"/>
    <w:rsid w:val="006E03B7"/>
    <w:pPr>
      <w:numPr>
        <w:numId w:val="3"/>
      </w:numPr>
      <w:spacing w:after="120" w:line="240" w:lineRule="atLeast"/>
      <w:ind w:left="1080"/>
    </w:pPr>
    <w:rPr>
      <w:rFonts w:eastAsia="SimSun" w:cs="Courier New"/>
      <w:color w:val="000000"/>
      <w:sz w:val="18"/>
      <w:szCs w:val="18"/>
    </w:rPr>
  </w:style>
  <w:style w:type="paragraph" w:customStyle="1" w:styleId="NLNLCDTONLY">
    <w:name w:val="NL_NL_CDT_ONLY"/>
    <w:rsid w:val="006E03B7"/>
    <w:pPr>
      <w:spacing w:after="120" w:line="240" w:lineRule="atLeast"/>
      <w:ind w:left="1080"/>
    </w:pPr>
    <w:rPr>
      <w:rFonts w:ascii="Courier New" w:eastAsia="SimSun" w:hAnsi="Courier New" w:cs="Courier New"/>
      <w:color w:val="000000"/>
      <w:sz w:val="14"/>
      <w:szCs w:val="14"/>
    </w:rPr>
  </w:style>
  <w:style w:type="paragraph" w:customStyle="1" w:styleId="TBLSUBHEAD">
    <w:name w:val="TBL_SUBHEAD"/>
    <w:basedOn w:val="TBLCOLHD"/>
    <w:rsid w:val="006E03B7"/>
    <w:pPr>
      <w:framePr w:hSpace="180" w:wrap="around" w:vAnchor="text" w:hAnchor="text" w:y="1"/>
    </w:pPr>
    <w:rPr>
      <w:b w:val="0"/>
      <w:i/>
    </w:rPr>
  </w:style>
  <w:style w:type="paragraph" w:customStyle="1" w:styleId="NLNLCON">
    <w:name w:val="NL_NL_CON"/>
    <w:rsid w:val="006E03B7"/>
    <w:pPr>
      <w:spacing w:after="120" w:line="240" w:lineRule="atLeast"/>
      <w:ind w:left="1080"/>
    </w:pPr>
    <w:rPr>
      <w:rFonts w:eastAsia="SimSun" w:cs="Courier New"/>
      <w:color w:val="000000"/>
      <w:sz w:val="18"/>
      <w:szCs w:val="18"/>
    </w:rPr>
  </w:style>
  <w:style w:type="character" w:customStyle="1" w:styleId="CITtblttl">
    <w:name w:val="CIT_tbl_ttl"/>
    <w:basedOn w:val="DefaultParagraphFont"/>
    <w:rsid w:val="006E03B7"/>
    <w:rPr>
      <w:rFonts w:ascii="Courier New" w:hAnsi="Courier New"/>
      <w:i/>
      <w:sz w:val="16"/>
    </w:rPr>
  </w:style>
  <w:style w:type="character" w:customStyle="1" w:styleId="NLBLITEMTTL">
    <w:name w:val="NL_BL_ITEM_TTL"/>
    <w:rsid w:val="006E03B7"/>
    <w:rPr>
      <w:rFonts w:ascii="Times New Roman" w:hAnsi="Times New Roman"/>
      <w:b/>
      <w:sz w:val="18"/>
      <w:szCs w:val="18"/>
    </w:rPr>
  </w:style>
  <w:style w:type="character" w:customStyle="1" w:styleId="CITh2">
    <w:name w:val="CIT_h2"/>
    <w:basedOn w:val="DefaultParagraphFont"/>
    <w:rsid w:val="006E03B7"/>
    <w:rPr>
      <w:rFonts w:ascii="Courier New" w:hAnsi="Courier New"/>
    </w:rPr>
  </w:style>
  <w:style w:type="paragraph" w:customStyle="1" w:styleId="NLNLFIRST">
    <w:name w:val="NL_NL_FIRST"/>
    <w:basedOn w:val="NLFIRST"/>
    <w:rsid w:val="006E03B7"/>
    <w:pPr>
      <w:spacing w:before="0"/>
      <w:ind w:left="1080"/>
    </w:pPr>
    <w:rPr>
      <w:rFonts w:eastAsia="SimSun" w:cs="Courier New"/>
      <w:color w:val="000000"/>
      <w:w w:val="100"/>
    </w:rPr>
  </w:style>
  <w:style w:type="paragraph" w:customStyle="1" w:styleId="NLNLMID">
    <w:name w:val="NL_NL_MID"/>
    <w:basedOn w:val="NLMID"/>
    <w:rsid w:val="006E03B7"/>
    <w:pPr>
      <w:spacing w:before="0" w:after="60"/>
      <w:ind w:left="1080"/>
    </w:pPr>
    <w:rPr>
      <w:rFonts w:eastAsia="SimSun" w:cs="Courier New"/>
      <w:color w:val="000000"/>
      <w:w w:val="100"/>
      <w:sz w:val="18"/>
    </w:rPr>
  </w:style>
  <w:style w:type="paragraph" w:customStyle="1" w:styleId="NLNLLAST">
    <w:name w:val="NL_NL_LAST"/>
    <w:basedOn w:val="NLMID"/>
    <w:rsid w:val="006E03B7"/>
    <w:pPr>
      <w:spacing w:before="0" w:after="60"/>
      <w:ind w:left="1080"/>
    </w:pPr>
    <w:rPr>
      <w:rFonts w:eastAsia="SimSun" w:cs="Courier New"/>
      <w:color w:val="000000"/>
      <w:w w:val="100"/>
      <w:sz w:val="18"/>
    </w:rPr>
  </w:style>
  <w:style w:type="character" w:customStyle="1" w:styleId="NLNLNUM">
    <w:name w:val="NL_NL_NUM"/>
    <w:basedOn w:val="DefaultParagraphFont"/>
    <w:rsid w:val="006E03B7"/>
  </w:style>
  <w:style w:type="paragraph" w:customStyle="1" w:styleId="SLNLFIRST">
    <w:name w:val="SL_NL_FIRST"/>
    <w:basedOn w:val="SLMID"/>
    <w:rsid w:val="006E03B7"/>
    <w:pPr>
      <w:tabs>
        <w:tab w:val="left" w:pos="1800"/>
      </w:tabs>
      <w:autoSpaceDE w:val="0"/>
      <w:autoSpaceDN w:val="0"/>
      <w:adjustRightInd w:val="0"/>
      <w:spacing w:before="120" w:after="0"/>
      <w:ind w:left="1627" w:hanging="360"/>
    </w:pPr>
    <w:rPr>
      <w:rFonts w:eastAsia="SimSun"/>
      <w:color w:val="000000"/>
      <w:w w:val="107"/>
      <w:szCs w:val="24"/>
    </w:rPr>
  </w:style>
  <w:style w:type="paragraph" w:customStyle="1" w:styleId="SLNLMID">
    <w:name w:val="SL_NL_MID"/>
    <w:basedOn w:val="SLMID"/>
    <w:rsid w:val="006E03B7"/>
    <w:pPr>
      <w:tabs>
        <w:tab w:val="left" w:pos="1800"/>
      </w:tabs>
      <w:autoSpaceDE w:val="0"/>
      <w:autoSpaceDN w:val="0"/>
      <w:adjustRightInd w:val="0"/>
      <w:spacing w:before="120" w:after="0"/>
      <w:ind w:left="1627" w:hanging="360"/>
    </w:pPr>
    <w:rPr>
      <w:rFonts w:eastAsia="SimSun"/>
      <w:color w:val="000000"/>
      <w:w w:val="107"/>
      <w:szCs w:val="24"/>
    </w:rPr>
  </w:style>
  <w:style w:type="paragraph" w:customStyle="1" w:styleId="SLNLLAST">
    <w:name w:val="SL_NL_LAST"/>
    <w:basedOn w:val="SLNLMID"/>
    <w:rsid w:val="006E03B7"/>
  </w:style>
  <w:style w:type="character" w:customStyle="1" w:styleId="SLNLNUM">
    <w:name w:val="SL_NL_NUM"/>
    <w:basedOn w:val="SLNUM"/>
    <w:rsid w:val="006E03B7"/>
    <w:rPr>
      <w:rFonts w:ascii="Arial" w:eastAsia="SimSun" w:hAnsi="Arial" w:cs="Arial"/>
      <w:b/>
      <w:i w:val="0"/>
      <w:caps w:val="0"/>
      <w:smallCaps w:val="0"/>
      <w:strike w:val="0"/>
      <w:dstrike w:val="0"/>
      <w:snapToGrid w:val="0"/>
      <w:vanish w:val="0"/>
      <w:color w:val="000000"/>
      <w:spacing w:val="0"/>
      <w:w w:val="105"/>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LCDTFIRST">
    <w:name w:val="SL_CDT_FIRST"/>
    <w:basedOn w:val="Normal"/>
    <w:rsid w:val="006E03B7"/>
    <w:pPr>
      <w:autoSpaceDE w:val="0"/>
      <w:autoSpaceDN w:val="0"/>
      <w:adjustRightInd w:val="0"/>
      <w:spacing w:before="120"/>
      <w:ind w:left="1267"/>
    </w:pPr>
    <w:rPr>
      <w:rFonts w:ascii="Courier New" w:hAnsi="Courier New" w:cs="MonoRegular"/>
      <w:sz w:val="14"/>
      <w:szCs w:val="14"/>
    </w:rPr>
  </w:style>
  <w:style w:type="paragraph" w:customStyle="1" w:styleId="SLCDTMID">
    <w:name w:val="SL_CDT_MID"/>
    <w:rsid w:val="006E03B7"/>
    <w:pPr>
      <w:ind w:left="1267"/>
    </w:pPr>
    <w:rPr>
      <w:rFonts w:ascii="Courier New" w:eastAsia="SimSun" w:hAnsi="Courier New" w:cs="Courier New"/>
      <w:color w:val="000000"/>
      <w:sz w:val="14"/>
      <w:szCs w:val="18"/>
    </w:rPr>
  </w:style>
  <w:style w:type="paragraph" w:customStyle="1" w:styleId="SLCDTLAST">
    <w:name w:val="SL_CDT_LAST"/>
    <w:basedOn w:val="SLCDTMID"/>
    <w:rsid w:val="006E03B7"/>
    <w:pPr>
      <w:spacing w:after="120"/>
    </w:pPr>
  </w:style>
  <w:style w:type="paragraph" w:customStyle="1" w:styleId="ULCDTMID">
    <w:name w:val="UL_CDT_MID"/>
    <w:basedOn w:val="ULCDTFIRST"/>
    <w:rsid w:val="006E03B7"/>
  </w:style>
  <w:style w:type="character" w:customStyle="1" w:styleId="SF2TTL">
    <w:name w:val="SF2_TTL"/>
    <w:rsid w:val="006E03B7"/>
    <w:rPr>
      <w:rFonts w:ascii="Arial" w:hAnsi="Arial" w:cs="Courier New"/>
      <w:b/>
      <w:dstrike w:val="0"/>
      <w:color w:val="000000"/>
      <w:spacing w:val="0"/>
      <w:w w:val="100"/>
      <w:kern w:val="0"/>
      <w:position w:val="0"/>
      <w:sz w:val="18"/>
      <w:szCs w:val="18"/>
      <w:u w:val="none"/>
      <w:effect w:val="none"/>
      <w:vertAlign w:val="baseline"/>
      <w:em w:val="none"/>
    </w:rPr>
  </w:style>
  <w:style w:type="paragraph" w:customStyle="1" w:styleId="SF2FIRST">
    <w:name w:val="SF2_FIRST"/>
    <w:basedOn w:val="SF1FIRST"/>
    <w:rsid w:val="006E03B7"/>
    <w:rPr>
      <w:color w:val="auto"/>
    </w:rPr>
  </w:style>
  <w:style w:type="paragraph" w:customStyle="1" w:styleId="SF2LAST">
    <w:name w:val="SF2_LAST"/>
    <w:basedOn w:val="SF2FIRST"/>
    <w:rsid w:val="006E03B7"/>
  </w:style>
  <w:style w:type="paragraph" w:customStyle="1" w:styleId="SF2MID">
    <w:name w:val="SF2_MID"/>
    <w:rsid w:val="006E03B7"/>
    <w:pPr>
      <w:spacing w:after="80" w:line="240" w:lineRule="atLeast"/>
    </w:pPr>
    <w:rPr>
      <w:rFonts w:eastAsia="SimSun" w:cs="Courier New"/>
      <w:color w:val="000000"/>
      <w:sz w:val="18"/>
      <w:szCs w:val="18"/>
    </w:rPr>
  </w:style>
  <w:style w:type="paragraph" w:customStyle="1" w:styleId="SF4LAST">
    <w:name w:val="SF4_LAST"/>
    <w:basedOn w:val="SF2LAST"/>
    <w:rsid w:val="006E03B7"/>
    <w:pPr>
      <w:spacing w:after="120"/>
    </w:pPr>
    <w:rPr>
      <w:rFonts w:eastAsia="SimSun" w:cs="Courier New"/>
      <w:color w:val="000000"/>
      <w:w w:val="100"/>
    </w:rPr>
  </w:style>
  <w:style w:type="character" w:customStyle="1" w:styleId="SF4TTL">
    <w:name w:val="SF4_TTL"/>
    <w:basedOn w:val="SF2TTL"/>
    <w:rsid w:val="006E03B7"/>
    <w:rPr>
      <w:rFonts w:ascii="Arial" w:hAnsi="Arial" w:cs="Courier New"/>
      <w:b/>
      <w:dstrike w:val="0"/>
      <w:color w:val="000000"/>
      <w:spacing w:val="0"/>
      <w:w w:val="100"/>
      <w:kern w:val="0"/>
      <w:position w:val="0"/>
      <w:sz w:val="18"/>
      <w:szCs w:val="18"/>
      <w:u w:val="none"/>
      <w:effect w:val="none"/>
      <w:vertAlign w:val="baseline"/>
      <w:em w:val="none"/>
    </w:rPr>
  </w:style>
  <w:style w:type="paragraph" w:customStyle="1" w:styleId="SF4FIRST">
    <w:name w:val="SF4_FIRST"/>
    <w:basedOn w:val="SF4LAST"/>
    <w:rsid w:val="006E03B7"/>
  </w:style>
  <w:style w:type="paragraph" w:customStyle="1" w:styleId="SF5FIRST">
    <w:name w:val="SF5_FIRST"/>
    <w:basedOn w:val="SF2FIRST"/>
    <w:rsid w:val="006E03B7"/>
    <w:pPr>
      <w:spacing w:before="80" w:after="120"/>
    </w:pPr>
    <w:rPr>
      <w:rFonts w:eastAsia="SimSun" w:cs="Courier New"/>
      <w:color w:val="000000"/>
      <w:w w:val="100"/>
    </w:rPr>
  </w:style>
  <w:style w:type="character" w:customStyle="1" w:styleId="SF5TTL">
    <w:name w:val="SF5_TTL"/>
    <w:basedOn w:val="SF4TTL"/>
    <w:rsid w:val="006E03B7"/>
    <w:rPr>
      <w:rFonts w:ascii="Arial" w:hAnsi="Arial" w:cs="Courier New"/>
      <w:b/>
      <w:dstrike w:val="0"/>
      <w:color w:val="000000"/>
      <w:spacing w:val="0"/>
      <w:w w:val="100"/>
      <w:kern w:val="0"/>
      <w:position w:val="0"/>
      <w:sz w:val="18"/>
      <w:szCs w:val="18"/>
      <w:u w:val="none"/>
      <w:effect w:val="none"/>
      <w:vertAlign w:val="baseline"/>
      <w:em w:val="none"/>
    </w:rPr>
  </w:style>
  <w:style w:type="paragraph" w:customStyle="1" w:styleId="SF5LAST">
    <w:name w:val="SF5_LAST"/>
    <w:basedOn w:val="SF2LAST"/>
    <w:rsid w:val="006E03B7"/>
    <w:pPr>
      <w:spacing w:after="120"/>
    </w:pPr>
    <w:rPr>
      <w:rFonts w:eastAsia="SimSun" w:cs="Courier New"/>
      <w:color w:val="000000"/>
      <w:w w:val="100"/>
    </w:rPr>
  </w:style>
  <w:style w:type="paragraph" w:customStyle="1" w:styleId="SF4MID">
    <w:name w:val="SF4_MID"/>
    <w:basedOn w:val="SF4LAST"/>
    <w:rsid w:val="006E03B7"/>
  </w:style>
  <w:style w:type="paragraph" w:customStyle="1" w:styleId="SF5MID">
    <w:name w:val="SF5_MID"/>
    <w:basedOn w:val="SF5LAST"/>
    <w:rsid w:val="006E03B7"/>
  </w:style>
  <w:style w:type="paragraph" w:customStyle="1" w:styleId="SF1MID">
    <w:name w:val="SF1_MID"/>
    <w:basedOn w:val="SF1FIRST"/>
    <w:rsid w:val="006E03B7"/>
    <w:rPr>
      <w:color w:val="auto"/>
    </w:rPr>
  </w:style>
  <w:style w:type="paragraph" w:customStyle="1" w:styleId="SF1LAST">
    <w:name w:val="SF1_LAST"/>
    <w:basedOn w:val="SF1FIRST"/>
    <w:rsid w:val="006E03B7"/>
    <w:rPr>
      <w:color w:val="auto"/>
    </w:rPr>
  </w:style>
  <w:style w:type="paragraph" w:customStyle="1" w:styleId="SF3LAST">
    <w:name w:val="SF3_LAST"/>
    <w:basedOn w:val="SF3MID"/>
    <w:rsid w:val="006E03B7"/>
  </w:style>
  <w:style w:type="paragraph" w:customStyle="1" w:styleId="ULCOLHEAD">
    <w:name w:val="UL_COL_HEAD"/>
    <w:basedOn w:val="ULFIRST"/>
    <w:rsid w:val="006E03B7"/>
    <w:rPr>
      <w:b/>
    </w:rPr>
  </w:style>
  <w:style w:type="character" w:styleId="FootnoteReference">
    <w:name w:val="footnote reference"/>
    <w:basedOn w:val="DefaultParagraphFont"/>
    <w:semiHidden/>
    <w:rsid w:val="006E03B7"/>
    <w:rPr>
      <w:vertAlign w:val="superscript"/>
    </w:rPr>
  </w:style>
  <w:style w:type="character" w:styleId="HTMLAcronym">
    <w:name w:val="HTML Acronym"/>
    <w:basedOn w:val="DefaultParagraphFont"/>
    <w:rsid w:val="006E03B7"/>
  </w:style>
  <w:style w:type="character" w:styleId="HTMLCite">
    <w:name w:val="HTML Cite"/>
    <w:basedOn w:val="DefaultParagraphFont"/>
    <w:rsid w:val="006E03B7"/>
    <w:rPr>
      <w:i/>
      <w:iCs/>
    </w:rPr>
  </w:style>
  <w:style w:type="character" w:styleId="HTMLCode">
    <w:name w:val="HTML Code"/>
    <w:basedOn w:val="DefaultParagraphFont"/>
    <w:rsid w:val="006E03B7"/>
    <w:rPr>
      <w:rFonts w:ascii="Courier New" w:hAnsi="Courier New" w:cs="Courier New"/>
      <w:sz w:val="20"/>
      <w:szCs w:val="20"/>
    </w:rPr>
  </w:style>
  <w:style w:type="character" w:styleId="HTMLDefinition">
    <w:name w:val="HTML Definition"/>
    <w:basedOn w:val="DefaultParagraphFont"/>
    <w:rsid w:val="006E03B7"/>
    <w:rPr>
      <w:i/>
      <w:iCs/>
    </w:rPr>
  </w:style>
  <w:style w:type="character" w:styleId="HTMLKeyboard">
    <w:name w:val="HTML Keyboard"/>
    <w:basedOn w:val="DefaultParagraphFont"/>
    <w:rsid w:val="006E03B7"/>
    <w:rPr>
      <w:rFonts w:ascii="Courier New" w:hAnsi="Courier New" w:cs="Courier New"/>
      <w:sz w:val="20"/>
      <w:szCs w:val="20"/>
    </w:rPr>
  </w:style>
  <w:style w:type="character" w:styleId="HTMLSample">
    <w:name w:val="HTML Sample"/>
    <w:basedOn w:val="DefaultParagraphFont"/>
    <w:rsid w:val="006E03B7"/>
    <w:rPr>
      <w:rFonts w:ascii="Courier New" w:hAnsi="Courier New" w:cs="Courier New"/>
    </w:rPr>
  </w:style>
  <w:style w:type="character" w:styleId="HTMLTypewriter">
    <w:name w:val="HTML Typewriter"/>
    <w:basedOn w:val="DefaultParagraphFont"/>
    <w:rsid w:val="006E03B7"/>
    <w:rPr>
      <w:rFonts w:ascii="Courier New" w:hAnsi="Courier New" w:cs="Courier New"/>
      <w:sz w:val="20"/>
      <w:szCs w:val="20"/>
    </w:rPr>
  </w:style>
  <w:style w:type="character" w:styleId="HTMLVariable">
    <w:name w:val="HTML Variable"/>
    <w:basedOn w:val="DefaultParagraphFont"/>
    <w:rsid w:val="006E03B7"/>
    <w:rPr>
      <w:i/>
      <w:iCs/>
    </w:rPr>
  </w:style>
  <w:style w:type="character" w:styleId="LineNumber">
    <w:name w:val="line number"/>
    <w:basedOn w:val="DefaultParagraphFont"/>
    <w:rsid w:val="006E03B7"/>
  </w:style>
  <w:style w:type="character" w:styleId="PageNumber">
    <w:name w:val="page number"/>
    <w:basedOn w:val="DefaultParagraphFont"/>
    <w:rsid w:val="006E03B7"/>
  </w:style>
  <w:style w:type="character" w:customStyle="1" w:styleId="CITh1">
    <w:name w:val="CIT_h1"/>
    <w:basedOn w:val="DefaultParagraphFont"/>
    <w:rsid w:val="006E03B7"/>
    <w:rPr>
      <w:rFonts w:ascii="Courier New" w:hAnsi="Courier New"/>
    </w:rPr>
  </w:style>
  <w:style w:type="character" w:customStyle="1" w:styleId="CITtblcolhead">
    <w:name w:val="CIT_tbl_colhead"/>
    <w:basedOn w:val="DefaultParagraphFont"/>
    <w:rsid w:val="006E03B7"/>
    <w:rPr>
      <w:rFonts w:ascii="Courier New" w:hAnsi="Courier New"/>
      <w:sz w:val="16"/>
    </w:rPr>
  </w:style>
  <w:style w:type="character" w:customStyle="1" w:styleId="CITh3">
    <w:name w:val="CIT_h3"/>
    <w:basedOn w:val="DefaultParagraphFont"/>
    <w:rsid w:val="006E03B7"/>
    <w:rPr>
      <w:rFonts w:ascii="Courier New" w:hAnsi="Courier New"/>
    </w:rPr>
  </w:style>
  <w:style w:type="character" w:customStyle="1" w:styleId="CITh4">
    <w:name w:val="CIT_h4"/>
    <w:basedOn w:val="DefaultParagraphFont"/>
    <w:rsid w:val="006E03B7"/>
    <w:rPr>
      <w:rFonts w:ascii="Courier New" w:hAnsi="Courier New"/>
    </w:rPr>
  </w:style>
  <w:style w:type="character" w:customStyle="1" w:styleId="CITh5">
    <w:name w:val="CIT_h5"/>
    <w:basedOn w:val="H5"/>
    <w:rsid w:val="006E03B7"/>
    <w:rPr>
      <w:rFonts w:ascii="Courier New" w:hAnsi="Courier New"/>
      <w:b/>
      <w:sz w:val="16"/>
      <w:szCs w:val="20"/>
    </w:rPr>
  </w:style>
  <w:style w:type="character" w:customStyle="1" w:styleId="CITfn">
    <w:name w:val="CIT_fn"/>
    <w:basedOn w:val="DefaultParagraphFont"/>
    <w:rsid w:val="006E03B7"/>
    <w:rPr>
      <w:rFonts w:ascii="Courier New" w:hAnsi="Courier New"/>
    </w:rPr>
  </w:style>
  <w:style w:type="paragraph" w:customStyle="1" w:styleId="SF1NLCON">
    <w:name w:val="SF1_NL_CON"/>
    <w:basedOn w:val="SF1NLMID"/>
    <w:rsid w:val="006E03B7"/>
    <w:pPr>
      <w:ind w:left="720"/>
    </w:pPr>
  </w:style>
  <w:style w:type="character" w:customStyle="1" w:styleId="SCAP">
    <w:name w:val="SCAP"/>
    <w:basedOn w:val="DefaultParagraphFont"/>
    <w:rsid w:val="006E03B7"/>
    <w:rPr>
      <w:smallCaps/>
    </w:rPr>
  </w:style>
  <w:style w:type="character" w:customStyle="1" w:styleId="SCAPITAL">
    <w:name w:val="SCAP_ITAL"/>
    <w:basedOn w:val="DefaultParagraphFont"/>
    <w:rsid w:val="006E03B7"/>
    <w:rPr>
      <w:i/>
      <w:smallCaps/>
    </w:rPr>
  </w:style>
  <w:style w:type="character" w:customStyle="1" w:styleId="SUB">
    <w:name w:val="SUB"/>
    <w:basedOn w:val="DefaultParagraphFont"/>
    <w:rsid w:val="006E03B7"/>
    <w:rPr>
      <w:vertAlign w:val="subscript"/>
    </w:rPr>
  </w:style>
  <w:style w:type="character" w:customStyle="1" w:styleId="SUBITAL">
    <w:name w:val="SUB_ITAL"/>
    <w:basedOn w:val="DefaultParagraphFont"/>
    <w:rsid w:val="006E03B7"/>
    <w:rPr>
      <w:i/>
      <w:vertAlign w:val="subscript"/>
    </w:rPr>
  </w:style>
  <w:style w:type="character" w:customStyle="1" w:styleId="SUP">
    <w:name w:val="SUP"/>
    <w:basedOn w:val="DefaultParagraphFont"/>
    <w:rsid w:val="006E03B7"/>
    <w:rPr>
      <w:vertAlign w:val="superscript"/>
    </w:rPr>
  </w:style>
  <w:style w:type="character" w:customStyle="1" w:styleId="SUPITAL">
    <w:name w:val="SUP_ITAL"/>
    <w:basedOn w:val="DefaultParagraphFont"/>
    <w:rsid w:val="006E03B7"/>
    <w:rPr>
      <w:i/>
      <w:vertAlign w:val="superscript"/>
    </w:rPr>
  </w:style>
  <w:style w:type="character" w:customStyle="1" w:styleId="US">
    <w:name w:val="US"/>
    <w:basedOn w:val="DefaultParagraphFont"/>
    <w:rsid w:val="006E03B7"/>
    <w:rPr>
      <w:u w:val="single"/>
    </w:rPr>
  </w:style>
  <w:style w:type="character" w:customStyle="1" w:styleId="USITAL">
    <w:name w:val="US_ITAL"/>
    <w:basedOn w:val="DefaultParagraphFont"/>
    <w:rsid w:val="006E03B7"/>
    <w:rPr>
      <w:i/>
      <w:u w:val="single"/>
    </w:rPr>
  </w:style>
  <w:style w:type="paragraph" w:customStyle="1" w:styleId="SLBLMID">
    <w:name w:val="SL_BL_MID"/>
    <w:basedOn w:val="SLBLFIRST"/>
    <w:rsid w:val="006E03B7"/>
  </w:style>
  <w:style w:type="paragraph" w:customStyle="1" w:styleId="SLBLLAST">
    <w:name w:val="SL_BL_LAST"/>
    <w:basedOn w:val="SLBLFIRST"/>
    <w:rsid w:val="006E03B7"/>
  </w:style>
  <w:style w:type="paragraph" w:customStyle="1" w:styleId="EXMCDTMIDshaded">
    <w:name w:val="EXM_CDT_MID_shaded"/>
    <w:basedOn w:val="EXMCDTMID"/>
    <w:rsid w:val="0021063A"/>
    <w:pPr>
      <w:shd w:val="clear" w:color="auto" w:fill="D9D9D9"/>
      <w:spacing w:before="60" w:after="0" w:line="180" w:lineRule="atLeast"/>
    </w:pPr>
    <w:rPr>
      <w:rFonts w:cs="Courier New"/>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35408">
      <w:bodyDiv w:val="1"/>
      <w:marLeft w:val="0"/>
      <w:marRight w:val="0"/>
      <w:marTop w:val="0"/>
      <w:marBottom w:val="0"/>
      <w:divBdr>
        <w:top w:val="none" w:sz="0" w:space="0" w:color="auto"/>
        <w:left w:val="none" w:sz="0" w:space="0" w:color="auto"/>
        <w:bottom w:val="none" w:sz="0" w:space="0" w:color="auto"/>
        <w:right w:val="none" w:sz="0" w:space="0" w:color="auto"/>
      </w:divBdr>
    </w:div>
    <w:div w:id="33965592">
      <w:bodyDiv w:val="1"/>
      <w:marLeft w:val="0"/>
      <w:marRight w:val="0"/>
      <w:marTop w:val="0"/>
      <w:marBottom w:val="0"/>
      <w:divBdr>
        <w:top w:val="none" w:sz="0" w:space="0" w:color="auto"/>
        <w:left w:val="none" w:sz="0" w:space="0" w:color="auto"/>
        <w:bottom w:val="none" w:sz="0" w:space="0" w:color="auto"/>
        <w:right w:val="none" w:sz="0" w:space="0" w:color="auto"/>
      </w:divBdr>
    </w:div>
    <w:div w:id="35785039">
      <w:bodyDiv w:val="1"/>
      <w:marLeft w:val="0"/>
      <w:marRight w:val="0"/>
      <w:marTop w:val="0"/>
      <w:marBottom w:val="0"/>
      <w:divBdr>
        <w:top w:val="none" w:sz="0" w:space="0" w:color="auto"/>
        <w:left w:val="none" w:sz="0" w:space="0" w:color="auto"/>
        <w:bottom w:val="none" w:sz="0" w:space="0" w:color="auto"/>
        <w:right w:val="none" w:sz="0" w:space="0" w:color="auto"/>
      </w:divBdr>
    </w:div>
    <w:div w:id="67117385">
      <w:bodyDiv w:val="1"/>
      <w:marLeft w:val="0"/>
      <w:marRight w:val="0"/>
      <w:marTop w:val="0"/>
      <w:marBottom w:val="0"/>
      <w:divBdr>
        <w:top w:val="none" w:sz="0" w:space="0" w:color="auto"/>
        <w:left w:val="none" w:sz="0" w:space="0" w:color="auto"/>
        <w:bottom w:val="none" w:sz="0" w:space="0" w:color="auto"/>
        <w:right w:val="none" w:sz="0" w:space="0" w:color="auto"/>
      </w:divBdr>
    </w:div>
    <w:div w:id="85469439">
      <w:bodyDiv w:val="1"/>
      <w:marLeft w:val="0"/>
      <w:marRight w:val="0"/>
      <w:marTop w:val="0"/>
      <w:marBottom w:val="0"/>
      <w:divBdr>
        <w:top w:val="none" w:sz="0" w:space="0" w:color="auto"/>
        <w:left w:val="none" w:sz="0" w:space="0" w:color="auto"/>
        <w:bottom w:val="none" w:sz="0" w:space="0" w:color="auto"/>
        <w:right w:val="none" w:sz="0" w:space="0" w:color="auto"/>
      </w:divBdr>
    </w:div>
    <w:div w:id="163017860">
      <w:bodyDiv w:val="1"/>
      <w:marLeft w:val="0"/>
      <w:marRight w:val="0"/>
      <w:marTop w:val="0"/>
      <w:marBottom w:val="0"/>
      <w:divBdr>
        <w:top w:val="none" w:sz="0" w:space="0" w:color="auto"/>
        <w:left w:val="none" w:sz="0" w:space="0" w:color="auto"/>
        <w:bottom w:val="none" w:sz="0" w:space="0" w:color="auto"/>
        <w:right w:val="none" w:sz="0" w:space="0" w:color="auto"/>
      </w:divBdr>
    </w:div>
    <w:div w:id="178853859">
      <w:bodyDiv w:val="1"/>
      <w:marLeft w:val="0"/>
      <w:marRight w:val="0"/>
      <w:marTop w:val="0"/>
      <w:marBottom w:val="0"/>
      <w:divBdr>
        <w:top w:val="none" w:sz="0" w:space="0" w:color="auto"/>
        <w:left w:val="none" w:sz="0" w:space="0" w:color="auto"/>
        <w:bottom w:val="none" w:sz="0" w:space="0" w:color="auto"/>
        <w:right w:val="none" w:sz="0" w:space="0" w:color="auto"/>
      </w:divBdr>
    </w:div>
    <w:div w:id="187568696">
      <w:bodyDiv w:val="1"/>
      <w:marLeft w:val="0"/>
      <w:marRight w:val="0"/>
      <w:marTop w:val="0"/>
      <w:marBottom w:val="0"/>
      <w:divBdr>
        <w:top w:val="none" w:sz="0" w:space="0" w:color="auto"/>
        <w:left w:val="none" w:sz="0" w:space="0" w:color="auto"/>
        <w:bottom w:val="none" w:sz="0" w:space="0" w:color="auto"/>
        <w:right w:val="none" w:sz="0" w:space="0" w:color="auto"/>
      </w:divBdr>
    </w:div>
    <w:div w:id="231815438">
      <w:bodyDiv w:val="1"/>
      <w:marLeft w:val="0"/>
      <w:marRight w:val="0"/>
      <w:marTop w:val="0"/>
      <w:marBottom w:val="0"/>
      <w:divBdr>
        <w:top w:val="none" w:sz="0" w:space="0" w:color="auto"/>
        <w:left w:val="none" w:sz="0" w:space="0" w:color="auto"/>
        <w:bottom w:val="none" w:sz="0" w:space="0" w:color="auto"/>
        <w:right w:val="none" w:sz="0" w:space="0" w:color="auto"/>
      </w:divBdr>
    </w:div>
    <w:div w:id="241256798">
      <w:bodyDiv w:val="1"/>
      <w:marLeft w:val="0"/>
      <w:marRight w:val="0"/>
      <w:marTop w:val="0"/>
      <w:marBottom w:val="0"/>
      <w:divBdr>
        <w:top w:val="none" w:sz="0" w:space="0" w:color="auto"/>
        <w:left w:val="none" w:sz="0" w:space="0" w:color="auto"/>
        <w:bottom w:val="none" w:sz="0" w:space="0" w:color="auto"/>
        <w:right w:val="none" w:sz="0" w:space="0" w:color="auto"/>
      </w:divBdr>
    </w:div>
    <w:div w:id="273632013">
      <w:bodyDiv w:val="1"/>
      <w:marLeft w:val="0"/>
      <w:marRight w:val="0"/>
      <w:marTop w:val="0"/>
      <w:marBottom w:val="0"/>
      <w:divBdr>
        <w:top w:val="none" w:sz="0" w:space="0" w:color="auto"/>
        <w:left w:val="none" w:sz="0" w:space="0" w:color="auto"/>
        <w:bottom w:val="none" w:sz="0" w:space="0" w:color="auto"/>
        <w:right w:val="none" w:sz="0" w:space="0" w:color="auto"/>
      </w:divBdr>
    </w:div>
    <w:div w:id="279071757">
      <w:bodyDiv w:val="1"/>
      <w:marLeft w:val="0"/>
      <w:marRight w:val="0"/>
      <w:marTop w:val="0"/>
      <w:marBottom w:val="0"/>
      <w:divBdr>
        <w:top w:val="none" w:sz="0" w:space="0" w:color="auto"/>
        <w:left w:val="none" w:sz="0" w:space="0" w:color="auto"/>
        <w:bottom w:val="none" w:sz="0" w:space="0" w:color="auto"/>
        <w:right w:val="none" w:sz="0" w:space="0" w:color="auto"/>
      </w:divBdr>
    </w:div>
    <w:div w:id="341399854">
      <w:bodyDiv w:val="1"/>
      <w:marLeft w:val="0"/>
      <w:marRight w:val="0"/>
      <w:marTop w:val="0"/>
      <w:marBottom w:val="0"/>
      <w:divBdr>
        <w:top w:val="none" w:sz="0" w:space="0" w:color="auto"/>
        <w:left w:val="none" w:sz="0" w:space="0" w:color="auto"/>
        <w:bottom w:val="none" w:sz="0" w:space="0" w:color="auto"/>
        <w:right w:val="none" w:sz="0" w:space="0" w:color="auto"/>
      </w:divBdr>
      <w:divsChild>
        <w:div w:id="148055747">
          <w:marLeft w:val="446"/>
          <w:marRight w:val="0"/>
          <w:marTop w:val="222"/>
          <w:marBottom w:val="0"/>
          <w:divBdr>
            <w:top w:val="none" w:sz="0" w:space="0" w:color="auto"/>
            <w:left w:val="none" w:sz="0" w:space="0" w:color="auto"/>
            <w:bottom w:val="none" w:sz="0" w:space="0" w:color="auto"/>
            <w:right w:val="none" w:sz="0" w:space="0" w:color="auto"/>
          </w:divBdr>
        </w:div>
        <w:div w:id="706760253">
          <w:marLeft w:val="446"/>
          <w:marRight w:val="0"/>
          <w:marTop w:val="222"/>
          <w:marBottom w:val="0"/>
          <w:divBdr>
            <w:top w:val="none" w:sz="0" w:space="0" w:color="auto"/>
            <w:left w:val="none" w:sz="0" w:space="0" w:color="auto"/>
            <w:bottom w:val="none" w:sz="0" w:space="0" w:color="auto"/>
            <w:right w:val="none" w:sz="0" w:space="0" w:color="auto"/>
          </w:divBdr>
        </w:div>
        <w:div w:id="1066948815">
          <w:marLeft w:val="446"/>
          <w:marRight w:val="0"/>
          <w:marTop w:val="222"/>
          <w:marBottom w:val="0"/>
          <w:divBdr>
            <w:top w:val="none" w:sz="0" w:space="0" w:color="auto"/>
            <w:left w:val="none" w:sz="0" w:space="0" w:color="auto"/>
            <w:bottom w:val="none" w:sz="0" w:space="0" w:color="auto"/>
            <w:right w:val="none" w:sz="0" w:space="0" w:color="auto"/>
          </w:divBdr>
        </w:div>
        <w:div w:id="1429041764">
          <w:marLeft w:val="446"/>
          <w:marRight w:val="0"/>
          <w:marTop w:val="222"/>
          <w:marBottom w:val="0"/>
          <w:divBdr>
            <w:top w:val="none" w:sz="0" w:space="0" w:color="auto"/>
            <w:left w:val="none" w:sz="0" w:space="0" w:color="auto"/>
            <w:bottom w:val="none" w:sz="0" w:space="0" w:color="auto"/>
            <w:right w:val="none" w:sz="0" w:space="0" w:color="auto"/>
          </w:divBdr>
        </w:div>
        <w:div w:id="1573928355">
          <w:marLeft w:val="446"/>
          <w:marRight w:val="0"/>
          <w:marTop w:val="222"/>
          <w:marBottom w:val="0"/>
          <w:divBdr>
            <w:top w:val="none" w:sz="0" w:space="0" w:color="auto"/>
            <w:left w:val="none" w:sz="0" w:space="0" w:color="auto"/>
            <w:bottom w:val="none" w:sz="0" w:space="0" w:color="auto"/>
            <w:right w:val="none" w:sz="0" w:space="0" w:color="auto"/>
          </w:divBdr>
        </w:div>
        <w:div w:id="1649362782">
          <w:marLeft w:val="446"/>
          <w:marRight w:val="0"/>
          <w:marTop w:val="222"/>
          <w:marBottom w:val="0"/>
          <w:divBdr>
            <w:top w:val="none" w:sz="0" w:space="0" w:color="auto"/>
            <w:left w:val="none" w:sz="0" w:space="0" w:color="auto"/>
            <w:bottom w:val="none" w:sz="0" w:space="0" w:color="auto"/>
            <w:right w:val="none" w:sz="0" w:space="0" w:color="auto"/>
          </w:divBdr>
        </w:div>
        <w:div w:id="1868176704">
          <w:marLeft w:val="446"/>
          <w:marRight w:val="0"/>
          <w:marTop w:val="222"/>
          <w:marBottom w:val="0"/>
          <w:divBdr>
            <w:top w:val="none" w:sz="0" w:space="0" w:color="auto"/>
            <w:left w:val="none" w:sz="0" w:space="0" w:color="auto"/>
            <w:bottom w:val="none" w:sz="0" w:space="0" w:color="auto"/>
            <w:right w:val="none" w:sz="0" w:space="0" w:color="auto"/>
          </w:divBdr>
        </w:div>
      </w:divsChild>
    </w:div>
    <w:div w:id="349841484">
      <w:bodyDiv w:val="1"/>
      <w:marLeft w:val="0"/>
      <w:marRight w:val="0"/>
      <w:marTop w:val="0"/>
      <w:marBottom w:val="0"/>
      <w:divBdr>
        <w:top w:val="none" w:sz="0" w:space="0" w:color="auto"/>
        <w:left w:val="none" w:sz="0" w:space="0" w:color="auto"/>
        <w:bottom w:val="none" w:sz="0" w:space="0" w:color="auto"/>
        <w:right w:val="none" w:sz="0" w:space="0" w:color="auto"/>
      </w:divBdr>
    </w:div>
    <w:div w:id="364646367">
      <w:bodyDiv w:val="1"/>
      <w:marLeft w:val="0"/>
      <w:marRight w:val="0"/>
      <w:marTop w:val="0"/>
      <w:marBottom w:val="0"/>
      <w:divBdr>
        <w:top w:val="none" w:sz="0" w:space="0" w:color="auto"/>
        <w:left w:val="none" w:sz="0" w:space="0" w:color="auto"/>
        <w:bottom w:val="none" w:sz="0" w:space="0" w:color="auto"/>
        <w:right w:val="none" w:sz="0" w:space="0" w:color="auto"/>
      </w:divBdr>
      <w:divsChild>
        <w:div w:id="15809386">
          <w:marLeft w:val="605"/>
          <w:marRight w:val="0"/>
          <w:marTop w:val="90"/>
          <w:marBottom w:val="0"/>
          <w:divBdr>
            <w:top w:val="none" w:sz="0" w:space="0" w:color="auto"/>
            <w:left w:val="none" w:sz="0" w:space="0" w:color="auto"/>
            <w:bottom w:val="none" w:sz="0" w:space="0" w:color="auto"/>
            <w:right w:val="none" w:sz="0" w:space="0" w:color="auto"/>
          </w:divBdr>
        </w:div>
        <w:div w:id="62215885">
          <w:marLeft w:val="605"/>
          <w:marRight w:val="0"/>
          <w:marTop w:val="90"/>
          <w:marBottom w:val="0"/>
          <w:divBdr>
            <w:top w:val="none" w:sz="0" w:space="0" w:color="auto"/>
            <w:left w:val="none" w:sz="0" w:space="0" w:color="auto"/>
            <w:bottom w:val="none" w:sz="0" w:space="0" w:color="auto"/>
            <w:right w:val="none" w:sz="0" w:space="0" w:color="auto"/>
          </w:divBdr>
        </w:div>
        <w:div w:id="222761311">
          <w:marLeft w:val="605"/>
          <w:marRight w:val="0"/>
          <w:marTop w:val="90"/>
          <w:marBottom w:val="0"/>
          <w:divBdr>
            <w:top w:val="none" w:sz="0" w:space="0" w:color="auto"/>
            <w:left w:val="none" w:sz="0" w:space="0" w:color="auto"/>
            <w:bottom w:val="none" w:sz="0" w:space="0" w:color="auto"/>
            <w:right w:val="none" w:sz="0" w:space="0" w:color="auto"/>
          </w:divBdr>
        </w:div>
        <w:div w:id="554388011">
          <w:marLeft w:val="605"/>
          <w:marRight w:val="0"/>
          <w:marTop w:val="90"/>
          <w:marBottom w:val="0"/>
          <w:divBdr>
            <w:top w:val="none" w:sz="0" w:space="0" w:color="auto"/>
            <w:left w:val="none" w:sz="0" w:space="0" w:color="auto"/>
            <w:bottom w:val="none" w:sz="0" w:space="0" w:color="auto"/>
            <w:right w:val="none" w:sz="0" w:space="0" w:color="auto"/>
          </w:divBdr>
        </w:div>
        <w:div w:id="762997601">
          <w:marLeft w:val="605"/>
          <w:marRight w:val="0"/>
          <w:marTop w:val="90"/>
          <w:marBottom w:val="0"/>
          <w:divBdr>
            <w:top w:val="none" w:sz="0" w:space="0" w:color="auto"/>
            <w:left w:val="none" w:sz="0" w:space="0" w:color="auto"/>
            <w:bottom w:val="none" w:sz="0" w:space="0" w:color="auto"/>
            <w:right w:val="none" w:sz="0" w:space="0" w:color="auto"/>
          </w:divBdr>
        </w:div>
        <w:div w:id="775443414">
          <w:marLeft w:val="605"/>
          <w:marRight w:val="0"/>
          <w:marTop w:val="90"/>
          <w:marBottom w:val="0"/>
          <w:divBdr>
            <w:top w:val="none" w:sz="0" w:space="0" w:color="auto"/>
            <w:left w:val="none" w:sz="0" w:space="0" w:color="auto"/>
            <w:bottom w:val="none" w:sz="0" w:space="0" w:color="auto"/>
            <w:right w:val="none" w:sz="0" w:space="0" w:color="auto"/>
          </w:divBdr>
        </w:div>
        <w:div w:id="806314112">
          <w:marLeft w:val="302"/>
          <w:marRight w:val="0"/>
          <w:marTop w:val="222"/>
          <w:marBottom w:val="0"/>
          <w:divBdr>
            <w:top w:val="none" w:sz="0" w:space="0" w:color="auto"/>
            <w:left w:val="none" w:sz="0" w:space="0" w:color="auto"/>
            <w:bottom w:val="none" w:sz="0" w:space="0" w:color="auto"/>
            <w:right w:val="none" w:sz="0" w:space="0" w:color="auto"/>
          </w:divBdr>
        </w:div>
        <w:div w:id="2061518251">
          <w:marLeft w:val="302"/>
          <w:marRight w:val="0"/>
          <w:marTop w:val="222"/>
          <w:marBottom w:val="0"/>
          <w:divBdr>
            <w:top w:val="none" w:sz="0" w:space="0" w:color="auto"/>
            <w:left w:val="none" w:sz="0" w:space="0" w:color="auto"/>
            <w:bottom w:val="none" w:sz="0" w:space="0" w:color="auto"/>
            <w:right w:val="none" w:sz="0" w:space="0" w:color="auto"/>
          </w:divBdr>
        </w:div>
      </w:divsChild>
    </w:div>
    <w:div w:id="451556239">
      <w:bodyDiv w:val="1"/>
      <w:marLeft w:val="0"/>
      <w:marRight w:val="0"/>
      <w:marTop w:val="0"/>
      <w:marBottom w:val="0"/>
      <w:divBdr>
        <w:top w:val="none" w:sz="0" w:space="0" w:color="auto"/>
        <w:left w:val="none" w:sz="0" w:space="0" w:color="auto"/>
        <w:bottom w:val="none" w:sz="0" w:space="0" w:color="auto"/>
        <w:right w:val="none" w:sz="0" w:space="0" w:color="auto"/>
      </w:divBdr>
    </w:div>
    <w:div w:id="538128653">
      <w:bodyDiv w:val="1"/>
      <w:marLeft w:val="0"/>
      <w:marRight w:val="0"/>
      <w:marTop w:val="0"/>
      <w:marBottom w:val="0"/>
      <w:divBdr>
        <w:top w:val="none" w:sz="0" w:space="0" w:color="auto"/>
        <w:left w:val="none" w:sz="0" w:space="0" w:color="auto"/>
        <w:bottom w:val="none" w:sz="0" w:space="0" w:color="auto"/>
        <w:right w:val="none" w:sz="0" w:space="0" w:color="auto"/>
      </w:divBdr>
      <w:divsChild>
        <w:div w:id="1239636308">
          <w:marLeft w:val="0"/>
          <w:marRight w:val="0"/>
          <w:marTop w:val="0"/>
          <w:marBottom w:val="0"/>
          <w:divBdr>
            <w:top w:val="none" w:sz="0" w:space="0" w:color="auto"/>
            <w:left w:val="none" w:sz="0" w:space="0" w:color="auto"/>
            <w:bottom w:val="none" w:sz="0" w:space="0" w:color="auto"/>
            <w:right w:val="none" w:sz="0" w:space="0" w:color="auto"/>
          </w:divBdr>
        </w:div>
      </w:divsChild>
    </w:div>
    <w:div w:id="550768678">
      <w:bodyDiv w:val="1"/>
      <w:marLeft w:val="0"/>
      <w:marRight w:val="0"/>
      <w:marTop w:val="0"/>
      <w:marBottom w:val="0"/>
      <w:divBdr>
        <w:top w:val="none" w:sz="0" w:space="0" w:color="auto"/>
        <w:left w:val="none" w:sz="0" w:space="0" w:color="auto"/>
        <w:bottom w:val="none" w:sz="0" w:space="0" w:color="auto"/>
        <w:right w:val="none" w:sz="0" w:space="0" w:color="auto"/>
      </w:divBdr>
    </w:div>
    <w:div w:id="570120701">
      <w:bodyDiv w:val="1"/>
      <w:marLeft w:val="0"/>
      <w:marRight w:val="0"/>
      <w:marTop w:val="0"/>
      <w:marBottom w:val="0"/>
      <w:divBdr>
        <w:top w:val="none" w:sz="0" w:space="0" w:color="auto"/>
        <w:left w:val="none" w:sz="0" w:space="0" w:color="auto"/>
        <w:bottom w:val="none" w:sz="0" w:space="0" w:color="auto"/>
        <w:right w:val="none" w:sz="0" w:space="0" w:color="auto"/>
      </w:divBdr>
    </w:div>
    <w:div w:id="603851382">
      <w:bodyDiv w:val="1"/>
      <w:marLeft w:val="0"/>
      <w:marRight w:val="0"/>
      <w:marTop w:val="0"/>
      <w:marBottom w:val="0"/>
      <w:divBdr>
        <w:top w:val="none" w:sz="0" w:space="0" w:color="auto"/>
        <w:left w:val="none" w:sz="0" w:space="0" w:color="auto"/>
        <w:bottom w:val="none" w:sz="0" w:space="0" w:color="auto"/>
        <w:right w:val="none" w:sz="0" w:space="0" w:color="auto"/>
      </w:divBdr>
    </w:div>
    <w:div w:id="639266037">
      <w:bodyDiv w:val="1"/>
      <w:marLeft w:val="0"/>
      <w:marRight w:val="0"/>
      <w:marTop w:val="0"/>
      <w:marBottom w:val="0"/>
      <w:divBdr>
        <w:top w:val="none" w:sz="0" w:space="0" w:color="auto"/>
        <w:left w:val="none" w:sz="0" w:space="0" w:color="auto"/>
        <w:bottom w:val="none" w:sz="0" w:space="0" w:color="auto"/>
        <w:right w:val="none" w:sz="0" w:space="0" w:color="auto"/>
      </w:divBdr>
    </w:div>
    <w:div w:id="641080120">
      <w:bodyDiv w:val="1"/>
      <w:marLeft w:val="0"/>
      <w:marRight w:val="0"/>
      <w:marTop w:val="0"/>
      <w:marBottom w:val="0"/>
      <w:divBdr>
        <w:top w:val="none" w:sz="0" w:space="0" w:color="auto"/>
        <w:left w:val="none" w:sz="0" w:space="0" w:color="auto"/>
        <w:bottom w:val="none" w:sz="0" w:space="0" w:color="auto"/>
        <w:right w:val="none" w:sz="0" w:space="0" w:color="auto"/>
      </w:divBdr>
      <w:divsChild>
        <w:div w:id="613101379">
          <w:marLeft w:val="0"/>
          <w:marRight w:val="0"/>
          <w:marTop w:val="0"/>
          <w:marBottom w:val="0"/>
          <w:divBdr>
            <w:top w:val="none" w:sz="0" w:space="0" w:color="auto"/>
            <w:left w:val="none" w:sz="0" w:space="0" w:color="auto"/>
            <w:bottom w:val="none" w:sz="0" w:space="0" w:color="auto"/>
            <w:right w:val="none" w:sz="0" w:space="0" w:color="auto"/>
          </w:divBdr>
          <w:divsChild>
            <w:div w:id="1532497915">
              <w:marLeft w:val="0"/>
              <w:marRight w:val="0"/>
              <w:marTop w:val="0"/>
              <w:marBottom w:val="0"/>
              <w:divBdr>
                <w:top w:val="none" w:sz="0" w:space="0" w:color="auto"/>
                <w:left w:val="none" w:sz="0" w:space="0" w:color="auto"/>
                <w:bottom w:val="none" w:sz="0" w:space="0" w:color="auto"/>
                <w:right w:val="none" w:sz="0" w:space="0" w:color="auto"/>
              </w:divBdr>
              <w:divsChild>
                <w:div w:id="1985810038">
                  <w:marLeft w:val="0"/>
                  <w:marRight w:val="0"/>
                  <w:marTop w:val="240"/>
                  <w:marBottom w:val="240"/>
                  <w:divBdr>
                    <w:top w:val="none" w:sz="0" w:space="0" w:color="auto"/>
                    <w:left w:val="none" w:sz="0" w:space="0" w:color="auto"/>
                    <w:bottom w:val="none" w:sz="0" w:space="0" w:color="auto"/>
                    <w:right w:val="none" w:sz="0" w:space="0" w:color="auto"/>
                  </w:divBdr>
                  <w:divsChild>
                    <w:div w:id="16749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033246">
      <w:bodyDiv w:val="1"/>
      <w:marLeft w:val="0"/>
      <w:marRight w:val="0"/>
      <w:marTop w:val="0"/>
      <w:marBottom w:val="0"/>
      <w:divBdr>
        <w:top w:val="none" w:sz="0" w:space="0" w:color="auto"/>
        <w:left w:val="none" w:sz="0" w:space="0" w:color="auto"/>
        <w:bottom w:val="none" w:sz="0" w:space="0" w:color="auto"/>
        <w:right w:val="none" w:sz="0" w:space="0" w:color="auto"/>
      </w:divBdr>
    </w:div>
    <w:div w:id="674499839">
      <w:bodyDiv w:val="1"/>
      <w:marLeft w:val="0"/>
      <w:marRight w:val="0"/>
      <w:marTop w:val="0"/>
      <w:marBottom w:val="0"/>
      <w:divBdr>
        <w:top w:val="none" w:sz="0" w:space="0" w:color="auto"/>
        <w:left w:val="none" w:sz="0" w:space="0" w:color="auto"/>
        <w:bottom w:val="none" w:sz="0" w:space="0" w:color="auto"/>
        <w:right w:val="none" w:sz="0" w:space="0" w:color="auto"/>
      </w:divBdr>
      <w:divsChild>
        <w:div w:id="68624317">
          <w:marLeft w:val="288"/>
          <w:marRight w:val="0"/>
          <w:marTop w:val="90"/>
          <w:marBottom w:val="0"/>
          <w:divBdr>
            <w:top w:val="none" w:sz="0" w:space="0" w:color="auto"/>
            <w:left w:val="none" w:sz="0" w:space="0" w:color="auto"/>
            <w:bottom w:val="none" w:sz="0" w:space="0" w:color="auto"/>
            <w:right w:val="none" w:sz="0" w:space="0" w:color="auto"/>
          </w:divBdr>
        </w:div>
        <w:div w:id="135807531">
          <w:marLeft w:val="288"/>
          <w:marRight w:val="0"/>
          <w:marTop w:val="90"/>
          <w:marBottom w:val="0"/>
          <w:divBdr>
            <w:top w:val="none" w:sz="0" w:space="0" w:color="auto"/>
            <w:left w:val="none" w:sz="0" w:space="0" w:color="auto"/>
            <w:bottom w:val="none" w:sz="0" w:space="0" w:color="auto"/>
            <w:right w:val="none" w:sz="0" w:space="0" w:color="auto"/>
          </w:divBdr>
        </w:div>
        <w:div w:id="143786391">
          <w:marLeft w:val="288"/>
          <w:marRight w:val="0"/>
          <w:marTop w:val="90"/>
          <w:marBottom w:val="0"/>
          <w:divBdr>
            <w:top w:val="none" w:sz="0" w:space="0" w:color="auto"/>
            <w:left w:val="none" w:sz="0" w:space="0" w:color="auto"/>
            <w:bottom w:val="none" w:sz="0" w:space="0" w:color="auto"/>
            <w:right w:val="none" w:sz="0" w:space="0" w:color="auto"/>
          </w:divBdr>
        </w:div>
        <w:div w:id="280573151">
          <w:marLeft w:val="288"/>
          <w:marRight w:val="0"/>
          <w:marTop w:val="90"/>
          <w:marBottom w:val="0"/>
          <w:divBdr>
            <w:top w:val="none" w:sz="0" w:space="0" w:color="auto"/>
            <w:left w:val="none" w:sz="0" w:space="0" w:color="auto"/>
            <w:bottom w:val="none" w:sz="0" w:space="0" w:color="auto"/>
            <w:right w:val="none" w:sz="0" w:space="0" w:color="auto"/>
          </w:divBdr>
        </w:div>
        <w:div w:id="298389244">
          <w:marLeft w:val="288"/>
          <w:marRight w:val="0"/>
          <w:marTop w:val="90"/>
          <w:marBottom w:val="0"/>
          <w:divBdr>
            <w:top w:val="none" w:sz="0" w:space="0" w:color="auto"/>
            <w:left w:val="none" w:sz="0" w:space="0" w:color="auto"/>
            <w:bottom w:val="none" w:sz="0" w:space="0" w:color="auto"/>
            <w:right w:val="none" w:sz="0" w:space="0" w:color="auto"/>
          </w:divBdr>
        </w:div>
        <w:div w:id="695274922">
          <w:marLeft w:val="288"/>
          <w:marRight w:val="0"/>
          <w:marTop w:val="90"/>
          <w:marBottom w:val="0"/>
          <w:divBdr>
            <w:top w:val="none" w:sz="0" w:space="0" w:color="auto"/>
            <w:left w:val="none" w:sz="0" w:space="0" w:color="auto"/>
            <w:bottom w:val="none" w:sz="0" w:space="0" w:color="auto"/>
            <w:right w:val="none" w:sz="0" w:space="0" w:color="auto"/>
          </w:divBdr>
        </w:div>
        <w:div w:id="763652783">
          <w:marLeft w:val="288"/>
          <w:marRight w:val="0"/>
          <w:marTop w:val="90"/>
          <w:marBottom w:val="0"/>
          <w:divBdr>
            <w:top w:val="none" w:sz="0" w:space="0" w:color="auto"/>
            <w:left w:val="none" w:sz="0" w:space="0" w:color="auto"/>
            <w:bottom w:val="none" w:sz="0" w:space="0" w:color="auto"/>
            <w:right w:val="none" w:sz="0" w:space="0" w:color="auto"/>
          </w:divBdr>
        </w:div>
        <w:div w:id="773138884">
          <w:marLeft w:val="288"/>
          <w:marRight w:val="0"/>
          <w:marTop w:val="90"/>
          <w:marBottom w:val="0"/>
          <w:divBdr>
            <w:top w:val="none" w:sz="0" w:space="0" w:color="auto"/>
            <w:left w:val="none" w:sz="0" w:space="0" w:color="auto"/>
            <w:bottom w:val="none" w:sz="0" w:space="0" w:color="auto"/>
            <w:right w:val="none" w:sz="0" w:space="0" w:color="auto"/>
          </w:divBdr>
        </w:div>
        <w:div w:id="1030305149">
          <w:marLeft w:val="288"/>
          <w:marRight w:val="0"/>
          <w:marTop w:val="90"/>
          <w:marBottom w:val="0"/>
          <w:divBdr>
            <w:top w:val="none" w:sz="0" w:space="0" w:color="auto"/>
            <w:left w:val="none" w:sz="0" w:space="0" w:color="auto"/>
            <w:bottom w:val="none" w:sz="0" w:space="0" w:color="auto"/>
            <w:right w:val="none" w:sz="0" w:space="0" w:color="auto"/>
          </w:divBdr>
        </w:div>
        <w:div w:id="1203984426">
          <w:marLeft w:val="288"/>
          <w:marRight w:val="0"/>
          <w:marTop w:val="90"/>
          <w:marBottom w:val="0"/>
          <w:divBdr>
            <w:top w:val="none" w:sz="0" w:space="0" w:color="auto"/>
            <w:left w:val="none" w:sz="0" w:space="0" w:color="auto"/>
            <w:bottom w:val="none" w:sz="0" w:space="0" w:color="auto"/>
            <w:right w:val="none" w:sz="0" w:space="0" w:color="auto"/>
          </w:divBdr>
        </w:div>
        <w:div w:id="1413501457">
          <w:marLeft w:val="288"/>
          <w:marRight w:val="0"/>
          <w:marTop w:val="90"/>
          <w:marBottom w:val="0"/>
          <w:divBdr>
            <w:top w:val="none" w:sz="0" w:space="0" w:color="auto"/>
            <w:left w:val="none" w:sz="0" w:space="0" w:color="auto"/>
            <w:bottom w:val="none" w:sz="0" w:space="0" w:color="auto"/>
            <w:right w:val="none" w:sz="0" w:space="0" w:color="auto"/>
          </w:divBdr>
        </w:div>
        <w:div w:id="1528981476">
          <w:marLeft w:val="288"/>
          <w:marRight w:val="0"/>
          <w:marTop w:val="90"/>
          <w:marBottom w:val="0"/>
          <w:divBdr>
            <w:top w:val="none" w:sz="0" w:space="0" w:color="auto"/>
            <w:left w:val="none" w:sz="0" w:space="0" w:color="auto"/>
            <w:bottom w:val="none" w:sz="0" w:space="0" w:color="auto"/>
            <w:right w:val="none" w:sz="0" w:space="0" w:color="auto"/>
          </w:divBdr>
        </w:div>
        <w:div w:id="1652516188">
          <w:marLeft w:val="288"/>
          <w:marRight w:val="0"/>
          <w:marTop w:val="90"/>
          <w:marBottom w:val="0"/>
          <w:divBdr>
            <w:top w:val="none" w:sz="0" w:space="0" w:color="auto"/>
            <w:left w:val="none" w:sz="0" w:space="0" w:color="auto"/>
            <w:bottom w:val="none" w:sz="0" w:space="0" w:color="auto"/>
            <w:right w:val="none" w:sz="0" w:space="0" w:color="auto"/>
          </w:divBdr>
        </w:div>
        <w:div w:id="1785344036">
          <w:marLeft w:val="288"/>
          <w:marRight w:val="0"/>
          <w:marTop w:val="90"/>
          <w:marBottom w:val="0"/>
          <w:divBdr>
            <w:top w:val="none" w:sz="0" w:space="0" w:color="auto"/>
            <w:left w:val="none" w:sz="0" w:space="0" w:color="auto"/>
            <w:bottom w:val="none" w:sz="0" w:space="0" w:color="auto"/>
            <w:right w:val="none" w:sz="0" w:space="0" w:color="auto"/>
          </w:divBdr>
        </w:div>
        <w:div w:id="1818644135">
          <w:marLeft w:val="288"/>
          <w:marRight w:val="0"/>
          <w:marTop w:val="90"/>
          <w:marBottom w:val="0"/>
          <w:divBdr>
            <w:top w:val="none" w:sz="0" w:space="0" w:color="auto"/>
            <w:left w:val="none" w:sz="0" w:space="0" w:color="auto"/>
            <w:bottom w:val="none" w:sz="0" w:space="0" w:color="auto"/>
            <w:right w:val="none" w:sz="0" w:space="0" w:color="auto"/>
          </w:divBdr>
        </w:div>
        <w:div w:id="1874609023">
          <w:marLeft w:val="288"/>
          <w:marRight w:val="0"/>
          <w:marTop w:val="90"/>
          <w:marBottom w:val="0"/>
          <w:divBdr>
            <w:top w:val="none" w:sz="0" w:space="0" w:color="auto"/>
            <w:left w:val="none" w:sz="0" w:space="0" w:color="auto"/>
            <w:bottom w:val="none" w:sz="0" w:space="0" w:color="auto"/>
            <w:right w:val="none" w:sz="0" w:space="0" w:color="auto"/>
          </w:divBdr>
        </w:div>
        <w:div w:id="1903129821">
          <w:marLeft w:val="288"/>
          <w:marRight w:val="0"/>
          <w:marTop w:val="90"/>
          <w:marBottom w:val="0"/>
          <w:divBdr>
            <w:top w:val="none" w:sz="0" w:space="0" w:color="auto"/>
            <w:left w:val="none" w:sz="0" w:space="0" w:color="auto"/>
            <w:bottom w:val="none" w:sz="0" w:space="0" w:color="auto"/>
            <w:right w:val="none" w:sz="0" w:space="0" w:color="auto"/>
          </w:divBdr>
        </w:div>
        <w:div w:id="1938828306">
          <w:marLeft w:val="288"/>
          <w:marRight w:val="0"/>
          <w:marTop w:val="90"/>
          <w:marBottom w:val="0"/>
          <w:divBdr>
            <w:top w:val="none" w:sz="0" w:space="0" w:color="auto"/>
            <w:left w:val="none" w:sz="0" w:space="0" w:color="auto"/>
            <w:bottom w:val="none" w:sz="0" w:space="0" w:color="auto"/>
            <w:right w:val="none" w:sz="0" w:space="0" w:color="auto"/>
          </w:divBdr>
        </w:div>
        <w:div w:id="2001613807">
          <w:marLeft w:val="288"/>
          <w:marRight w:val="0"/>
          <w:marTop w:val="90"/>
          <w:marBottom w:val="0"/>
          <w:divBdr>
            <w:top w:val="none" w:sz="0" w:space="0" w:color="auto"/>
            <w:left w:val="none" w:sz="0" w:space="0" w:color="auto"/>
            <w:bottom w:val="none" w:sz="0" w:space="0" w:color="auto"/>
            <w:right w:val="none" w:sz="0" w:space="0" w:color="auto"/>
          </w:divBdr>
        </w:div>
        <w:div w:id="2103452266">
          <w:marLeft w:val="288"/>
          <w:marRight w:val="0"/>
          <w:marTop w:val="90"/>
          <w:marBottom w:val="0"/>
          <w:divBdr>
            <w:top w:val="none" w:sz="0" w:space="0" w:color="auto"/>
            <w:left w:val="none" w:sz="0" w:space="0" w:color="auto"/>
            <w:bottom w:val="none" w:sz="0" w:space="0" w:color="auto"/>
            <w:right w:val="none" w:sz="0" w:space="0" w:color="auto"/>
          </w:divBdr>
        </w:div>
      </w:divsChild>
    </w:div>
    <w:div w:id="681125444">
      <w:bodyDiv w:val="1"/>
      <w:marLeft w:val="0"/>
      <w:marRight w:val="0"/>
      <w:marTop w:val="0"/>
      <w:marBottom w:val="0"/>
      <w:divBdr>
        <w:top w:val="none" w:sz="0" w:space="0" w:color="auto"/>
        <w:left w:val="none" w:sz="0" w:space="0" w:color="auto"/>
        <w:bottom w:val="none" w:sz="0" w:space="0" w:color="auto"/>
        <w:right w:val="none" w:sz="0" w:space="0" w:color="auto"/>
      </w:divBdr>
    </w:div>
    <w:div w:id="693504015">
      <w:bodyDiv w:val="1"/>
      <w:marLeft w:val="0"/>
      <w:marRight w:val="0"/>
      <w:marTop w:val="0"/>
      <w:marBottom w:val="0"/>
      <w:divBdr>
        <w:top w:val="none" w:sz="0" w:space="0" w:color="auto"/>
        <w:left w:val="none" w:sz="0" w:space="0" w:color="auto"/>
        <w:bottom w:val="none" w:sz="0" w:space="0" w:color="auto"/>
        <w:right w:val="none" w:sz="0" w:space="0" w:color="auto"/>
      </w:divBdr>
    </w:div>
    <w:div w:id="715816109">
      <w:bodyDiv w:val="1"/>
      <w:marLeft w:val="0"/>
      <w:marRight w:val="0"/>
      <w:marTop w:val="0"/>
      <w:marBottom w:val="0"/>
      <w:divBdr>
        <w:top w:val="none" w:sz="0" w:space="0" w:color="auto"/>
        <w:left w:val="none" w:sz="0" w:space="0" w:color="auto"/>
        <w:bottom w:val="none" w:sz="0" w:space="0" w:color="auto"/>
        <w:right w:val="none" w:sz="0" w:space="0" w:color="auto"/>
      </w:divBdr>
    </w:div>
    <w:div w:id="733895369">
      <w:bodyDiv w:val="1"/>
      <w:marLeft w:val="0"/>
      <w:marRight w:val="0"/>
      <w:marTop w:val="0"/>
      <w:marBottom w:val="0"/>
      <w:divBdr>
        <w:top w:val="none" w:sz="0" w:space="0" w:color="auto"/>
        <w:left w:val="none" w:sz="0" w:space="0" w:color="auto"/>
        <w:bottom w:val="none" w:sz="0" w:space="0" w:color="auto"/>
        <w:right w:val="none" w:sz="0" w:space="0" w:color="auto"/>
      </w:divBdr>
    </w:div>
    <w:div w:id="739793966">
      <w:bodyDiv w:val="1"/>
      <w:marLeft w:val="0"/>
      <w:marRight w:val="0"/>
      <w:marTop w:val="0"/>
      <w:marBottom w:val="0"/>
      <w:divBdr>
        <w:top w:val="none" w:sz="0" w:space="0" w:color="auto"/>
        <w:left w:val="none" w:sz="0" w:space="0" w:color="auto"/>
        <w:bottom w:val="none" w:sz="0" w:space="0" w:color="auto"/>
        <w:right w:val="none" w:sz="0" w:space="0" w:color="auto"/>
      </w:divBdr>
    </w:div>
    <w:div w:id="792942582">
      <w:bodyDiv w:val="1"/>
      <w:marLeft w:val="0"/>
      <w:marRight w:val="0"/>
      <w:marTop w:val="0"/>
      <w:marBottom w:val="0"/>
      <w:divBdr>
        <w:top w:val="none" w:sz="0" w:space="0" w:color="auto"/>
        <w:left w:val="none" w:sz="0" w:space="0" w:color="auto"/>
        <w:bottom w:val="none" w:sz="0" w:space="0" w:color="auto"/>
        <w:right w:val="none" w:sz="0" w:space="0" w:color="auto"/>
      </w:divBdr>
      <w:divsChild>
        <w:div w:id="204373429">
          <w:marLeft w:val="0"/>
          <w:marRight w:val="0"/>
          <w:marTop w:val="0"/>
          <w:marBottom w:val="0"/>
          <w:divBdr>
            <w:top w:val="none" w:sz="0" w:space="0" w:color="auto"/>
            <w:left w:val="none" w:sz="0" w:space="0" w:color="auto"/>
            <w:bottom w:val="none" w:sz="0" w:space="0" w:color="auto"/>
            <w:right w:val="none" w:sz="0" w:space="0" w:color="auto"/>
          </w:divBdr>
        </w:div>
      </w:divsChild>
    </w:div>
    <w:div w:id="813837751">
      <w:bodyDiv w:val="1"/>
      <w:marLeft w:val="0"/>
      <w:marRight w:val="0"/>
      <w:marTop w:val="0"/>
      <w:marBottom w:val="0"/>
      <w:divBdr>
        <w:top w:val="none" w:sz="0" w:space="0" w:color="auto"/>
        <w:left w:val="none" w:sz="0" w:space="0" w:color="auto"/>
        <w:bottom w:val="none" w:sz="0" w:space="0" w:color="auto"/>
        <w:right w:val="none" w:sz="0" w:space="0" w:color="auto"/>
      </w:divBdr>
    </w:div>
    <w:div w:id="901869848">
      <w:bodyDiv w:val="1"/>
      <w:marLeft w:val="0"/>
      <w:marRight w:val="0"/>
      <w:marTop w:val="0"/>
      <w:marBottom w:val="0"/>
      <w:divBdr>
        <w:top w:val="none" w:sz="0" w:space="0" w:color="auto"/>
        <w:left w:val="none" w:sz="0" w:space="0" w:color="auto"/>
        <w:bottom w:val="none" w:sz="0" w:space="0" w:color="auto"/>
        <w:right w:val="none" w:sz="0" w:space="0" w:color="auto"/>
      </w:divBdr>
    </w:div>
    <w:div w:id="930940395">
      <w:bodyDiv w:val="1"/>
      <w:marLeft w:val="0"/>
      <w:marRight w:val="0"/>
      <w:marTop w:val="0"/>
      <w:marBottom w:val="0"/>
      <w:divBdr>
        <w:top w:val="none" w:sz="0" w:space="0" w:color="auto"/>
        <w:left w:val="none" w:sz="0" w:space="0" w:color="auto"/>
        <w:bottom w:val="none" w:sz="0" w:space="0" w:color="auto"/>
        <w:right w:val="none" w:sz="0" w:space="0" w:color="auto"/>
      </w:divBdr>
    </w:div>
    <w:div w:id="939608297">
      <w:bodyDiv w:val="1"/>
      <w:marLeft w:val="0"/>
      <w:marRight w:val="0"/>
      <w:marTop w:val="0"/>
      <w:marBottom w:val="0"/>
      <w:divBdr>
        <w:top w:val="none" w:sz="0" w:space="0" w:color="auto"/>
        <w:left w:val="none" w:sz="0" w:space="0" w:color="auto"/>
        <w:bottom w:val="none" w:sz="0" w:space="0" w:color="auto"/>
        <w:right w:val="none" w:sz="0" w:space="0" w:color="auto"/>
      </w:divBdr>
    </w:div>
    <w:div w:id="939877476">
      <w:bodyDiv w:val="1"/>
      <w:marLeft w:val="0"/>
      <w:marRight w:val="0"/>
      <w:marTop w:val="0"/>
      <w:marBottom w:val="0"/>
      <w:divBdr>
        <w:top w:val="none" w:sz="0" w:space="0" w:color="auto"/>
        <w:left w:val="none" w:sz="0" w:space="0" w:color="auto"/>
        <w:bottom w:val="none" w:sz="0" w:space="0" w:color="auto"/>
        <w:right w:val="none" w:sz="0" w:space="0" w:color="auto"/>
      </w:divBdr>
    </w:div>
    <w:div w:id="974526767">
      <w:bodyDiv w:val="1"/>
      <w:marLeft w:val="0"/>
      <w:marRight w:val="0"/>
      <w:marTop w:val="0"/>
      <w:marBottom w:val="0"/>
      <w:divBdr>
        <w:top w:val="none" w:sz="0" w:space="0" w:color="auto"/>
        <w:left w:val="none" w:sz="0" w:space="0" w:color="auto"/>
        <w:bottom w:val="none" w:sz="0" w:space="0" w:color="auto"/>
        <w:right w:val="none" w:sz="0" w:space="0" w:color="auto"/>
      </w:divBdr>
    </w:div>
    <w:div w:id="980304887">
      <w:bodyDiv w:val="1"/>
      <w:marLeft w:val="0"/>
      <w:marRight w:val="0"/>
      <w:marTop w:val="0"/>
      <w:marBottom w:val="0"/>
      <w:divBdr>
        <w:top w:val="none" w:sz="0" w:space="0" w:color="auto"/>
        <w:left w:val="none" w:sz="0" w:space="0" w:color="auto"/>
        <w:bottom w:val="none" w:sz="0" w:space="0" w:color="auto"/>
        <w:right w:val="none" w:sz="0" w:space="0" w:color="auto"/>
      </w:divBdr>
    </w:div>
    <w:div w:id="1099640831">
      <w:bodyDiv w:val="1"/>
      <w:marLeft w:val="0"/>
      <w:marRight w:val="0"/>
      <w:marTop w:val="0"/>
      <w:marBottom w:val="0"/>
      <w:divBdr>
        <w:top w:val="none" w:sz="0" w:space="0" w:color="auto"/>
        <w:left w:val="none" w:sz="0" w:space="0" w:color="auto"/>
        <w:bottom w:val="none" w:sz="0" w:space="0" w:color="auto"/>
        <w:right w:val="none" w:sz="0" w:space="0" w:color="auto"/>
      </w:divBdr>
    </w:div>
    <w:div w:id="1184781916">
      <w:bodyDiv w:val="1"/>
      <w:marLeft w:val="0"/>
      <w:marRight w:val="0"/>
      <w:marTop w:val="0"/>
      <w:marBottom w:val="0"/>
      <w:divBdr>
        <w:top w:val="none" w:sz="0" w:space="0" w:color="auto"/>
        <w:left w:val="none" w:sz="0" w:space="0" w:color="auto"/>
        <w:bottom w:val="none" w:sz="0" w:space="0" w:color="auto"/>
        <w:right w:val="none" w:sz="0" w:space="0" w:color="auto"/>
      </w:divBdr>
    </w:div>
    <w:div w:id="1188907491">
      <w:bodyDiv w:val="1"/>
      <w:marLeft w:val="0"/>
      <w:marRight w:val="0"/>
      <w:marTop w:val="0"/>
      <w:marBottom w:val="0"/>
      <w:divBdr>
        <w:top w:val="none" w:sz="0" w:space="0" w:color="auto"/>
        <w:left w:val="none" w:sz="0" w:space="0" w:color="auto"/>
        <w:bottom w:val="none" w:sz="0" w:space="0" w:color="auto"/>
        <w:right w:val="none" w:sz="0" w:space="0" w:color="auto"/>
      </w:divBdr>
      <w:divsChild>
        <w:div w:id="2035298980">
          <w:marLeft w:val="0"/>
          <w:marRight w:val="0"/>
          <w:marTop w:val="0"/>
          <w:marBottom w:val="0"/>
          <w:divBdr>
            <w:top w:val="none" w:sz="0" w:space="0" w:color="auto"/>
            <w:left w:val="none" w:sz="0" w:space="0" w:color="auto"/>
            <w:bottom w:val="none" w:sz="0" w:space="0" w:color="auto"/>
            <w:right w:val="none" w:sz="0" w:space="0" w:color="auto"/>
          </w:divBdr>
        </w:div>
      </w:divsChild>
    </w:div>
    <w:div w:id="1231042166">
      <w:bodyDiv w:val="1"/>
      <w:marLeft w:val="0"/>
      <w:marRight w:val="0"/>
      <w:marTop w:val="0"/>
      <w:marBottom w:val="0"/>
      <w:divBdr>
        <w:top w:val="none" w:sz="0" w:space="0" w:color="auto"/>
        <w:left w:val="none" w:sz="0" w:space="0" w:color="auto"/>
        <w:bottom w:val="none" w:sz="0" w:space="0" w:color="auto"/>
        <w:right w:val="none" w:sz="0" w:space="0" w:color="auto"/>
      </w:divBdr>
    </w:div>
    <w:div w:id="1238250415">
      <w:bodyDiv w:val="1"/>
      <w:marLeft w:val="0"/>
      <w:marRight w:val="0"/>
      <w:marTop w:val="0"/>
      <w:marBottom w:val="0"/>
      <w:divBdr>
        <w:top w:val="none" w:sz="0" w:space="0" w:color="auto"/>
        <w:left w:val="none" w:sz="0" w:space="0" w:color="auto"/>
        <w:bottom w:val="none" w:sz="0" w:space="0" w:color="auto"/>
        <w:right w:val="none" w:sz="0" w:space="0" w:color="auto"/>
      </w:divBdr>
      <w:divsChild>
        <w:div w:id="1237933251">
          <w:marLeft w:val="0"/>
          <w:marRight w:val="0"/>
          <w:marTop w:val="0"/>
          <w:marBottom w:val="0"/>
          <w:divBdr>
            <w:top w:val="none" w:sz="0" w:space="0" w:color="auto"/>
            <w:left w:val="none" w:sz="0" w:space="0" w:color="auto"/>
            <w:bottom w:val="none" w:sz="0" w:space="0" w:color="auto"/>
            <w:right w:val="none" w:sz="0" w:space="0" w:color="auto"/>
          </w:divBdr>
          <w:divsChild>
            <w:div w:id="15991738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59873910">
      <w:bodyDiv w:val="1"/>
      <w:marLeft w:val="0"/>
      <w:marRight w:val="0"/>
      <w:marTop w:val="0"/>
      <w:marBottom w:val="0"/>
      <w:divBdr>
        <w:top w:val="none" w:sz="0" w:space="0" w:color="auto"/>
        <w:left w:val="none" w:sz="0" w:space="0" w:color="auto"/>
        <w:bottom w:val="none" w:sz="0" w:space="0" w:color="auto"/>
        <w:right w:val="none" w:sz="0" w:space="0" w:color="auto"/>
      </w:divBdr>
    </w:div>
    <w:div w:id="1263027260">
      <w:bodyDiv w:val="1"/>
      <w:marLeft w:val="0"/>
      <w:marRight w:val="0"/>
      <w:marTop w:val="0"/>
      <w:marBottom w:val="0"/>
      <w:divBdr>
        <w:top w:val="none" w:sz="0" w:space="0" w:color="auto"/>
        <w:left w:val="none" w:sz="0" w:space="0" w:color="auto"/>
        <w:bottom w:val="none" w:sz="0" w:space="0" w:color="auto"/>
        <w:right w:val="none" w:sz="0" w:space="0" w:color="auto"/>
      </w:divBdr>
      <w:divsChild>
        <w:div w:id="775322604">
          <w:marLeft w:val="0"/>
          <w:marRight w:val="0"/>
          <w:marTop w:val="0"/>
          <w:marBottom w:val="0"/>
          <w:divBdr>
            <w:top w:val="none" w:sz="0" w:space="0" w:color="auto"/>
            <w:left w:val="none" w:sz="0" w:space="0" w:color="auto"/>
            <w:bottom w:val="none" w:sz="0" w:space="0" w:color="auto"/>
            <w:right w:val="none" w:sz="0" w:space="0" w:color="auto"/>
          </w:divBdr>
        </w:div>
      </w:divsChild>
    </w:div>
    <w:div w:id="1289701257">
      <w:bodyDiv w:val="1"/>
      <w:marLeft w:val="0"/>
      <w:marRight w:val="0"/>
      <w:marTop w:val="0"/>
      <w:marBottom w:val="0"/>
      <w:divBdr>
        <w:top w:val="none" w:sz="0" w:space="0" w:color="auto"/>
        <w:left w:val="none" w:sz="0" w:space="0" w:color="auto"/>
        <w:bottom w:val="none" w:sz="0" w:space="0" w:color="auto"/>
        <w:right w:val="none" w:sz="0" w:space="0" w:color="auto"/>
      </w:divBdr>
    </w:div>
    <w:div w:id="1311708352">
      <w:bodyDiv w:val="1"/>
      <w:marLeft w:val="0"/>
      <w:marRight w:val="0"/>
      <w:marTop w:val="0"/>
      <w:marBottom w:val="0"/>
      <w:divBdr>
        <w:top w:val="none" w:sz="0" w:space="0" w:color="auto"/>
        <w:left w:val="none" w:sz="0" w:space="0" w:color="auto"/>
        <w:bottom w:val="none" w:sz="0" w:space="0" w:color="auto"/>
        <w:right w:val="none" w:sz="0" w:space="0" w:color="auto"/>
      </w:divBdr>
    </w:div>
    <w:div w:id="1330522349">
      <w:bodyDiv w:val="1"/>
      <w:marLeft w:val="0"/>
      <w:marRight w:val="0"/>
      <w:marTop w:val="0"/>
      <w:marBottom w:val="0"/>
      <w:divBdr>
        <w:top w:val="none" w:sz="0" w:space="0" w:color="auto"/>
        <w:left w:val="none" w:sz="0" w:space="0" w:color="auto"/>
        <w:bottom w:val="none" w:sz="0" w:space="0" w:color="auto"/>
        <w:right w:val="none" w:sz="0" w:space="0" w:color="auto"/>
      </w:divBdr>
      <w:divsChild>
        <w:div w:id="745494573">
          <w:marLeft w:val="0"/>
          <w:marRight w:val="0"/>
          <w:marTop w:val="0"/>
          <w:marBottom w:val="0"/>
          <w:divBdr>
            <w:top w:val="none" w:sz="0" w:space="0" w:color="auto"/>
            <w:left w:val="none" w:sz="0" w:space="0" w:color="auto"/>
            <w:bottom w:val="none" w:sz="0" w:space="0" w:color="auto"/>
            <w:right w:val="none" w:sz="0" w:space="0" w:color="auto"/>
          </w:divBdr>
          <w:divsChild>
            <w:div w:id="27682968">
              <w:marLeft w:val="0"/>
              <w:marRight w:val="0"/>
              <w:marTop w:val="0"/>
              <w:marBottom w:val="0"/>
              <w:divBdr>
                <w:top w:val="none" w:sz="0" w:space="0" w:color="auto"/>
                <w:left w:val="none" w:sz="0" w:space="0" w:color="auto"/>
                <w:bottom w:val="none" w:sz="0" w:space="0" w:color="auto"/>
                <w:right w:val="none" w:sz="0" w:space="0" w:color="auto"/>
              </w:divBdr>
              <w:divsChild>
                <w:div w:id="269823086">
                  <w:marLeft w:val="0"/>
                  <w:marRight w:val="0"/>
                  <w:marTop w:val="240"/>
                  <w:marBottom w:val="240"/>
                  <w:divBdr>
                    <w:top w:val="none" w:sz="0" w:space="0" w:color="auto"/>
                    <w:left w:val="none" w:sz="0" w:space="0" w:color="auto"/>
                    <w:bottom w:val="none" w:sz="0" w:space="0" w:color="auto"/>
                    <w:right w:val="none" w:sz="0" w:space="0" w:color="auto"/>
                  </w:divBdr>
                  <w:divsChild>
                    <w:div w:id="192606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81253">
      <w:bodyDiv w:val="1"/>
      <w:marLeft w:val="0"/>
      <w:marRight w:val="0"/>
      <w:marTop w:val="0"/>
      <w:marBottom w:val="0"/>
      <w:divBdr>
        <w:top w:val="none" w:sz="0" w:space="0" w:color="auto"/>
        <w:left w:val="none" w:sz="0" w:space="0" w:color="auto"/>
        <w:bottom w:val="none" w:sz="0" w:space="0" w:color="auto"/>
        <w:right w:val="none" w:sz="0" w:space="0" w:color="auto"/>
      </w:divBdr>
    </w:div>
    <w:div w:id="1548443847">
      <w:bodyDiv w:val="1"/>
      <w:marLeft w:val="0"/>
      <w:marRight w:val="0"/>
      <w:marTop w:val="0"/>
      <w:marBottom w:val="0"/>
      <w:divBdr>
        <w:top w:val="none" w:sz="0" w:space="0" w:color="auto"/>
        <w:left w:val="none" w:sz="0" w:space="0" w:color="auto"/>
        <w:bottom w:val="none" w:sz="0" w:space="0" w:color="auto"/>
        <w:right w:val="none" w:sz="0" w:space="0" w:color="auto"/>
      </w:divBdr>
    </w:div>
    <w:div w:id="1580166658">
      <w:bodyDiv w:val="1"/>
      <w:marLeft w:val="0"/>
      <w:marRight w:val="0"/>
      <w:marTop w:val="0"/>
      <w:marBottom w:val="0"/>
      <w:divBdr>
        <w:top w:val="none" w:sz="0" w:space="0" w:color="auto"/>
        <w:left w:val="none" w:sz="0" w:space="0" w:color="auto"/>
        <w:bottom w:val="none" w:sz="0" w:space="0" w:color="auto"/>
        <w:right w:val="none" w:sz="0" w:space="0" w:color="auto"/>
      </w:divBdr>
    </w:div>
    <w:div w:id="1614437654">
      <w:bodyDiv w:val="1"/>
      <w:marLeft w:val="0"/>
      <w:marRight w:val="0"/>
      <w:marTop w:val="0"/>
      <w:marBottom w:val="0"/>
      <w:divBdr>
        <w:top w:val="none" w:sz="0" w:space="0" w:color="auto"/>
        <w:left w:val="none" w:sz="0" w:space="0" w:color="auto"/>
        <w:bottom w:val="none" w:sz="0" w:space="0" w:color="auto"/>
        <w:right w:val="none" w:sz="0" w:space="0" w:color="auto"/>
      </w:divBdr>
    </w:div>
    <w:div w:id="1631934082">
      <w:bodyDiv w:val="1"/>
      <w:marLeft w:val="0"/>
      <w:marRight w:val="0"/>
      <w:marTop w:val="0"/>
      <w:marBottom w:val="0"/>
      <w:divBdr>
        <w:top w:val="none" w:sz="0" w:space="0" w:color="auto"/>
        <w:left w:val="none" w:sz="0" w:space="0" w:color="auto"/>
        <w:bottom w:val="none" w:sz="0" w:space="0" w:color="auto"/>
        <w:right w:val="none" w:sz="0" w:space="0" w:color="auto"/>
      </w:divBdr>
      <w:divsChild>
        <w:div w:id="714962995">
          <w:marLeft w:val="0"/>
          <w:marRight w:val="0"/>
          <w:marTop w:val="0"/>
          <w:marBottom w:val="0"/>
          <w:divBdr>
            <w:top w:val="none" w:sz="0" w:space="0" w:color="auto"/>
            <w:left w:val="none" w:sz="0" w:space="0" w:color="auto"/>
            <w:bottom w:val="none" w:sz="0" w:space="0" w:color="auto"/>
            <w:right w:val="none" w:sz="0" w:space="0" w:color="auto"/>
          </w:divBdr>
        </w:div>
      </w:divsChild>
    </w:div>
    <w:div w:id="1643194652">
      <w:bodyDiv w:val="1"/>
      <w:marLeft w:val="0"/>
      <w:marRight w:val="0"/>
      <w:marTop w:val="0"/>
      <w:marBottom w:val="0"/>
      <w:divBdr>
        <w:top w:val="none" w:sz="0" w:space="0" w:color="auto"/>
        <w:left w:val="none" w:sz="0" w:space="0" w:color="auto"/>
        <w:bottom w:val="none" w:sz="0" w:space="0" w:color="auto"/>
        <w:right w:val="none" w:sz="0" w:space="0" w:color="auto"/>
      </w:divBdr>
    </w:div>
    <w:div w:id="1701396802">
      <w:bodyDiv w:val="1"/>
      <w:marLeft w:val="0"/>
      <w:marRight w:val="0"/>
      <w:marTop w:val="0"/>
      <w:marBottom w:val="0"/>
      <w:divBdr>
        <w:top w:val="none" w:sz="0" w:space="0" w:color="auto"/>
        <w:left w:val="none" w:sz="0" w:space="0" w:color="auto"/>
        <w:bottom w:val="none" w:sz="0" w:space="0" w:color="auto"/>
        <w:right w:val="none" w:sz="0" w:space="0" w:color="auto"/>
      </w:divBdr>
      <w:divsChild>
        <w:div w:id="934443172">
          <w:marLeft w:val="0"/>
          <w:marRight w:val="0"/>
          <w:marTop w:val="0"/>
          <w:marBottom w:val="0"/>
          <w:divBdr>
            <w:top w:val="none" w:sz="0" w:space="0" w:color="auto"/>
            <w:left w:val="none" w:sz="0" w:space="0" w:color="auto"/>
            <w:bottom w:val="none" w:sz="0" w:space="0" w:color="auto"/>
            <w:right w:val="none" w:sz="0" w:space="0" w:color="auto"/>
          </w:divBdr>
          <w:divsChild>
            <w:div w:id="1842699165">
              <w:marLeft w:val="0"/>
              <w:marRight w:val="0"/>
              <w:marTop w:val="0"/>
              <w:marBottom w:val="0"/>
              <w:divBdr>
                <w:top w:val="none" w:sz="0" w:space="0" w:color="auto"/>
                <w:left w:val="none" w:sz="0" w:space="0" w:color="auto"/>
                <w:bottom w:val="none" w:sz="0" w:space="0" w:color="auto"/>
                <w:right w:val="none" w:sz="0" w:space="0" w:color="auto"/>
              </w:divBdr>
              <w:divsChild>
                <w:div w:id="1558514885">
                  <w:marLeft w:val="0"/>
                  <w:marRight w:val="0"/>
                  <w:marTop w:val="240"/>
                  <w:marBottom w:val="240"/>
                  <w:divBdr>
                    <w:top w:val="none" w:sz="0" w:space="0" w:color="auto"/>
                    <w:left w:val="none" w:sz="0" w:space="0" w:color="auto"/>
                    <w:bottom w:val="none" w:sz="0" w:space="0" w:color="auto"/>
                    <w:right w:val="none" w:sz="0" w:space="0" w:color="auto"/>
                  </w:divBdr>
                </w:div>
                <w:div w:id="16694788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42555821">
      <w:bodyDiv w:val="1"/>
      <w:marLeft w:val="0"/>
      <w:marRight w:val="0"/>
      <w:marTop w:val="0"/>
      <w:marBottom w:val="0"/>
      <w:divBdr>
        <w:top w:val="none" w:sz="0" w:space="0" w:color="auto"/>
        <w:left w:val="none" w:sz="0" w:space="0" w:color="auto"/>
        <w:bottom w:val="none" w:sz="0" w:space="0" w:color="auto"/>
        <w:right w:val="none" w:sz="0" w:space="0" w:color="auto"/>
      </w:divBdr>
    </w:div>
    <w:div w:id="1809741634">
      <w:bodyDiv w:val="1"/>
      <w:marLeft w:val="0"/>
      <w:marRight w:val="0"/>
      <w:marTop w:val="0"/>
      <w:marBottom w:val="0"/>
      <w:divBdr>
        <w:top w:val="none" w:sz="0" w:space="0" w:color="auto"/>
        <w:left w:val="none" w:sz="0" w:space="0" w:color="auto"/>
        <w:bottom w:val="none" w:sz="0" w:space="0" w:color="auto"/>
        <w:right w:val="none" w:sz="0" w:space="0" w:color="auto"/>
      </w:divBdr>
    </w:div>
    <w:div w:id="1827743285">
      <w:bodyDiv w:val="1"/>
      <w:marLeft w:val="0"/>
      <w:marRight w:val="0"/>
      <w:marTop w:val="0"/>
      <w:marBottom w:val="0"/>
      <w:divBdr>
        <w:top w:val="none" w:sz="0" w:space="0" w:color="auto"/>
        <w:left w:val="none" w:sz="0" w:space="0" w:color="auto"/>
        <w:bottom w:val="none" w:sz="0" w:space="0" w:color="auto"/>
        <w:right w:val="none" w:sz="0" w:space="0" w:color="auto"/>
      </w:divBdr>
    </w:div>
    <w:div w:id="1842500034">
      <w:bodyDiv w:val="1"/>
      <w:marLeft w:val="0"/>
      <w:marRight w:val="0"/>
      <w:marTop w:val="0"/>
      <w:marBottom w:val="0"/>
      <w:divBdr>
        <w:top w:val="none" w:sz="0" w:space="0" w:color="auto"/>
        <w:left w:val="none" w:sz="0" w:space="0" w:color="auto"/>
        <w:bottom w:val="none" w:sz="0" w:space="0" w:color="auto"/>
        <w:right w:val="none" w:sz="0" w:space="0" w:color="auto"/>
      </w:divBdr>
      <w:divsChild>
        <w:div w:id="2140686634">
          <w:marLeft w:val="0"/>
          <w:marRight w:val="0"/>
          <w:marTop w:val="0"/>
          <w:marBottom w:val="0"/>
          <w:divBdr>
            <w:top w:val="none" w:sz="0" w:space="0" w:color="auto"/>
            <w:left w:val="none" w:sz="0" w:space="0" w:color="auto"/>
            <w:bottom w:val="none" w:sz="0" w:space="0" w:color="auto"/>
            <w:right w:val="none" w:sz="0" w:space="0" w:color="auto"/>
          </w:divBdr>
          <w:divsChild>
            <w:div w:id="1678386976">
              <w:marLeft w:val="0"/>
              <w:marRight w:val="0"/>
              <w:marTop w:val="0"/>
              <w:marBottom w:val="0"/>
              <w:divBdr>
                <w:top w:val="none" w:sz="0" w:space="0" w:color="auto"/>
                <w:left w:val="none" w:sz="0" w:space="0" w:color="auto"/>
                <w:bottom w:val="none" w:sz="0" w:space="0" w:color="auto"/>
                <w:right w:val="none" w:sz="0" w:space="0" w:color="auto"/>
              </w:divBdr>
              <w:divsChild>
                <w:div w:id="761537341">
                  <w:marLeft w:val="0"/>
                  <w:marRight w:val="0"/>
                  <w:marTop w:val="240"/>
                  <w:marBottom w:val="240"/>
                  <w:divBdr>
                    <w:top w:val="none" w:sz="0" w:space="0" w:color="auto"/>
                    <w:left w:val="none" w:sz="0" w:space="0" w:color="auto"/>
                    <w:bottom w:val="none" w:sz="0" w:space="0" w:color="auto"/>
                    <w:right w:val="none" w:sz="0" w:space="0" w:color="auto"/>
                  </w:divBdr>
                  <w:divsChild>
                    <w:div w:id="157184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598686">
      <w:bodyDiv w:val="1"/>
      <w:marLeft w:val="0"/>
      <w:marRight w:val="0"/>
      <w:marTop w:val="0"/>
      <w:marBottom w:val="0"/>
      <w:divBdr>
        <w:top w:val="none" w:sz="0" w:space="0" w:color="auto"/>
        <w:left w:val="none" w:sz="0" w:space="0" w:color="auto"/>
        <w:bottom w:val="none" w:sz="0" w:space="0" w:color="auto"/>
        <w:right w:val="none" w:sz="0" w:space="0" w:color="auto"/>
      </w:divBdr>
    </w:div>
    <w:div w:id="1866937276">
      <w:bodyDiv w:val="1"/>
      <w:marLeft w:val="0"/>
      <w:marRight w:val="0"/>
      <w:marTop w:val="0"/>
      <w:marBottom w:val="0"/>
      <w:divBdr>
        <w:top w:val="none" w:sz="0" w:space="0" w:color="auto"/>
        <w:left w:val="none" w:sz="0" w:space="0" w:color="auto"/>
        <w:bottom w:val="none" w:sz="0" w:space="0" w:color="auto"/>
        <w:right w:val="none" w:sz="0" w:space="0" w:color="auto"/>
      </w:divBdr>
    </w:div>
    <w:div w:id="1870489101">
      <w:bodyDiv w:val="1"/>
      <w:marLeft w:val="0"/>
      <w:marRight w:val="0"/>
      <w:marTop w:val="0"/>
      <w:marBottom w:val="0"/>
      <w:divBdr>
        <w:top w:val="none" w:sz="0" w:space="0" w:color="auto"/>
        <w:left w:val="none" w:sz="0" w:space="0" w:color="auto"/>
        <w:bottom w:val="none" w:sz="0" w:space="0" w:color="auto"/>
        <w:right w:val="none" w:sz="0" w:space="0" w:color="auto"/>
      </w:divBdr>
      <w:divsChild>
        <w:div w:id="1073239766">
          <w:marLeft w:val="0"/>
          <w:marRight w:val="0"/>
          <w:marTop w:val="0"/>
          <w:marBottom w:val="0"/>
          <w:divBdr>
            <w:top w:val="none" w:sz="0" w:space="0" w:color="auto"/>
            <w:left w:val="none" w:sz="0" w:space="0" w:color="auto"/>
            <w:bottom w:val="none" w:sz="0" w:space="0" w:color="auto"/>
            <w:right w:val="none" w:sz="0" w:space="0" w:color="auto"/>
          </w:divBdr>
          <w:divsChild>
            <w:div w:id="345326852">
              <w:marLeft w:val="0"/>
              <w:marRight w:val="0"/>
              <w:marTop w:val="0"/>
              <w:marBottom w:val="0"/>
              <w:divBdr>
                <w:top w:val="none" w:sz="0" w:space="0" w:color="auto"/>
                <w:left w:val="none" w:sz="0" w:space="0" w:color="auto"/>
                <w:bottom w:val="none" w:sz="0" w:space="0" w:color="auto"/>
                <w:right w:val="none" w:sz="0" w:space="0" w:color="auto"/>
              </w:divBdr>
              <w:divsChild>
                <w:div w:id="1763603621">
                  <w:marLeft w:val="0"/>
                  <w:marRight w:val="0"/>
                  <w:marTop w:val="240"/>
                  <w:marBottom w:val="240"/>
                  <w:divBdr>
                    <w:top w:val="none" w:sz="0" w:space="0" w:color="auto"/>
                    <w:left w:val="none" w:sz="0" w:space="0" w:color="auto"/>
                    <w:bottom w:val="none" w:sz="0" w:space="0" w:color="auto"/>
                    <w:right w:val="none" w:sz="0" w:space="0" w:color="auto"/>
                  </w:divBdr>
                  <w:divsChild>
                    <w:div w:id="197224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017011">
      <w:bodyDiv w:val="1"/>
      <w:marLeft w:val="0"/>
      <w:marRight w:val="0"/>
      <w:marTop w:val="0"/>
      <w:marBottom w:val="0"/>
      <w:divBdr>
        <w:top w:val="none" w:sz="0" w:space="0" w:color="auto"/>
        <w:left w:val="none" w:sz="0" w:space="0" w:color="auto"/>
        <w:bottom w:val="none" w:sz="0" w:space="0" w:color="auto"/>
        <w:right w:val="none" w:sz="0" w:space="0" w:color="auto"/>
      </w:divBdr>
    </w:div>
    <w:div w:id="1907951170">
      <w:bodyDiv w:val="1"/>
      <w:marLeft w:val="0"/>
      <w:marRight w:val="0"/>
      <w:marTop w:val="0"/>
      <w:marBottom w:val="0"/>
      <w:divBdr>
        <w:top w:val="none" w:sz="0" w:space="0" w:color="auto"/>
        <w:left w:val="none" w:sz="0" w:space="0" w:color="auto"/>
        <w:bottom w:val="none" w:sz="0" w:space="0" w:color="auto"/>
        <w:right w:val="none" w:sz="0" w:space="0" w:color="auto"/>
      </w:divBdr>
      <w:divsChild>
        <w:div w:id="460000407">
          <w:marLeft w:val="302"/>
          <w:marRight w:val="0"/>
          <w:marTop w:val="240"/>
          <w:marBottom w:val="0"/>
          <w:divBdr>
            <w:top w:val="none" w:sz="0" w:space="0" w:color="auto"/>
            <w:left w:val="none" w:sz="0" w:space="0" w:color="auto"/>
            <w:bottom w:val="none" w:sz="0" w:space="0" w:color="auto"/>
            <w:right w:val="none" w:sz="0" w:space="0" w:color="auto"/>
          </w:divBdr>
        </w:div>
        <w:div w:id="707265949">
          <w:marLeft w:val="302"/>
          <w:marRight w:val="0"/>
          <w:marTop w:val="240"/>
          <w:marBottom w:val="0"/>
          <w:divBdr>
            <w:top w:val="none" w:sz="0" w:space="0" w:color="auto"/>
            <w:left w:val="none" w:sz="0" w:space="0" w:color="auto"/>
            <w:bottom w:val="none" w:sz="0" w:space="0" w:color="auto"/>
            <w:right w:val="none" w:sz="0" w:space="0" w:color="auto"/>
          </w:divBdr>
        </w:div>
        <w:div w:id="938222749">
          <w:marLeft w:val="302"/>
          <w:marRight w:val="0"/>
          <w:marTop w:val="240"/>
          <w:marBottom w:val="0"/>
          <w:divBdr>
            <w:top w:val="none" w:sz="0" w:space="0" w:color="auto"/>
            <w:left w:val="none" w:sz="0" w:space="0" w:color="auto"/>
            <w:bottom w:val="none" w:sz="0" w:space="0" w:color="auto"/>
            <w:right w:val="none" w:sz="0" w:space="0" w:color="auto"/>
          </w:divBdr>
        </w:div>
        <w:div w:id="993067912">
          <w:marLeft w:val="302"/>
          <w:marRight w:val="0"/>
          <w:marTop w:val="240"/>
          <w:marBottom w:val="0"/>
          <w:divBdr>
            <w:top w:val="none" w:sz="0" w:space="0" w:color="auto"/>
            <w:left w:val="none" w:sz="0" w:space="0" w:color="auto"/>
            <w:bottom w:val="none" w:sz="0" w:space="0" w:color="auto"/>
            <w:right w:val="none" w:sz="0" w:space="0" w:color="auto"/>
          </w:divBdr>
        </w:div>
        <w:div w:id="1155219368">
          <w:marLeft w:val="302"/>
          <w:marRight w:val="0"/>
          <w:marTop w:val="240"/>
          <w:marBottom w:val="0"/>
          <w:divBdr>
            <w:top w:val="none" w:sz="0" w:space="0" w:color="auto"/>
            <w:left w:val="none" w:sz="0" w:space="0" w:color="auto"/>
            <w:bottom w:val="none" w:sz="0" w:space="0" w:color="auto"/>
            <w:right w:val="none" w:sz="0" w:space="0" w:color="auto"/>
          </w:divBdr>
        </w:div>
        <w:div w:id="1667591011">
          <w:marLeft w:val="302"/>
          <w:marRight w:val="0"/>
          <w:marTop w:val="240"/>
          <w:marBottom w:val="0"/>
          <w:divBdr>
            <w:top w:val="none" w:sz="0" w:space="0" w:color="auto"/>
            <w:left w:val="none" w:sz="0" w:space="0" w:color="auto"/>
            <w:bottom w:val="none" w:sz="0" w:space="0" w:color="auto"/>
            <w:right w:val="none" w:sz="0" w:space="0" w:color="auto"/>
          </w:divBdr>
        </w:div>
        <w:div w:id="1966932171">
          <w:marLeft w:val="302"/>
          <w:marRight w:val="0"/>
          <w:marTop w:val="240"/>
          <w:marBottom w:val="0"/>
          <w:divBdr>
            <w:top w:val="none" w:sz="0" w:space="0" w:color="auto"/>
            <w:left w:val="none" w:sz="0" w:space="0" w:color="auto"/>
            <w:bottom w:val="none" w:sz="0" w:space="0" w:color="auto"/>
            <w:right w:val="none" w:sz="0" w:space="0" w:color="auto"/>
          </w:divBdr>
        </w:div>
      </w:divsChild>
    </w:div>
    <w:div w:id="1921983287">
      <w:bodyDiv w:val="1"/>
      <w:marLeft w:val="0"/>
      <w:marRight w:val="0"/>
      <w:marTop w:val="0"/>
      <w:marBottom w:val="0"/>
      <w:divBdr>
        <w:top w:val="none" w:sz="0" w:space="0" w:color="auto"/>
        <w:left w:val="none" w:sz="0" w:space="0" w:color="auto"/>
        <w:bottom w:val="none" w:sz="0" w:space="0" w:color="auto"/>
        <w:right w:val="none" w:sz="0" w:space="0" w:color="auto"/>
      </w:divBdr>
    </w:div>
    <w:div w:id="1922444271">
      <w:bodyDiv w:val="1"/>
      <w:marLeft w:val="0"/>
      <w:marRight w:val="0"/>
      <w:marTop w:val="0"/>
      <w:marBottom w:val="0"/>
      <w:divBdr>
        <w:top w:val="none" w:sz="0" w:space="0" w:color="auto"/>
        <w:left w:val="none" w:sz="0" w:space="0" w:color="auto"/>
        <w:bottom w:val="none" w:sz="0" w:space="0" w:color="auto"/>
        <w:right w:val="none" w:sz="0" w:space="0" w:color="auto"/>
      </w:divBdr>
    </w:div>
    <w:div w:id="1941790774">
      <w:bodyDiv w:val="1"/>
      <w:marLeft w:val="0"/>
      <w:marRight w:val="0"/>
      <w:marTop w:val="0"/>
      <w:marBottom w:val="0"/>
      <w:divBdr>
        <w:top w:val="none" w:sz="0" w:space="0" w:color="auto"/>
        <w:left w:val="none" w:sz="0" w:space="0" w:color="auto"/>
        <w:bottom w:val="none" w:sz="0" w:space="0" w:color="auto"/>
        <w:right w:val="none" w:sz="0" w:space="0" w:color="auto"/>
      </w:divBdr>
    </w:div>
    <w:div w:id="1949920563">
      <w:bodyDiv w:val="1"/>
      <w:marLeft w:val="0"/>
      <w:marRight w:val="0"/>
      <w:marTop w:val="0"/>
      <w:marBottom w:val="0"/>
      <w:divBdr>
        <w:top w:val="none" w:sz="0" w:space="0" w:color="auto"/>
        <w:left w:val="none" w:sz="0" w:space="0" w:color="auto"/>
        <w:bottom w:val="none" w:sz="0" w:space="0" w:color="auto"/>
        <w:right w:val="none" w:sz="0" w:space="0" w:color="auto"/>
      </w:divBdr>
      <w:divsChild>
        <w:div w:id="1287465263">
          <w:marLeft w:val="0"/>
          <w:marRight w:val="0"/>
          <w:marTop w:val="0"/>
          <w:marBottom w:val="120"/>
          <w:divBdr>
            <w:top w:val="none" w:sz="0" w:space="0" w:color="auto"/>
            <w:left w:val="none" w:sz="0" w:space="0" w:color="auto"/>
            <w:bottom w:val="none" w:sz="0" w:space="0" w:color="auto"/>
            <w:right w:val="none" w:sz="0" w:space="0" w:color="auto"/>
          </w:divBdr>
        </w:div>
      </w:divsChild>
    </w:div>
    <w:div w:id="1980569039">
      <w:bodyDiv w:val="1"/>
      <w:marLeft w:val="0"/>
      <w:marRight w:val="0"/>
      <w:marTop w:val="0"/>
      <w:marBottom w:val="0"/>
      <w:divBdr>
        <w:top w:val="none" w:sz="0" w:space="0" w:color="auto"/>
        <w:left w:val="none" w:sz="0" w:space="0" w:color="auto"/>
        <w:bottom w:val="none" w:sz="0" w:space="0" w:color="auto"/>
        <w:right w:val="none" w:sz="0" w:space="0" w:color="auto"/>
      </w:divBdr>
      <w:divsChild>
        <w:div w:id="124088618">
          <w:marLeft w:val="792"/>
          <w:marRight w:val="0"/>
          <w:marTop w:val="50"/>
          <w:marBottom w:val="0"/>
          <w:divBdr>
            <w:top w:val="none" w:sz="0" w:space="0" w:color="auto"/>
            <w:left w:val="none" w:sz="0" w:space="0" w:color="auto"/>
            <w:bottom w:val="none" w:sz="0" w:space="0" w:color="auto"/>
            <w:right w:val="none" w:sz="0" w:space="0" w:color="auto"/>
          </w:divBdr>
        </w:div>
        <w:div w:id="185682747">
          <w:marLeft w:val="274"/>
          <w:marRight w:val="0"/>
          <w:marTop w:val="58"/>
          <w:marBottom w:val="0"/>
          <w:divBdr>
            <w:top w:val="none" w:sz="0" w:space="0" w:color="auto"/>
            <w:left w:val="none" w:sz="0" w:space="0" w:color="auto"/>
            <w:bottom w:val="none" w:sz="0" w:space="0" w:color="auto"/>
            <w:right w:val="none" w:sz="0" w:space="0" w:color="auto"/>
          </w:divBdr>
        </w:div>
        <w:div w:id="422654351">
          <w:marLeft w:val="792"/>
          <w:marRight w:val="0"/>
          <w:marTop w:val="43"/>
          <w:marBottom w:val="0"/>
          <w:divBdr>
            <w:top w:val="none" w:sz="0" w:space="0" w:color="auto"/>
            <w:left w:val="none" w:sz="0" w:space="0" w:color="auto"/>
            <w:bottom w:val="none" w:sz="0" w:space="0" w:color="auto"/>
            <w:right w:val="none" w:sz="0" w:space="0" w:color="auto"/>
          </w:divBdr>
        </w:div>
        <w:div w:id="573665460">
          <w:marLeft w:val="792"/>
          <w:marRight w:val="0"/>
          <w:marTop w:val="50"/>
          <w:marBottom w:val="0"/>
          <w:divBdr>
            <w:top w:val="none" w:sz="0" w:space="0" w:color="auto"/>
            <w:left w:val="none" w:sz="0" w:space="0" w:color="auto"/>
            <w:bottom w:val="none" w:sz="0" w:space="0" w:color="auto"/>
            <w:right w:val="none" w:sz="0" w:space="0" w:color="auto"/>
          </w:divBdr>
        </w:div>
        <w:div w:id="594828316">
          <w:marLeft w:val="792"/>
          <w:marRight w:val="0"/>
          <w:marTop w:val="50"/>
          <w:marBottom w:val="0"/>
          <w:divBdr>
            <w:top w:val="none" w:sz="0" w:space="0" w:color="auto"/>
            <w:left w:val="none" w:sz="0" w:space="0" w:color="auto"/>
            <w:bottom w:val="none" w:sz="0" w:space="0" w:color="auto"/>
            <w:right w:val="none" w:sz="0" w:space="0" w:color="auto"/>
          </w:divBdr>
        </w:div>
        <w:div w:id="749814507">
          <w:marLeft w:val="677"/>
          <w:marRight w:val="0"/>
          <w:marTop w:val="48"/>
          <w:marBottom w:val="0"/>
          <w:divBdr>
            <w:top w:val="none" w:sz="0" w:space="0" w:color="auto"/>
            <w:left w:val="none" w:sz="0" w:space="0" w:color="auto"/>
            <w:bottom w:val="none" w:sz="0" w:space="0" w:color="auto"/>
            <w:right w:val="none" w:sz="0" w:space="0" w:color="auto"/>
          </w:divBdr>
        </w:div>
        <w:div w:id="900094170">
          <w:marLeft w:val="792"/>
          <w:marRight w:val="0"/>
          <w:marTop w:val="43"/>
          <w:marBottom w:val="0"/>
          <w:divBdr>
            <w:top w:val="none" w:sz="0" w:space="0" w:color="auto"/>
            <w:left w:val="none" w:sz="0" w:space="0" w:color="auto"/>
            <w:bottom w:val="none" w:sz="0" w:space="0" w:color="auto"/>
            <w:right w:val="none" w:sz="0" w:space="0" w:color="auto"/>
          </w:divBdr>
        </w:div>
        <w:div w:id="1432703135">
          <w:marLeft w:val="677"/>
          <w:marRight w:val="0"/>
          <w:marTop w:val="48"/>
          <w:marBottom w:val="0"/>
          <w:divBdr>
            <w:top w:val="none" w:sz="0" w:space="0" w:color="auto"/>
            <w:left w:val="none" w:sz="0" w:space="0" w:color="auto"/>
            <w:bottom w:val="none" w:sz="0" w:space="0" w:color="auto"/>
            <w:right w:val="none" w:sz="0" w:space="0" w:color="auto"/>
          </w:divBdr>
        </w:div>
        <w:div w:id="1439985225">
          <w:marLeft w:val="792"/>
          <w:marRight w:val="0"/>
          <w:marTop w:val="43"/>
          <w:marBottom w:val="0"/>
          <w:divBdr>
            <w:top w:val="none" w:sz="0" w:space="0" w:color="auto"/>
            <w:left w:val="none" w:sz="0" w:space="0" w:color="auto"/>
            <w:bottom w:val="none" w:sz="0" w:space="0" w:color="auto"/>
            <w:right w:val="none" w:sz="0" w:space="0" w:color="auto"/>
          </w:divBdr>
        </w:div>
        <w:div w:id="1517108842">
          <w:marLeft w:val="677"/>
          <w:marRight w:val="0"/>
          <w:marTop w:val="48"/>
          <w:marBottom w:val="0"/>
          <w:divBdr>
            <w:top w:val="none" w:sz="0" w:space="0" w:color="auto"/>
            <w:left w:val="none" w:sz="0" w:space="0" w:color="auto"/>
            <w:bottom w:val="none" w:sz="0" w:space="0" w:color="auto"/>
            <w:right w:val="none" w:sz="0" w:space="0" w:color="auto"/>
          </w:divBdr>
        </w:div>
        <w:div w:id="2038893261">
          <w:marLeft w:val="562"/>
          <w:marRight w:val="0"/>
          <w:marTop w:val="58"/>
          <w:marBottom w:val="0"/>
          <w:divBdr>
            <w:top w:val="none" w:sz="0" w:space="0" w:color="auto"/>
            <w:left w:val="none" w:sz="0" w:space="0" w:color="auto"/>
            <w:bottom w:val="none" w:sz="0" w:space="0" w:color="auto"/>
            <w:right w:val="none" w:sz="0" w:space="0" w:color="auto"/>
          </w:divBdr>
        </w:div>
      </w:divsChild>
    </w:div>
    <w:div w:id="2060661124">
      <w:bodyDiv w:val="1"/>
      <w:marLeft w:val="0"/>
      <w:marRight w:val="0"/>
      <w:marTop w:val="0"/>
      <w:marBottom w:val="0"/>
      <w:divBdr>
        <w:top w:val="none" w:sz="0" w:space="0" w:color="auto"/>
        <w:left w:val="none" w:sz="0" w:space="0" w:color="auto"/>
        <w:bottom w:val="none" w:sz="0" w:space="0" w:color="auto"/>
        <w:right w:val="none" w:sz="0" w:space="0" w:color="auto"/>
      </w:divBdr>
    </w:div>
    <w:div w:id="2065055571">
      <w:bodyDiv w:val="1"/>
      <w:marLeft w:val="0"/>
      <w:marRight w:val="0"/>
      <w:marTop w:val="0"/>
      <w:marBottom w:val="0"/>
      <w:divBdr>
        <w:top w:val="none" w:sz="0" w:space="0" w:color="auto"/>
        <w:left w:val="none" w:sz="0" w:space="0" w:color="auto"/>
        <w:bottom w:val="none" w:sz="0" w:space="0" w:color="auto"/>
        <w:right w:val="none" w:sz="0" w:space="0" w:color="auto"/>
      </w:divBdr>
    </w:div>
    <w:div w:id="2069566950">
      <w:bodyDiv w:val="1"/>
      <w:marLeft w:val="0"/>
      <w:marRight w:val="0"/>
      <w:marTop w:val="0"/>
      <w:marBottom w:val="0"/>
      <w:divBdr>
        <w:top w:val="none" w:sz="0" w:space="0" w:color="auto"/>
        <w:left w:val="none" w:sz="0" w:space="0" w:color="auto"/>
        <w:bottom w:val="none" w:sz="0" w:space="0" w:color="auto"/>
        <w:right w:val="none" w:sz="0" w:space="0" w:color="auto"/>
      </w:divBdr>
    </w:div>
    <w:div w:id="2139033521">
      <w:bodyDiv w:val="1"/>
      <w:marLeft w:val="0"/>
      <w:marRight w:val="0"/>
      <w:marTop w:val="0"/>
      <w:marBottom w:val="0"/>
      <w:divBdr>
        <w:top w:val="none" w:sz="0" w:space="0" w:color="auto"/>
        <w:left w:val="none" w:sz="0" w:space="0" w:color="auto"/>
        <w:bottom w:val="none" w:sz="0" w:space="0" w:color="auto"/>
        <w:right w:val="none" w:sz="0" w:space="0" w:color="auto"/>
      </w:divBdr>
    </w:div>
    <w:div w:id="2144081412">
      <w:bodyDiv w:val="1"/>
      <w:marLeft w:val="0"/>
      <w:marRight w:val="0"/>
      <w:marTop w:val="0"/>
      <w:marBottom w:val="0"/>
      <w:divBdr>
        <w:top w:val="none" w:sz="0" w:space="0" w:color="auto"/>
        <w:left w:val="none" w:sz="0" w:space="0" w:color="auto"/>
        <w:bottom w:val="none" w:sz="0" w:space="0" w:color="auto"/>
        <w:right w:val="none" w:sz="0" w:space="0" w:color="auto"/>
      </w:divBdr>
      <w:divsChild>
        <w:div w:id="180171402">
          <w:marLeft w:val="0"/>
          <w:marRight w:val="0"/>
          <w:marTop w:val="0"/>
          <w:marBottom w:val="0"/>
          <w:divBdr>
            <w:top w:val="none" w:sz="0" w:space="0" w:color="auto"/>
            <w:left w:val="none" w:sz="0" w:space="0" w:color="auto"/>
            <w:bottom w:val="none" w:sz="0" w:space="0" w:color="auto"/>
            <w:right w:val="none" w:sz="0" w:space="0" w:color="auto"/>
          </w:divBdr>
          <w:divsChild>
            <w:div w:id="1864398993">
              <w:marLeft w:val="0"/>
              <w:marRight w:val="0"/>
              <w:marTop w:val="0"/>
              <w:marBottom w:val="0"/>
              <w:divBdr>
                <w:top w:val="none" w:sz="0" w:space="0" w:color="auto"/>
                <w:left w:val="none" w:sz="0" w:space="0" w:color="auto"/>
                <w:bottom w:val="none" w:sz="0" w:space="0" w:color="auto"/>
                <w:right w:val="none" w:sz="0" w:space="0" w:color="auto"/>
              </w:divBdr>
              <w:divsChild>
                <w:div w:id="1951161216">
                  <w:marLeft w:val="0"/>
                  <w:marRight w:val="0"/>
                  <w:marTop w:val="240"/>
                  <w:marBottom w:val="240"/>
                  <w:divBdr>
                    <w:top w:val="none" w:sz="0" w:space="0" w:color="auto"/>
                    <w:left w:val="none" w:sz="0" w:space="0" w:color="auto"/>
                    <w:bottom w:val="none" w:sz="0" w:space="0" w:color="auto"/>
                    <w:right w:val="none" w:sz="0" w:space="0" w:color="auto"/>
                  </w:divBdr>
                  <w:divsChild>
                    <w:div w:id="116975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lieCBru\AppData\Roaming\Microsoft\Templates\ptg_NetwTech_m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645426CC3C3348B900E57479C898EF" ma:contentTypeVersion="13" ma:contentTypeDescription="Create a new document." ma:contentTypeScope="" ma:versionID="2cfca722a05f722245c396bd69e4b3bd">
  <xsd:schema xmlns:xsd="http://www.w3.org/2001/XMLSchema" xmlns:xs="http://www.w3.org/2001/XMLSchema" xmlns:p="http://schemas.microsoft.com/office/2006/metadata/properties" xmlns:ns3="cc328e4a-acc5-4db9-8edf-03a7e14d7082" xmlns:ns4="5a361508-a8bd-49ac-aae1-a5acde08ec86" targetNamespace="http://schemas.microsoft.com/office/2006/metadata/properties" ma:root="true" ma:fieldsID="ae93fe116d00fbade2acdb79258eda04" ns3:_="" ns4:_="">
    <xsd:import namespace="cc328e4a-acc5-4db9-8edf-03a7e14d7082"/>
    <xsd:import namespace="5a361508-a8bd-49ac-aae1-a5acde08ec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28e4a-acc5-4db9-8edf-03a7e14d70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Tags" ma:index="20" nillable="true" ma:displayName="Tags" ma:internalName="Tag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61508-a8bd-49ac-aae1-a5acde08ec8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gs xmlns="cc328e4a-acc5-4db9-8edf-03a7e14d7082" xsi:nil="true"/>
  </documentManagement>
</p:properties>
</file>

<file path=customXml/itemProps1.xml><?xml version="1.0" encoding="utf-8"?>
<ds:datastoreItem xmlns:ds="http://schemas.openxmlformats.org/officeDocument/2006/customXml" ds:itemID="{FDF4E295-5A3C-46F4-8D1F-C424FBFC7D92}">
  <ds:schemaRefs>
    <ds:schemaRef ds:uri="http://schemas.microsoft.com/sharepoint/v3/contenttype/forms"/>
  </ds:schemaRefs>
</ds:datastoreItem>
</file>

<file path=customXml/itemProps2.xml><?xml version="1.0" encoding="utf-8"?>
<ds:datastoreItem xmlns:ds="http://schemas.openxmlformats.org/officeDocument/2006/customXml" ds:itemID="{F9E34DDC-403D-4991-BB74-836673480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28e4a-acc5-4db9-8edf-03a7e14d7082"/>
    <ds:schemaRef ds:uri="5a361508-a8bd-49ac-aae1-a5acde08e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B5922F-63C5-4EAD-8D2F-B6C9924C54E6}">
  <ds:schemaRefs>
    <ds:schemaRef ds:uri="http://schemas.openxmlformats.org/officeDocument/2006/bibliography"/>
  </ds:schemaRefs>
</ds:datastoreItem>
</file>

<file path=customXml/itemProps4.xml><?xml version="1.0" encoding="utf-8"?>
<ds:datastoreItem xmlns:ds="http://schemas.openxmlformats.org/officeDocument/2006/customXml" ds:itemID="{C752B0DE-2143-4C4C-A359-0365371D8851}">
  <ds:schemaRefs>
    <ds:schemaRef ds:uri="http://schemas.microsoft.com/office/2006/metadata/properties"/>
    <ds:schemaRef ds:uri="http://schemas.microsoft.com/office/infopath/2007/PartnerControls"/>
    <ds:schemaRef ds:uri="cc328e4a-acc5-4db9-8edf-03a7e14d7082"/>
  </ds:schemaRefs>
</ds:datastoreItem>
</file>

<file path=docProps/app.xml><?xml version="1.0" encoding="utf-8"?>
<Properties xmlns="http://schemas.openxmlformats.org/officeDocument/2006/extended-properties" xmlns:vt="http://schemas.openxmlformats.org/officeDocument/2006/docPropsVTypes">
  <Template>ptg_NetwTech_main.dot</Template>
  <TotalTime>375</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(a)Chapter Number (Use Heading 1 style)</vt:lpstr>
    </vt:vector>
  </TitlesOfParts>
  <Company>Cisco</Company>
  <LinksUpToDate>false</LinksUpToDate>
  <CharactersWithSpaces>931</CharactersWithSpaces>
  <SharedDoc>false</SharedDoc>
  <HLinks>
    <vt:vector size="6" baseType="variant">
      <vt:variant>
        <vt:i4>196669</vt:i4>
      </vt:variant>
      <vt:variant>
        <vt:i4>0</vt:i4>
      </vt:variant>
      <vt:variant>
        <vt:i4>0</vt:i4>
      </vt:variant>
      <vt:variant>
        <vt:i4>5</vt:i4>
      </vt:variant>
      <vt:variant>
        <vt:lpwstr>https://cway.cisco.com/tools/ipsec-overhead-calc/ipsec-overhead-calc.html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(a)Chapter Number (Use Heading 1 style)</dc:title>
  <dc:creator>bedgewor@cisco.com</dc:creator>
  <cp:lastModifiedBy>Brad Edgeworth (bedgewor)</cp:lastModifiedBy>
  <cp:revision>13</cp:revision>
  <dcterms:created xsi:type="dcterms:W3CDTF">2020-09-01T20:37:00Z</dcterms:created>
  <dcterms:modified xsi:type="dcterms:W3CDTF">2020-09-04T21:27:00Z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0x0101008E645426CC3C3348B900E57479C898EF</vt:lpwstr>
  </property>
</Properties>
</file>